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74CC3" w14:textId="77777777" w:rsidR="00CB30D7" w:rsidRDefault="00CB30D7" w:rsidP="004423D7">
      <w:pPr>
        <w:rPr>
          <w:lang w:val="es-ES"/>
        </w:rPr>
      </w:pPr>
    </w:p>
    <w:sdt>
      <w:sdtPr>
        <w:rPr>
          <w:lang w:val="es-ES"/>
        </w:rPr>
        <w:id w:val="30612422"/>
        <w:docPartObj>
          <w:docPartGallery w:val="Cover Pages"/>
          <w:docPartUnique/>
        </w:docPartObj>
      </w:sdtPr>
      <w:sdtEndPr>
        <w:rPr>
          <w:lang w:val="en-US"/>
        </w:rPr>
      </w:sdtEndPr>
      <w:sdtContent>
        <w:p w14:paraId="41A8BA85" w14:textId="7B766D99" w:rsidR="00E00DEE" w:rsidRDefault="00F72D1F" w:rsidP="004423D7">
          <w:pPr>
            <w:rPr>
              <w:lang w:val="es-ES"/>
            </w:rPr>
          </w:pPr>
          <w:r>
            <w:rPr>
              <w:noProof/>
              <w:lang w:val="es-ES" w:eastAsia="en-US"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0" allowOverlap="1" wp14:anchorId="5E408ADD" wp14:editId="0DD33A76">
                    <wp:simplePos x="0" y="0"/>
                    <wp:positionH relativeFrom="page">
                      <wp:posOffset>4829175</wp:posOffset>
                    </wp:positionH>
                    <wp:positionV relativeFrom="page">
                      <wp:posOffset>1270</wp:posOffset>
                    </wp:positionV>
                    <wp:extent cx="3108960" cy="10057130"/>
                    <wp:effectExtent l="0" t="2540" r="0" b="0"/>
                    <wp:wrapNone/>
                    <wp:docPr id="16" name="Group 5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08960" cy="10057130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17" name="Group 5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18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lumMod val="100000"/>
                                      <a:lumOff val="0"/>
                                      <a:alpha val="80000"/>
                                    </a:schemeClr>
                                  </a:fgClr>
                                  <a:bgClr>
                                    <a:srgbClr val="FFFFFF">
                                      <a:alpha val="80000"/>
                                    </a:srgbClr>
                                  </a:bgClr>
                                </a:patt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chemeClr val="bg1">
                                            <a:lumMod val="8500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20" name="Rectangle 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bg1">
                                        <a:lumMod val="100000"/>
                                        <a:lumOff val="0"/>
                                        <a:alpha val="8000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1178DF0" w14:textId="77777777" w:rsidR="00174E4F" w:rsidRDefault="00174E4F">
                                  <w:pPr>
                                    <w:pStyle w:val="NoSpacing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21" name="Rectangle 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bg1">
                                        <a:lumMod val="100000"/>
                                        <a:lumOff val="0"/>
                                        <a:alpha val="8000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9E85CEC" w14:textId="77777777" w:rsidR="00174E4F" w:rsidRPr="00D928DE" w:rsidRDefault="00174E4F">
                                  <w:pPr>
                                    <w:pStyle w:val="NoSpacing"/>
                                    <w:spacing w:line="360" w:lineRule="auto"/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5E408ADD" id="Group 53" o:spid="_x0000_s1026" style="position:absolute;margin-left:380.25pt;margin-top:.1pt;width:244.8pt;height:791.9pt;z-index:251660288;mso-width-percent:400;mso-height-percent:1000;mso-position-horizontal-relative:page;mso-position-vertical-relative:page;mso-width-percent:400;mso-height-percent:10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Lm6uAMAACYOAAAOAAAAZHJzL2Uyb0RvYy54bWzEV9lu2zgUfS8w/0DofSLJlixZiFMU6SQY&#10;oJ0G3d5pilowEqkh6cjp18/lpRbXTpE2QVI/GOJ2l3PPPZTOX+/bhtxypWspNl54FniECybzWpQb&#10;78vnqz9Tj2hDRU4bKfjGu+Pae33xx6vzvsv4QlayybkiYETorO82XmVMl/m+ZhVvqT6THRewWEjV&#10;UgNDVfq5oj1Ybxt/EQQrv5cq75RkXGuYfesWvQu0XxScmQ9FobkhzcaD2Az+K/zf2n//4pxmpaJd&#10;VbMhDPqIKFpaC3A6mXpLDSU7VZ+YamumpJaFOWOy9WVR1IxjDpBNGBxlc63krsNcyqwvuwkmgPYI&#10;p0ebZf/c3ihS51C7lUcEbaFG6JbESwtO35UZ7LlW3afuRrkM4fGdZP9qWPaP1+24dJvJtn8vc7BH&#10;d0YiOPtCtdYEpE32WIO7qQZ8bwiDyWUYpOsVlIrBWhgEcRIuhzKxCmppDybLxdoj81lW/TWcjtZh&#10;OByN0wjP+TRzfjHWITaXGA6mHEcckiMcoufGIVlG0WE6IxQRAHGUDM1mEGKL0r0gJMGI34MgQNfp&#10;mVj6acT6VNGOI1+1Jc0IKEiAI9ZHaEcqyoaTOHag4r6RWdrRigh5WcE2/kYp2Vec5hBWaPdDBQ8O&#10;2IEGUj7IsyQBdwdITfjGAcwjz05wolmntLnmsiX2YeMpiB1JTG/faWODmbdYTmvZ1PlV3TQ4sPLF&#10;LxtFbikID2WMCxPi8WbXQle4+TiAn02MZjBtyY3bR9qiCFor6Ow7B42wh4S0Dl0sdgbxsZBYTuts&#10;K/M7gEdJp3qg0vBQSfXNIz0o3sbT/+2o4h5p/hYA8TqMoGOIwUEUJwsYqMOV7eEKFQxMbTzjEfd4&#10;aZys7jpVlxV4cvkK+Qbav6gRsjmqIVggn4v1+VkIinHCwtVLsnDs19RVfGRhuJ5JuMC2mBRrZthP&#10;krCjxlhKDNsb8xVqjrQrSuQR8PQ+ai5PqAnK+2Nu0ow2XUUdW9NxI4Q9GUfGTj63k3NVbqeuuMIf&#10;ev6RObcdjQ02bNcNSWLb3NsHNON49Q+NOgrFC3YFM+rpfTFfWC/UI7bjT3okeckeefAmXK5j7J/H&#10;98gkmiC6v84es9/uQXBnIftpeV2u4sTe2E5fw3SRppPAjiOnsONolNjt06lk4312iV3Aq9cJfbBa&#10;1j28EDz7RT++F4bBytEElGB8M0xTuAHsZR9Fq4Xl9O+kkHvjHjvrFy/q38okFCX4GEH8hg8n+7Vz&#10;OIbnw8+7i/8BAAD//wMAUEsDBBQABgAIAAAAIQD8H3ai4AAAAAoBAAAPAAAAZHJzL2Rvd25yZXYu&#10;eG1sTI/BTsMwEETvSPyDtUjcqN2IpE2IUyGkiAsX2h7KzYmXJMVeR7Hbpn+Pe4LbrGY087bczNaw&#10;M05+cCRhuRDAkFqnB+ok7Hf10xqYD4q0Mo5QwhU9bKr7u1IV2l3oE8/b0LFYQr5QEvoQxoJz3/Zo&#10;lV+4ESl6326yKsRz6rie1CWWW8MTITJu1UBxoVcjvvXY/mxPVoI9HOuD2efdV21WTXbc5deP91zK&#10;x4f59QVYwDn8heGGH9GhikyNO5H2zEhYZSKNUQkJsJudpGIJrIkqXT8L4FXJ/79Q/QIAAP//AwBQ&#10;SwECLQAUAAYACAAAACEAtoM4kv4AAADhAQAAEwAAAAAAAAAAAAAAAAAAAAAAW0NvbnRlbnRfVHlw&#10;ZXNdLnhtbFBLAQItABQABgAIAAAAIQA4/SH/1gAAAJQBAAALAAAAAAAAAAAAAAAAAC8BAABfcmVs&#10;cy8ucmVsc1BLAQItABQABgAIAAAAIQBp4Lm6uAMAACYOAAAOAAAAAAAAAAAAAAAAAC4CAABkcnMv&#10;ZTJvRG9jLnhtbFBLAQItABQABgAIAAAAIQD8H3ai4AAAAAoBAAAPAAAAAAAAAAAAAAAAABIGAABk&#10;cnMvZG93bnJldi54bWxQSwUGAAAAAAQABADzAAAAHwcAAAAA&#10;" o:allowincell="f">
                    <v:group id="Group 54" o:spid="_x0000_s1027" style="position:absolute;left:7344;width:4896;height:15840" coordorigin="7560" coordsize="470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<v:rect id="Rectangle 55" o:spid="_x0000_s1028" style="position:absolute;left:7755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H23wwAAANsAAAAPAAAAZHJzL2Rvd25yZXYueG1sRI9Ba8Mw&#10;DIXvg/0Ho8Fuq7MeSkjrhFLotmuyrvQoYi0Ji+UQu0naXz8dBrtJvKf3Pu2KxfVqojF0ng28rhJQ&#10;xLW3HTcGTp/HlxRUiMgWe89k4EYBivzxYYeZ9TOXNFWxURLCIUMDbYxDpnWoW3IYVn4gFu3bjw6j&#10;rGOj7YizhLter5Nkox12LA0tDnRoqf6prs7A4b5u6q/z5WTj9f1+KZe3MtVnY56flv0WVKQl/pv/&#10;rj+s4Aus/CID6PwXAAD//wMAUEsBAi0AFAAGAAgAAAAhANvh9svuAAAAhQEAABMAAAAAAAAAAAAA&#10;AAAAAAAAAFtDb250ZW50X1R5cGVzXS54bWxQSwECLQAUAAYACAAAACEAWvQsW78AAAAVAQAACwAA&#10;AAAAAAAAAAAAAAAfAQAAX3JlbHMvLnJlbHNQSwECLQAUAAYACAAAACEAvjx9t8MAAADbAAAADwAA&#10;AAAAAAAAAAAAAAAHAgAAZHJzL2Rvd25yZXYueG1sUEsFBgAAAAADAAMAtwAAAPcCAAAAAA==&#10;" fillcolor="#1f4d78 [1604]" stroked="f" strokecolor="#d8d8d8 [2732]"/>
                      <v:rect id="Rectangle 56" o:spid="_x0000_s1029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As4xQAAANsAAAAPAAAAZHJzL2Rvd25yZXYueG1sRI9Ba8JA&#10;EIXvhf6HZQq91Y2Blja6ShAiHmrFpCDehuyYBLOzIbsm6b/vFoTeZnjve/NmuZ5MKwbqXWNZwXwW&#10;gSAurW64UvBdZC/vIJxH1thaJgU/5GC9enxYYqLtyEcacl+JEMIuQQW1910ipStrMuhmtiMO2sX2&#10;Bn1Y+0rqHscQbloZR9GbNNhwuFBjR5uaymt+M6HG5TN9za6jO32Nh7w4b/fs471Sz09TugDhafL/&#10;5ju904H7gL9fwgBy9QsAAP//AwBQSwECLQAUAAYACAAAACEA2+H2y+4AAACFAQAAEwAAAAAAAAAA&#10;AAAAAAAAAAAAW0NvbnRlbnRfVHlwZXNdLnhtbFBLAQItABQABgAIAAAAIQBa9CxbvwAAABUBAAAL&#10;AAAAAAAAAAAAAAAAAB8BAABfcmVscy8ucmVsc1BLAQItABQABgAIAAAAIQCMbAs4xQAAANsAAAAP&#10;AAAAAAAAAAAAAAAAAAcCAABkcnMvZG93bnJldi54bWxQSwUGAAAAAAMAAwC3AAAA+QIAAAAA&#10;" fillcolor="#f4bf2e [3206]" stroked="f" strokecolor="white [3212]" strokeweight="1pt">
                        <v:fill r:id="rId10" o:title="" opacity="52428f" o:opacity2="52428f" type="pattern"/>
                        <v:shadow color="#d8d8d8 [2732]" offset="3pt,3pt"/>
                      </v:rect>
                    </v:group>
                    <v:rect id="Rectangle 57" o:spid="_x0000_s1030" style="position:absolute;left:7344;width:4896;height:395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Np7xAAAANsAAAAPAAAAZHJzL2Rvd25yZXYueG1sRI9Na8JA&#10;EIbvQv/DMoVeRDf1UCS6ShUshZbiR/A8ZMdsbHY2ZLcm/fedQ8Hj8M77zDzL9eAbdaMu1oENPE8z&#10;UMRlsDVXBorTbjIHFROyxSYwGfilCOvVw2iJuQ09H+h2TJUSCMccDbiU2lzrWDryGKehJZbsEjqP&#10;Scau0rbDXuC+0bMse9Eea5YLDlvaOiq/jz9eKL7o8cMN1/1mQ5/zrzc6F3pszNPj8LoAlWhI9+X/&#10;9rs1MJPvxUU8QK/+AAAA//8DAFBLAQItABQABgAIAAAAIQDb4fbL7gAAAIUBAAATAAAAAAAAAAAA&#10;AAAAAAAAAABbQ29udGVudF9UeXBlc10ueG1sUEsBAi0AFAAGAAgAAAAhAFr0LFu/AAAAFQEAAAsA&#10;AAAAAAAAAAAAAAAAHwEAAF9yZWxzLy5yZWxzUEsBAi0AFAAGAAgAAAAhAAmk2nvEAAAA2wAAAA8A&#10;AAAAAAAAAAAAAAAABwIAAGRycy9kb3ducmV2LnhtbFBLBQYAAAAAAwADALcAAAD4AgAAAAA=&#10;" filled="f" fillcolor="white [3212]" stroked="f" strokecolor="white [3212]" strokeweight="1pt">
                      <v:fill opacity="52428f"/>
                      <v:textbox inset="28.8pt,14.4pt,14.4pt,14.4pt">
                        <w:txbxContent>
                          <w:p w14:paraId="41178DF0" w14:textId="77777777" w:rsidR="00174E4F" w:rsidRDefault="00174E4F">
                            <w:pPr>
                              <w:pStyle w:val="NoSpacing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v:textbox>
                    </v:rect>
                    <v:rect id="Rectangle 58" o:spid="_x0000_s1031" style="position:absolute;left:7329;top:10658;width:4889;height:446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H/gwwAAANsAAAAPAAAAZHJzL2Rvd25yZXYueG1sRI9Ba8JA&#10;FITvhf6H5Qleim70UCS6CVpoKSilavD8yD6z0ezbkN2a+O+7hYLHYWa+YVb5YBtxo87XjhXMpgkI&#10;4tLpmisFxfF9sgDhA7LGxjEpuJOHPHt+WmGqXc97uh1CJSKEfYoKTAhtKqUvDVn0U9cSR+/sOosh&#10;yq6SusM+wm0j50nyKi3WHBcMtvRmqLwefmyk2KLHrRku35sN7RZfH3Qq5ItS49GwXoIINIRH+L/9&#10;qRXMZ/D3Jf4Amf0CAAD//wMAUEsBAi0AFAAGAAgAAAAhANvh9svuAAAAhQEAABMAAAAAAAAAAAAA&#10;AAAAAAAAAFtDb250ZW50X1R5cGVzXS54bWxQSwECLQAUAAYACAAAACEAWvQsW78AAAAVAQAACwAA&#10;AAAAAAAAAAAAAAAfAQAAX3JlbHMvLnJlbHNQSwECLQAUAAYACAAAACEAZuh/4MMAAADbAAAADwAA&#10;AAAAAAAAAAAAAAAHAgAAZHJzL2Rvd25yZXYueG1sUEsFBgAAAAADAAMAtwAAAPcCAAAAAA==&#10;" filled="f" fillcolor="white [3212]" stroked="f" strokecolor="white [3212]" strokeweight="1pt">
                      <v:fill opacity="52428f"/>
                      <v:textbox inset="28.8pt,14.4pt,14.4pt,14.4pt">
                        <w:txbxContent>
                          <w:p w14:paraId="69E85CEC" w14:textId="77777777" w:rsidR="00174E4F" w:rsidRPr="00D928DE" w:rsidRDefault="00174E4F">
                            <w:pPr>
                              <w:pStyle w:val="NoSpacing"/>
                              <w:spacing w:line="360" w:lineRule="auto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01084674" w14:textId="66D99FB2" w:rsidR="00D80874" w:rsidRPr="009516C1" w:rsidRDefault="00F72D1F" w:rsidP="009516C1">
          <w:pPr>
            <w:rPr>
              <w:rFonts w:asciiTheme="majorHAnsi" w:eastAsiaTheme="majorEastAsia" w:hAnsiTheme="majorHAnsi" w:cstheme="majorBidi"/>
              <w:caps/>
              <w:color w:val="1F4E79" w:themeColor="accent1" w:themeShade="80"/>
              <w:kern w:val="28"/>
              <w:sz w:val="38"/>
              <w:szCs w:val="38"/>
            </w:rPr>
          </w:pPr>
          <w:r>
            <w:rPr>
              <w:noProof/>
              <w:lang w:val="es-ES" w:eastAsia="en-US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6D1C2211" wp14:editId="56E69471">
                    <wp:simplePos x="0" y="0"/>
                    <wp:positionH relativeFrom="column">
                      <wp:posOffset>-5715</wp:posOffset>
                    </wp:positionH>
                    <wp:positionV relativeFrom="paragraph">
                      <wp:posOffset>4471670</wp:posOffset>
                    </wp:positionV>
                    <wp:extent cx="3625215" cy="1270000"/>
                    <wp:effectExtent l="4445" t="0" r="0" b="635"/>
                    <wp:wrapNone/>
                    <wp:docPr id="15" name="Text Box 6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25215" cy="1270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FB58B8" w14:textId="77777777" w:rsidR="00174E4F" w:rsidRDefault="00174E4F" w:rsidP="008A5AFF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noProof/>
                                    <w:lang w:eastAsia="en-US"/>
                                  </w:rPr>
                                  <w:drawing>
                                    <wp:inline distT="0" distB="0" distL="0" distR="0" wp14:anchorId="1F0C1171" wp14:editId="2D05D6DF">
                                      <wp:extent cx="2154955" cy="1057275"/>
                                      <wp:effectExtent l="19050" t="0" r="0" b="0"/>
                                      <wp:docPr id="2" name="Imagen 1" descr="acs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acs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54955" cy="10572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1C221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32" type="#_x0000_t202" style="position:absolute;margin-left:-.45pt;margin-top:352.1pt;width:285.45pt;height:10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5tkCQIAAPkDAAAOAAAAZHJzL2Uyb0RvYy54bWysU8GO0zAQvSPxD5bvNGm27ULUdLV0VYS0&#10;LEi7fIDjOIlF4jFjt0n5esZOWwrcED5YHs/4zbw34/Xd2HfsoNBpMAWfz1LOlJFQadMU/OvL7s1b&#10;zpwXphIdGFXwo3L8bvP61Xqwucqgha5SyAjEuHywBW+9t3mSONmqXrgZWGXIWQP2wpOJTVKhGAi9&#10;75IsTVfJAFhZBKmco9uHyck3Eb+ulfSf69opz7qCU20+7hj3MuzJZi3yBoVttTyVIf6hil5oQ0kv&#10;UA/CC7ZH/RdUryWCg9rPJPQJ1LWWKnIgNvP0DzbPrbAqciFxnL3I5P4frHw6fEGmK+rdkjMjeurR&#10;ixo9ew8jW90EfQbrcgp7thToR7qn2MjV2UeQ3xwzsG2FadQ9IgytEhXVNw8vk6unE44LIOXwCSrK&#10;I/YeItBYYx/EIzkYoVOfjpfehFokXd6ssmUWapTkm2e3Ka2YQ+Tn5xad/6CgZ+FQcKTmR3hxeHQ+&#10;lCPyc0jI5qDT1U53XTSwKbcdsoOgQdnFdUL/LawzIdhAeDYhhpvIM1CbSPqxHKOk2Vm+EqojEUeY&#10;5o/+Cx1awB+cDTR7BXff9wIVZ91HQ+K9my8WYVijsVjeZmTgtae89ggjCargnrPpuPXTgO8t6qal&#10;TFO7DNyT4LWOUoTOTFWdyqf5igqd/kIY4Gs7Rv36sZufAAAA//8DAFBLAwQUAAYACAAAACEADuux&#10;2d0AAAAJAQAADwAAAGRycy9kb3ducmV2LnhtbEyPzU7DMBCE70i8g7WVuKDWpmobErKpAAnEtT8P&#10;sIndJGpsR7HbpG/P9gTHnRnNfpNvJ9uJqxlC6x3Cy0KBMK7yunU1wvHwNX8FESI5TZ13BuFmAmyL&#10;x4ecMu1HtzPXfawFl7iQEUITY59JGarGWAoL3xvH3skPliKfQy31QCOX204uldpIS63jDw315rMx&#10;1Xl/sQinn/F5nY7ldzwmu9Xmg9qk9DfEp9n0/gYimin+heGOz+hQMFPpL04H0SHMUw4iJGq1BMH+&#10;OlG8rURI74oscvl/QfELAAD//wMAUEsBAi0AFAAGAAgAAAAhALaDOJL+AAAA4QEAABMAAAAAAAAA&#10;AAAAAAAAAAAAAFtDb250ZW50X1R5cGVzXS54bWxQSwECLQAUAAYACAAAACEAOP0h/9YAAACUAQAA&#10;CwAAAAAAAAAAAAAAAAAvAQAAX3JlbHMvLnJlbHNQSwECLQAUAAYACAAAACEASK+bZAkCAAD5AwAA&#10;DgAAAAAAAAAAAAAAAAAuAgAAZHJzL2Uyb0RvYy54bWxQSwECLQAUAAYACAAAACEADuux2d0AAAAJ&#10;AQAADwAAAAAAAAAAAAAAAABjBAAAZHJzL2Rvd25yZXYueG1sUEsFBgAAAAAEAAQA8wAAAG0FAAAA&#10;AA==&#10;" stroked="f">
                    <v:textbox>
                      <w:txbxContent>
                        <w:p w14:paraId="7FFB58B8" w14:textId="77777777" w:rsidR="00174E4F" w:rsidRDefault="00174E4F" w:rsidP="008A5AFF">
                          <w:pPr>
                            <w:shd w:val="clear" w:color="auto" w:fill="FFFFFF" w:themeFill="background1"/>
                            <w:jc w:val="center"/>
                            <w:rPr>
                              <w:lang w:val="es-ES"/>
                            </w:rPr>
                          </w:pPr>
                          <w:r>
                            <w:rPr>
                              <w:noProof/>
                              <w:lang w:eastAsia="en-US"/>
                            </w:rPr>
                            <w:drawing>
                              <wp:inline distT="0" distB="0" distL="0" distR="0" wp14:anchorId="1F0C1171" wp14:editId="2D05D6DF">
                                <wp:extent cx="2154955" cy="1057275"/>
                                <wp:effectExtent l="19050" t="0" r="0" b="0"/>
                                <wp:docPr id="2" name="Imagen 1" descr="ac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ac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4955" cy="10572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6B53CD0D" wp14:editId="329B08A7">
                    <wp:simplePos x="0" y="0"/>
                    <wp:positionH relativeFrom="column">
                      <wp:posOffset>574040</wp:posOffset>
                    </wp:positionH>
                    <wp:positionV relativeFrom="paragraph">
                      <wp:posOffset>7840980</wp:posOffset>
                    </wp:positionV>
                    <wp:extent cx="2054225" cy="920115"/>
                    <wp:effectExtent l="12700" t="12700" r="9525" b="10160"/>
                    <wp:wrapNone/>
                    <wp:docPr id="14" name="Text Box 6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54225" cy="9201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FF5C55" w14:textId="77777777" w:rsidR="00174E4F" w:rsidRDefault="007271D3" w:rsidP="00F90743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Calibri" w:hAnsi="Calibri" w:cs="Calibri"/>
                                    <w:b/>
                                    <w:color w:val="auto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b/>
                                    <w:color w:val="auto"/>
                                    <w:sz w:val="32"/>
                                    <w:szCs w:val="32"/>
                                    <w:lang w:val="es-ES"/>
                                  </w:rPr>
                                  <w:t xml:space="preserve">   Rev.3</w:t>
                                </w:r>
                              </w:p>
                              <w:p w14:paraId="0985F084" w14:textId="77777777" w:rsidR="00174E4F" w:rsidRPr="00F90743" w:rsidRDefault="007271D3" w:rsidP="00F90743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Calibri" w:hAnsi="Calibri" w:cs="Calibri"/>
                                    <w:b/>
                                    <w:color w:val="auto"/>
                                    <w:sz w:val="22"/>
                                    <w:szCs w:val="2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b/>
                                    <w:color w:val="auto"/>
                                    <w:sz w:val="22"/>
                                    <w:szCs w:val="22"/>
                                    <w:lang w:val="es-ES"/>
                                  </w:rPr>
                                  <w:t>Fecha: 05-Mayo-2016</w:t>
                                </w:r>
                              </w:p>
                              <w:p w14:paraId="72689DF0" w14:textId="77777777" w:rsidR="00174E4F" w:rsidRPr="008B0DD0" w:rsidRDefault="00174E4F" w:rsidP="00F90743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b/>
                                    <w:color w:val="auto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B53CD0D" id="Text Box 67" o:spid="_x0000_s1033" type="#_x0000_t202" style="position:absolute;margin-left:45.2pt;margin-top:617.4pt;width:161.75pt;height:72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HSFRwIAAJAEAAAOAAAAZHJzL2Uyb0RvYy54bWysVNtu2zAMfR+wfxD0vtjxkl6MOEWXLsOA&#10;7gK0+wBZlm1hkqhJSuzs60fJaZqub8P8IEgUdXh4SHp1M2pF9sJ5Caai81lOiTAcGmm6iv543L67&#10;osQHZhqmwIiKHoSnN+u3b1aDLUUBPahGOIIgxpeDrWgfgi2zzPNeaOZnYIXByxacZgGPrssaxwZE&#10;1yor8vwiG8A11gEX3qP1brqk64TftoKHb23rRSCqosgtpNWltY5rtl6xsnPM9pIfabB/YKGZNBj0&#10;BHXHAiM7J19BackdeGjDjIPOoG0lFykHzGae/5XNQ8+sSLmgON6eZPL/D5Z/3X93RDZYuwUlhmms&#10;0aMYA/kAI7m4jPoM1pfo9mDRMYxoR9+Uq7f3wH96YmDTM9OJW+dg6AVrkN88vszOnk44PoLUwxdo&#10;MA7bBUhAY+t0FA/lIIiOdTqcahO5cDQW+XJRFEtKON5do1jzZQrByqfX1vnwSYAmcVNRh7VP6Gx/&#10;70Nkw8onlxjMg5LNViqVDq6rN8qRPcM+2abviP7CTRkyYPQl8ngNEVtWnEDqbhJJ7TRmOwHP8/hF&#10;YFaiHTtzsicT0ktdHyES2ReRtQw4J0rqil6doUS1P5omIQYm1bRHKGWO8kfFJ+3DWI+p0u8jg1ia&#10;GpoD1sPBNBY4xrjpwf2mZMCRqKj/tWNOUKI+G6zp9XyxiDOUDovlZYEHd35Tn98wwxGqooGSabsJ&#10;09ztrJNdj5EmgQzcYh+0MpXomdWRPrZ9EuM4onGuzs/J6/lHsv4DAAD//wMAUEsDBBQABgAIAAAA&#10;IQBeovLL4AAAAAwBAAAPAAAAZHJzL2Rvd25yZXYueG1sTI/LTsMwEEX3SPyDNUjsqN0makmIUyEQ&#10;3SFEQIWlEw9JRDyOYrcNfD3DCpZz5+g+iu3sBnHEKfSeNCwXCgRS421PrYbXl4eraxAhGrJm8IQa&#10;vjDAtjw/K0xu/Yme8VjFVrAJhdxo6GIccylD06EzYeFHJP59+MmZyOfUSjuZE5u7Qa6UWktneuKE&#10;zox412HzWR2chtCo9f4prfZvtdzhd2bt/fvuUevLi/n2BkTEOf7B8Fufq0PJnWp/IBvEoCFTKZOs&#10;r5KUNzCRLpMMRM1Sssk2IMtC/h9R/gAAAP//AwBQSwECLQAUAAYACAAAACEAtoM4kv4AAADhAQAA&#10;EwAAAAAAAAAAAAAAAAAAAAAAW0NvbnRlbnRfVHlwZXNdLnhtbFBLAQItABQABgAIAAAAIQA4/SH/&#10;1gAAAJQBAAALAAAAAAAAAAAAAAAAAC8BAABfcmVscy8ucmVsc1BLAQItABQABgAIAAAAIQCfDHSF&#10;RwIAAJAEAAAOAAAAAAAAAAAAAAAAAC4CAABkcnMvZTJvRG9jLnhtbFBLAQItABQABgAIAAAAIQBe&#10;ovLL4AAAAAwBAAAPAAAAAAAAAAAAAAAAAKEEAABkcnMvZG93bnJldi54bWxQSwUGAAAAAAQABADz&#10;AAAArgUAAAAA&#10;" strokecolor="white [3212]">
                    <v:textbox>
                      <w:txbxContent>
                        <w:p w14:paraId="32FF5C55" w14:textId="77777777" w:rsidR="00174E4F" w:rsidRDefault="007271D3" w:rsidP="00F90743">
                          <w:pPr>
                            <w:spacing w:after="0" w:line="240" w:lineRule="auto"/>
                            <w:jc w:val="center"/>
                            <w:rPr>
                              <w:rFonts w:ascii="Calibri" w:hAnsi="Calibri" w:cs="Calibri"/>
                              <w:b/>
                              <w:color w:val="auto"/>
                              <w:sz w:val="32"/>
                              <w:szCs w:val="32"/>
                              <w:lang w:val="es-ES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color w:val="auto"/>
                              <w:sz w:val="32"/>
                              <w:szCs w:val="32"/>
                              <w:lang w:val="es-ES"/>
                            </w:rPr>
                            <w:t xml:space="preserve">   Rev.3</w:t>
                          </w:r>
                        </w:p>
                        <w:p w14:paraId="0985F084" w14:textId="77777777" w:rsidR="00174E4F" w:rsidRPr="00F90743" w:rsidRDefault="007271D3" w:rsidP="00F90743">
                          <w:pPr>
                            <w:spacing w:after="0" w:line="240" w:lineRule="auto"/>
                            <w:jc w:val="center"/>
                            <w:rPr>
                              <w:rFonts w:ascii="Calibri" w:hAnsi="Calibri" w:cs="Calibri"/>
                              <w:b/>
                              <w:color w:val="auto"/>
                              <w:sz w:val="22"/>
                              <w:szCs w:val="22"/>
                              <w:lang w:val="es-ES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color w:val="auto"/>
                              <w:sz w:val="22"/>
                              <w:szCs w:val="22"/>
                              <w:lang w:val="es-ES"/>
                            </w:rPr>
                            <w:t>Fecha: 05-Mayo-2016</w:t>
                          </w:r>
                        </w:p>
                        <w:p w14:paraId="72689DF0" w14:textId="77777777" w:rsidR="00174E4F" w:rsidRPr="008B0DD0" w:rsidRDefault="00174E4F" w:rsidP="00F90743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color w:val="auto"/>
                              <w:sz w:val="32"/>
                              <w:szCs w:val="32"/>
                              <w:lang w:val="es-ES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val="es-DO" w:eastAsia="es-DO"/>
            </w:rPr>
            <mc:AlternateContent>
              <mc:Choice Requires="wps">
                <w:drawing>
                  <wp:anchor distT="0" distB="0" distL="114300" distR="114300" simplePos="0" relativeHeight="251671552" behindDoc="0" locked="0" layoutInCell="1" allowOverlap="1" wp14:anchorId="08EE54B3" wp14:editId="5F2F8D9A">
                    <wp:simplePos x="0" y="0"/>
                    <wp:positionH relativeFrom="column">
                      <wp:posOffset>887095</wp:posOffset>
                    </wp:positionH>
                    <wp:positionV relativeFrom="paragraph">
                      <wp:posOffset>4130040</wp:posOffset>
                    </wp:positionV>
                    <wp:extent cx="1550670" cy="341630"/>
                    <wp:effectExtent l="11430" t="6985" r="9525" b="13335"/>
                    <wp:wrapNone/>
                    <wp:docPr id="13" name="Text Box 6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50670" cy="341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22E812" w14:textId="77777777" w:rsidR="00174E4F" w:rsidRPr="008B0DD0" w:rsidRDefault="00174E4F" w:rsidP="00B66E3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b/>
                                    <w:color w:val="auto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b/>
                                    <w:color w:val="auto"/>
                                    <w:sz w:val="32"/>
                                    <w:szCs w:val="32"/>
                                    <w:lang w:val="es-ES"/>
                                  </w:rPr>
                                  <w:t xml:space="preserve">   Cliente: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EE54B3" id="Text Box 65" o:spid="_x0000_s1034" type="#_x0000_t202" style="position:absolute;margin-left:69.85pt;margin-top:325.2pt;width:122.1pt;height:26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qLfSAIAAJAEAAAOAAAAZHJzL2Uyb0RvYy54bWysVNtu3CAQfa/Uf0C8N957Emu9Ubppqkrp&#10;RUr6ARhjGxUYCuza6dd3gN3tJn2r6gfEMMNh5pwZr29GrcheOC/BVHR6MaFEGA6NNF1Fvz/dv7ui&#10;xAdmGqbAiIo+C09vNm/frAdbihn0oBrhCIIYXw62on0ItiwKz3uhmb8AKww6W3CaBTRdVzSODYiu&#10;VTGbTFbFAK6xDrjwHk/vspNuEn7bCh6+tq0XgaiKYm4hrS6tdVyLzZqVnWO2l/yQBvuHLDSTBh89&#10;Qd2xwMjOyb+gtOQOPLThgoMuoG0lF6kGrGY6eVXNY8+sSLUgOd6eaPL/D5Z/2X9zRDao3ZwSwzRq&#10;9CTGQN7DSFbLyM9gfYlhjxYDw4jnGJtq9fYB+A9PDGx7Zjpx6xwMvWAN5jeNN4uzqxnHR5B6+AwN&#10;vsN2ARLQ2DodyUM6CKKjTs8nbWIuPD65XE5Wl+ji6Jsvpqt5Eq9g5fG2dT58FKBJ3FTUofYJne0f&#10;fIjZsPIYEh/zoGRzL5VKhuvqrXJkz7BP7tOXCngVpgwZKnq9nC0zAS8gYsuKE0jdZZLUTmO1GXg6&#10;iV/uOTzHzsznx0pS10eIlOyLBLUMOCdK6openaFEtj+YJnVxYFLlPVaqzIH+yHjmPoz1mJReHFWt&#10;oXlGPRzkscAxxk0P7hclA45ERf3PHXOCEvXJoKbX08UizlAyFsvLGRru3FOfe5jhCFXRQEnebkOe&#10;u511suvxpUyQgVvsg1YmiWLD5KwO6WPbJzIOIxrn6txOUX9+JJvfAAAA//8DAFBLAwQUAAYACAAA&#10;ACEAvK/W7OEAAAALAQAADwAAAGRycy9kb3ducmV2LnhtbEyPwU7DMBBE70j8g7VI3KjdJqRNiFMh&#10;EL2hqgEVjk68TSLidRS7beDrMadyHO3TzNt8PZmenXB0nSUJ85kAhlRb3VEj4f3t5W4FzHlFWvWW&#10;UMI3OlgX11e5yrQ90w5PpW9YKCGXKQmt90PGuatbNMrN7IAUbgc7GuVDHBuuR3UO5abnCyESblRH&#10;YaFVAz61WH+VRyPB1SLZb+Ny/1HxDf6kWj9/bl6lvL2ZHh+AeZz8BYY//aAORXCq7JG0Y33IUboM&#10;qITkXsTAAhGtohRYJWEp4gXwIuf/fyh+AQAA//8DAFBLAQItABQABgAIAAAAIQC2gziS/gAAAOEB&#10;AAATAAAAAAAAAAAAAAAAAAAAAABbQ29udGVudF9UeXBlc10ueG1sUEsBAi0AFAAGAAgAAAAhADj9&#10;If/WAAAAlAEAAAsAAAAAAAAAAAAAAAAALwEAAF9yZWxzLy5yZWxzUEsBAi0AFAAGAAgAAAAhAI6m&#10;ot9IAgAAkAQAAA4AAAAAAAAAAAAAAAAALgIAAGRycy9lMm9Eb2MueG1sUEsBAi0AFAAGAAgAAAAh&#10;ALyv1uzhAAAACwEAAA8AAAAAAAAAAAAAAAAAogQAAGRycy9kb3ducmV2LnhtbFBLBQYAAAAABAAE&#10;APMAAACwBQAAAAA=&#10;" strokecolor="white [3212]">
                    <v:textbox>
                      <w:txbxContent>
                        <w:p w14:paraId="7422E812" w14:textId="77777777" w:rsidR="00174E4F" w:rsidRPr="008B0DD0" w:rsidRDefault="00174E4F" w:rsidP="00B66E3E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color w:val="auto"/>
                              <w:sz w:val="32"/>
                              <w:szCs w:val="32"/>
                              <w:lang w:val="es-ES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color w:val="auto"/>
                              <w:sz w:val="32"/>
                              <w:szCs w:val="32"/>
                              <w:lang w:val="es-ES"/>
                            </w:rPr>
                            <w:t xml:space="preserve">   Cliente: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val="es-ES" w:eastAsia="en-US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3A341CF0" wp14:editId="0B4CE1BE">
                    <wp:simplePos x="0" y="0"/>
                    <wp:positionH relativeFrom="page">
                      <wp:posOffset>-14605</wp:posOffset>
                    </wp:positionH>
                    <wp:positionV relativeFrom="page">
                      <wp:posOffset>3975100</wp:posOffset>
                    </wp:positionV>
                    <wp:extent cx="7794625" cy="445135"/>
                    <wp:effectExtent l="8890" t="6350" r="6985" b="15240"/>
                    <wp:wrapNone/>
                    <wp:docPr id="12" name="Rectangle 5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794625" cy="445135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chemeClr val="bg1">
                                        <a:lumMod val="8500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CF6EB04" w14:textId="77777777" w:rsidR="00174E4F" w:rsidRPr="00D45DAB" w:rsidRDefault="00174E4F" w:rsidP="008D0872">
                                <w:pPr>
                                  <w:pStyle w:val="NoSpacing"/>
                                  <w:jc w:val="center"/>
                                  <w:rPr>
                                    <w:rFonts w:ascii="Calibri" w:eastAsiaTheme="majorEastAsia" w:hAnsi="Calibri" w:cs="Calibri"/>
                                    <w:b/>
                                    <w:color w:val="FFFFFF" w:themeColor="background1"/>
                                    <w:sz w:val="44"/>
                                    <w:szCs w:val="44"/>
                                    <w:lang w:val="es-DO"/>
                                  </w:rPr>
                                </w:pPr>
                                <w:r>
                                  <w:rPr>
                                    <w:rFonts w:ascii="Calibri" w:eastAsiaTheme="majorEastAsia" w:hAnsi="Calibri" w:cs="Calibri"/>
                                    <w:b/>
                                    <w:color w:val="FFFFFF" w:themeColor="background1"/>
                                    <w:sz w:val="44"/>
                                    <w:szCs w:val="44"/>
                                    <w:lang w:val="es-DO"/>
                                  </w:rPr>
                                  <w:t>MANUAL DE OPERACIÓN DE LIMPIEZA</w:t>
                                </w:r>
                              </w:p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3A341CF0" id="Rectangle 59" o:spid="_x0000_s1035" style="position:absolute;margin-left:-1.15pt;margin-top:313pt;width:613.75pt;height:35.05pt;z-index:251662336;visibility:visible;mso-wrap-style:square;mso-width-percent:0;mso-height-percent:73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1EyTAIAANQEAAAOAAAAZHJzL2Uyb0RvYy54bWysVG1v0zAQ/o7Ef7D8naYN7dpFTaepowhp&#10;wMTgBziOk1j4jbPbtPx6zk7bdewD0kQ+WL4733Nvz2V5s9eK7AR4aU1JJ6MxJcJwW0vTlvTH9827&#10;BSU+MFMzZY0o6UF4erN6+2bZu0LktrOqFkAQxPiidyXtQnBFlnneCc38yDph0NhY0CygCG1WA+sR&#10;XassH4+vst5C7cBy4T1q7wYjXSX8phE8fG0aLwJRJcXcQjohnVU8s9WSFS0w10l+TIO9IgvNpMGg&#10;Z6g7FhjZgnwBpSUH620TRtzqzDaN5CLVgNVMxn9V89gxJ1It2Bzvzm3y/w+Wf9k9AJE1zi6nxDCN&#10;M/qGXWOmVYLMrmODeucLfPfoHiCW6N295T89MXbd4TNxC2D7TrAa05rE99kzhyh4dCVV/9nWCM+2&#10;waZe7RvQERC7QPZpJIfzSMQ+EI7K+fx6epXPKOFom05nk/ezFIIVJ28HPnwUVpN4KSlg8gmd7e59&#10;iNmw4vQkZW+VrDdSqSREmom1ArJjSBDGuTBhktzVVmO6g342xm+gCqqRUIM6qRA+kTWipGD+MoAy&#10;pI+tnaP/v6JX7cvIkxj5daG1DLhZSuqSLi5Q4qA+mDrxPjCphjtWoUxMUKSdOXbuNLqBAmFf7RNT&#10;0gSirbL1AQcLdlgr/A3gpbPwm5IeV6qk/teWgaBEfTKRHIt8sYhLmKTpbJ6jAM9M1aWJGY5gJeUB&#10;KBmEdRh2d+tAth1GG1rm3S2SaiPTvJ8yO1IRVydN5rjmcTcv5fTq6We0+gMAAP//AwBQSwMEFAAG&#10;AAgAAAAhALPqdlHdAAAACwEAAA8AAABkcnMvZG93bnJldi54bWxMj8tOwzAQRfdI/IM1SOxaJ0a4&#10;NMSpCgixAzUg1m5skgh7HNluG/6e6QqWc+foPurN7B072pjGgArKZQHMYhfMiL2Cj/fnxR2wlDUa&#10;7QJaBT82waa5vKh1ZcIJd/bY5p6RCaZKKxhynirOUzdYr9MyTBbp9xWi15nO2HMT9YnMveOiKCT3&#10;ekRKGPRkHwfbfbcHTyHj6m391PLVy+tDL8Uuus+tL5W6vpq398CynfMfDOf6VB0a6rQPBzSJOQUL&#10;cUOkAikkbToDQtwKYHuS1rIE3tT8/4bmFwAA//8DAFBLAQItABQABgAIAAAAIQC2gziS/gAAAOEB&#10;AAATAAAAAAAAAAAAAAAAAAAAAABbQ29udGVudF9UeXBlc10ueG1sUEsBAi0AFAAGAAgAAAAhADj9&#10;If/WAAAAlAEAAAsAAAAAAAAAAAAAAAAALwEAAF9yZWxzLy5yZWxzUEsBAi0AFAAGAAgAAAAhANOD&#10;UTJMAgAA1AQAAA4AAAAAAAAAAAAAAAAALgIAAGRycy9lMm9Eb2MueG1sUEsBAi0AFAAGAAgAAAAh&#10;ALPqdlHdAAAACwEAAA8AAAAAAAAAAAAAAAAApgQAAGRycy9kb3ducmV2LnhtbFBLBQYAAAAABAAE&#10;APMAAACwBQAAAAA=&#10;" o:allowincell="f" fillcolor="#1f4d78 [1604]" strokecolor="white [3212]" strokeweight="1pt">
                    <v:shadow color="#d8d8d8 [2732]" offset="3pt,3pt"/>
                    <v:textbox style="mso-fit-shape-to-text:t" inset="14.4pt,,14.4pt">
                      <w:txbxContent>
                        <w:p w14:paraId="4CF6EB04" w14:textId="77777777" w:rsidR="00174E4F" w:rsidRPr="00D45DAB" w:rsidRDefault="00174E4F" w:rsidP="008D0872">
                          <w:pPr>
                            <w:pStyle w:val="NoSpacing"/>
                            <w:jc w:val="center"/>
                            <w:rPr>
                              <w:rFonts w:ascii="Calibri" w:eastAsiaTheme="majorEastAsia" w:hAnsi="Calibri" w:cs="Calibri"/>
                              <w:b/>
                              <w:color w:val="FFFFFF" w:themeColor="background1"/>
                              <w:sz w:val="44"/>
                              <w:szCs w:val="44"/>
                              <w:lang w:val="es-DO"/>
                            </w:rPr>
                          </w:pPr>
                          <w:r>
                            <w:rPr>
                              <w:rFonts w:ascii="Calibri" w:eastAsiaTheme="majorEastAsia" w:hAnsi="Calibri" w:cs="Calibri"/>
                              <w:b/>
                              <w:color w:val="FFFFFF" w:themeColor="background1"/>
                              <w:sz w:val="44"/>
                              <w:szCs w:val="44"/>
                              <w:lang w:val="es-DO"/>
                            </w:rPr>
                            <w:t>MANUAL DE OPERACIÓN DE LIMPIEZA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val="es-ES" w:eastAsia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7C46E8B8" wp14:editId="5C6ED5EF">
                    <wp:simplePos x="0" y="0"/>
                    <wp:positionH relativeFrom="column">
                      <wp:posOffset>-752475</wp:posOffset>
                    </wp:positionH>
                    <wp:positionV relativeFrom="paragraph">
                      <wp:posOffset>461645</wp:posOffset>
                    </wp:positionV>
                    <wp:extent cx="4577080" cy="1737995"/>
                    <wp:effectExtent l="635" t="0" r="3810" b="0"/>
                    <wp:wrapNone/>
                    <wp:docPr id="11" name="Text Box 6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577080" cy="17379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B56C92" w14:textId="77777777" w:rsidR="00174E4F" w:rsidRDefault="00174E4F" w:rsidP="004423D7">
                                <w:pPr>
                                  <w:jc w:val="center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noProof/>
                                    <w:lang w:eastAsia="en-US"/>
                                  </w:rPr>
                                  <w:drawing>
                                    <wp:inline distT="0" distB="0" distL="0" distR="0" wp14:anchorId="5410F30A" wp14:editId="2948B228">
                                      <wp:extent cx="4050483" cy="1657350"/>
                                      <wp:effectExtent l="19050" t="0" r="7167" b="0"/>
                                      <wp:docPr id="5" name="4 Imagen" descr="MF_logo1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MF_logo1.jpg"/>
                                              <pic:cNvPicPr/>
                                            </pic:nvPicPr>
                                            <pic:blipFill>
                                              <a:blip r:embed="rId12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050483" cy="16573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C46E8B8" id="Text Box 60" o:spid="_x0000_s1036" type="#_x0000_t202" style="position:absolute;margin-left:-59.25pt;margin-top:36.35pt;width:360.4pt;height:1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X7uJAIAADAEAAAOAAAAZHJzL2Uyb0RvYy54bWysU11v0zAUfUfiP1h+p0lK165R02l0GkIa&#10;A2njBziOk1jYvsZ2m5Rfz7XTdQXeEHmwfD9y7r3nHm9uRq3IQTgvwVS0mOWUCMOhkaar6Lfn+3fX&#10;lPjATMMUGFHRo/D0Zvv2zWawpZhDD6oRjiCI8eVgK9qHYMss87wXmvkZWGEw2ILTLKDpuqxxbEB0&#10;rbJ5ni+zAVxjHXDhPXrvpiDdJvy2FTx8aVsvAlEVxd5COl0663hm2w0rO8dsL/mpDfYPXWgmDRY9&#10;Q92xwMjeyb+gtOQOPLRhxkFn0LaSizQDTlPkf0zz1DMr0ixIjrdnmvz/g+WPh6+OyAZ3V1BimMYd&#10;PYsxkA8wkmXiZ7C+xLQni4lhRD/mplm9fQD+3RMDu56ZTtw6B0MvWIP9FZHZ7OLXuBFf+ghSD5+h&#10;wTpsHyABja3TkTykgyA67ul43k3shaNzcbVa5dcY4hgrVu9X6/VVqsHKl9+t8+GjAE3ipaIOl5/g&#10;2eHBh9gOK19SYjUPSjb3UqlkRMGJnXLkwFAqdTeNqPYae518RR6/STHoR11N/uRC7KTZCJEq/Yau&#10;TKxhIFabGomeRE9kZOImjPWYNrGMNSJbNTRH5MvBJFt8Znjpwf2kZEDJVtT/2DMnKFGfDHK+LhaL&#10;qPFkIF9zNNxlpL6MMMMRqqKBkum6C9O72Fsnux4rTRQYuMU9tTIx+NrVqX2UZRr39ISi7i/tlPX6&#10;0Le/AAAA//8DAFBLAwQUAAYACAAAACEAmEqdTuAAAAALAQAADwAAAGRycy9kb3ducmV2LnhtbEyP&#10;wU7DMBBE70j8g7VI3Fo7aUmiEKcCJC5cUEvF2YmXJDReR7bbBL4ec4Ljap5m3la7xYzsgs4PliQk&#10;awEMqbV6oE7C8e15VQDzQZFWoyWU8IUedvX1VaVKbWfa4+UQOhZLyJdKQh/CVHLu2x6N8ms7IcXs&#10;wzqjQjxdx7VTcyw3I0+FyLhRA8WFXk341GN7OpyNhPfuEx+HF/ctXrmYT4XdH5u8l/L2Znm4BxZw&#10;CX8w/OpHdaijU2PPpD0bJaySpLiLrIQ8zYFFIhPpBlgjYbPNtsDriv//of4BAAD//wMAUEsBAi0A&#10;FAAGAAgAAAAhALaDOJL+AAAA4QEAABMAAAAAAAAAAAAAAAAAAAAAAFtDb250ZW50X1R5cGVzXS54&#10;bWxQSwECLQAUAAYACAAAACEAOP0h/9YAAACUAQAACwAAAAAAAAAAAAAAAAAvAQAAX3JlbHMvLnJl&#10;bHNQSwECLQAUAAYACAAAACEAikl+7iQCAAAwBAAADgAAAAAAAAAAAAAAAAAuAgAAZHJzL2Uyb0Rv&#10;Yy54bWxQSwECLQAUAAYACAAAACEAmEqdTuAAAAALAQAADwAAAAAAAAAAAAAAAAB+BAAAZHJzL2Rv&#10;d25yZXYueG1sUEsFBgAAAAAEAAQA8wAAAIsFAAAAAA==&#10;" fillcolor="white [3212]" stroked="f">
                    <v:textbox>
                      <w:txbxContent>
                        <w:p w14:paraId="7AB56C92" w14:textId="77777777" w:rsidR="00174E4F" w:rsidRDefault="00174E4F" w:rsidP="004423D7">
                          <w:pPr>
                            <w:jc w:val="center"/>
                            <w:rPr>
                              <w:lang w:val="es-ES"/>
                            </w:rPr>
                          </w:pPr>
                          <w:r>
                            <w:rPr>
                              <w:noProof/>
                              <w:lang w:eastAsia="en-US"/>
                            </w:rPr>
                            <w:drawing>
                              <wp:inline distT="0" distB="0" distL="0" distR="0" wp14:anchorId="5410F30A" wp14:editId="2948B228">
                                <wp:extent cx="4050483" cy="1657350"/>
                                <wp:effectExtent l="19050" t="0" r="7167" b="0"/>
                                <wp:docPr id="5" name="4 Imagen" descr="MF_logo1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MF_logo1.jpg"/>
                                        <pic:cNvPicPr/>
                                      </pic:nvPicPr>
                                      <pic:blipFill>
                                        <a:blip r:embed="rId12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050483" cy="165735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E00DEE">
            <w:br w:type="page"/>
          </w:r>
        </w:p>
      </w:sdtContent>
    </w:sdt>
    <w:p w14:paraId="35838437" w14:textId="77777777" w:rsidR="00127F3C" w:rsidRPr="007271D3" w:rsidRDefault="001955BF" w:rsidP="00BC40E0">
      <w:pPr>
        <w:pStyle w:val="Heading2"/>
        <w:numPr>
          <w:ilvl w:val="0"/>
          <w:numId w:val="2"/>
        </w:numPr>
        <w:ind w:left="510"/>
        <w:rPr>
          <w:rFonts w:ascii="Coda" w:hAnsi="Coda" w:cs="Arial"/>
          <w:b w:val="0"/>
          <w:color w:val="002060"/>
          <w:lang w:val="es-DO"/>
        </w:rPr>
      </w:pPr>
      <w:r w:rsidRPr="007271D3">
        <w:rPr>
          <w:rFonts w:ascii="Coda" w:hAnsi="Coda" w:cs="Arial"/>
          <w:b w:val="0"/>
          <w:color w:val="002060"/>
          <w:lang w:val="es-DO"/>
        </w:rPr>
        <w:lastRenderedPageBreak/>
        <w:t>Objetivo</w:t>
      </w:r>
      <w:r w:rsidR="007E5559" w:rsidRPr="007271D3">
        <w:rPr>
          <w:rFonts w:ascii="Coda" w:hAnsi="Coda" w:cs="Arial"/>
          <w:b w:val="0"/>
          <w:color w:val="002060"/>
          <w:lang w:val="es-DO"/>
        </w:rPr>
        <w:t>.</w:t>
      </w:r>
    </w:p>
    <w:p w14:paraId="1174150A" w14:textId="77777777" w:rsidR="007E5559" w:rsidRPr="007271D3" w:rsidRDefault="007E5559" w:rsidP="007271D3">
      <w:pPr>
        <w:ind w:left="540"/>
        <w:jc w:val="both"/>
        <w:rPr>
          <w:rFonts w:ascii="Coda" w:hAnsi="Coda"/>
          <w:color w:val="000000" w:themeColor="text1"/>
          <w:sz w:val="20"/>
          <w:szCs w:val="20"/>
          <w:lang w:val="es-DO"/>
        </w:rPr>
      </w:pPr>
      <w:r w:rsidRPr="007271D3">
        <w:rPr>
          <w:rFonts w:ascii="Coda" w:hAnsi="Coda"/>
          <w:color w:val="000000" w:themeColor="text1"/>
          <w:sz w:val="20"/>
          <w:szCs w:val="20"/>
          <w:lang w:val="es-DO"/>
        </w:rPr>
        <w:t>El propósito de este documento es establ</w:t>
      </w:r>
      <w:r w:rsidR="005F7CBB" w:rsidRPr="007271D3">
        <w:rPr>
          <w:rFonts w:ascii="Coda" w:hAnsi="Coda"/>
          <w:color w:val="000000" w:themeColor="text1"/>
          <w:sz w:val="20"/>
          <w:szCs w:val="20"/>
          <w:lang w:val="es-DO"/>
        </w:rPr>
        <w:t>ecer  la metodología de las operaciones de limpieza</w:t>
      </w:r>
      <w:r w:rsidRPr="007271D3">
        <w:rPr>
          <w:rFonts w:ascii="Coda" w:hAnsi="Coda"/>
          <w:color w:val="000000" w:themeColor="text1"/>
          <w:sz w:val="20"/>
          <w:szCs w:val="20"/>
          <w:lang w:val="es-DO"/>
        </w:rPr>
        <w:t xml:space="preserve"> en las facilidades de Xerox</w:t>
      </w:r>
      <w:r w:rsidR="005F7CBB" w:rsidRPr="007271D3">
        <w:rPr>
          <w:rFonts w:ascii="Coda" w:hAnsi="Coda"/>
          <w:color w:val="000000" w:themeColor="text1"/>
          <w:sz w:val="20"/>
          <w:szCs w:val="20"/>
          <w:lang w:val="es-DO"/>
        </w:rPr>
        <w:t>.</w:t>
      </w:r>
    </w:p>
    <w:p w14:paraId="2D57E485" w14:textId="77777777" w:rsidR="00127F3C" w:rsidRPr="007271D3" w:rsidRDefault="001955BF" w:rsidP="00BC40E0">
      <w:pPr>
        <w:pStyle w:val="Heading2"/>
        <w:numPr>
          <w:ilvl w:val="0"/>
          <w:numId w:val="2"/>
        </w:numPr>
        <w:ind w:left="510"/>
        <w:rPr>
          <w:rFonts w:ascii="Coda" w:hAnsi="Coda" w:cs="Arial"/>
          <w:b w:val="0"/>
          <w:color w:val="002060"/>
          <w:lang w:val="es-DO"/>
        </w:rPr>
      </w:pPr>
      <w:r w:rsidRPr="007271D3">
        <w:rPr>
          <w:rFonts w:ascii="Coda" w:hAnsi="Coda" w:cs="Arial"/>
          <w:b w:val="0"/>
          <w:color w:val="002060"/>
          <w:lang w:val="es-DO"/>
        </w:rPr>
        <w:t>Alcance.</w:t>
      </w:r>
    </w:p>
    <w:p w14:paraId="1FE68B86" w14:textId="77777777" w:rsidR="008E7C12" w:rsidRPr="007271D3" w:rsidRDefault="008E7C12" w:rsidP="007271D3">
      <w:pPr>
        <w:jc w:val="both"/>
        <w:rPr>
          <w:rFonts w:ascii="Coda" w:hAnsi="Coda"/>
          <w:color w:val="000000" w:themeColor="text1"/>
          <w:lang w:val="es-DO"/>
        </w:rPr>
      </w:pPr>
      <w:r w:rsidRPr="007271D3">
        <w:rPr>
          <w:rFonts w:ascii="Coda" w:hAnsi="Coda"/>
          <w:lang w:val="es-DO"/>
        </w:rPr>
        <w:t xml:space="preserve">           </w:t>
      </w:r>
      <w:r w:rsidR="007271D3">
        <w:rPr>
          <w:rFonts w:ascii="Coda" w:hAnsi="Coda"/>
          <w:lang w:val="es-DO"/>
        </w:rPr>
        <w:t xml:space="preserve">    </w:t>
      </w:r>
      <w:r w:rsidRPr="007271D3">
        <w:rPr>
          <w:rFonts w:ascii="Coda" w:hAnsi="Coda"/>
          <w:color w:val="000000" w:themeColor="text1"/>
          <w:sz w:val="20"/>
          <w:szCs w:val="20"/>
          <w:lang w:val="es-DO"/>
        </w:rPr>
        <w:t>Este documento aplica a las facilidades de Xerox  San Isidro y Xerox  Luperon</w:t>
      </w:r>
      <w:r w:rsidRPr="007271D3">
        <w:rPr>
          <w:rFonts w:ascii="Coda" w:hAnsi="Coda"/>
          <w:color w:val="000000" w:themeColor="text1"/>
          <w:lang w:val="es-DO"/>
        </w:rPr>
        <w:t>.</w:t>
      </w:r>
    </w:p>
    <w:p w14:paraId="6A8358E9" w14:textId="77777777" w:rsidR="00127F3C" w:rsidRPr="007271D3" w:rsidRDefault="00E548AD" w:rsidP="00BC40E0">
      <w:pPr>
        <w:pStyle w:val="Heading2"/>
        <w:numPr>
          <w:ilvl w:val="0"/>
          <w:numId w:val="2"/>
        </w:numPr>
        <w:ind w:left="510"/>
        <w:rPr>
          <w:rFonts w:ascii="Coda" w:hAnsi="Coda" w:cs="Arial"/>
          <w:b w:val="0"/>
          <w:color w:val="002060"/>
          <w:lang w:val="es-DO"/>
        </w:rPr>
      </w:pPr>
      <w:r w:rsidRPr="007271D3">
        <w:rPr>
          <w:rFonts w:ascii="Coda" w:hAnsi="Coda" w:cs="Arial"/>
          <w:b w:val="0"/>
          <w:color w:val="002060"/>
          <w:lang w:val="es-DO"/>
        </w:rPr>
        <w:t>Áreas para las Operaciones</w:t>
      </w:r>
      <w:r w:rsidR="001E0202" w:rsidRPr="007271D3">
        <w:rPr>
          <w:rFonts w:ascii="Coda" w:hAnsi="Coda" w:cs="Arial"/>
          <w:b w:val="0"/>
          <w:color w:val="002060"/>
          <w:lang w:val="es-DO"/>
        </w:rPr>
        <w:t xml:space="preserve"> de </w:t>
      </w:r>
      <w:r w:rsidR="007271D3" w:rsidRPr="007271D3">
        <w:rPr>
          <w:rFonts w:ascii="Coda" w:hAnsi="Coda" w:cs="Arial"/>
          <w:b w:val="0"/>
          <w:color w:val="002060"/>
          <w:lang w:val="es-DO"/>
        </w:rPr>
        <w:t>Limpieza.</w:t>
      </w:r>
    </w:p>
    <w:p w14:paraId="4BF6DC8D" w14:textId="77777777" w:rsidR="001E0202" w:rsidRPr="007271D3" w:rsidRDefault="00E6632C" w:rsidP="00E6632C">
      <w:pPr>
        <w:rPr>
          <w:rFonts w:ascii="Coda" w:hAnsi="Coda"/>
          <w:color w:val="000000" w:themeColor="text1"/>
          <w:sz w:val="20"/>
          <w:szCs w:val="20"/>
          <w:lang w:val="es-DO"/>
        </w:rPr>
      </w:pPr>
      <w:r w:rsidRPr="007271D3">
        <w:rPr>
          <w:rFonts w:ascii="Coda" w:hAnsi="Coda"/>
          <w:lang w:val="es-DO"/>
        </w:rPr>
        <w:t xml:space="preserve">          </w:t>
      </w:r>
      <w:r w:rsidR="007271D3">
        <w:rPr>
          <w:rFonts w:ascii="Coda" w:hAnsi="Coda"/>
          <w:lang w:val="es-DO"/>
        </w:rPr>
        <w:t xml:space="preserve">    </w:t>
      </w:r>
      <w:r w:rsidRPr="007271D3">
        <w:rPr>
          <w:rFonts w:ascii="Coda" w:hAnsi="Coda"/>
          <w:lang w:val="es-DO"/>
        </w:rPr>
        <w:t xml:space="preserve"> </w:t>
      </w:r>
      <w:r w:rsidR="00E548AD" w:rsidRPr="007271D3">
        <w:rPr>
          <w:rFonts w:ascii="Coda" w:hAnsi="Coda"/>
          <w:color w:val="000000" w:themeColor="text1"/>
          <w:sz w:val="20"/>
          <w:szCs w:val="20"/>
          <w:lang w:val="es-DO"/>
        </w:rPr>
        <w:t>Las</w:t>
      </w:r>
      <w:r w:rsidRPr="007271D3">
        <w:rPr>
          <w:rFonts w:ascii="Coda" w:hAnsi="Coda"/>
          <w:color w:val="000000" w:themeColor="text1"/>
          <w:sz w:val="20"/>
          <w:szCs w:val="20"/>
          <w:lang w:val="es-DO"/>
        </w:rPr>
        <w:t xml:space="preserve"> </w:t>
      </w:r>
      <w:r w:rsidR="00672CC4" w:rsidRPr="007271D3">
        <w:rPr>
          <w:rFonts w:ascii="Coda" w:hAnsi="Coda"/>
          <w:color w:val="000000" w:themeColor="text1"/>
          <w:sz w:val="20"/>
          <w:szCs w:val="20"/>
          <w:lang w:val="es-DO"/>
        </w:rPr>
        <w:t xml:space="preserve">áreas que cubre </w:t>
      </w:r>
      <w:r w:rsidR="007271D3" w:rsidRPr="007271D3">
        <w:rPr>
          <w:rFonts w:ascii="Coda" w:hAnsi="Coda"/>
          <w:color w:val="000000" w:themeColor="text1"/>
          <w:sz w:val="20"/>
          <w:szCs w:val="20"/>
          <w:lang w:val="es-DO"/>
        </w:rPr>
        <w:t>la operación</w:t>
      </w:r>
      <w:r w:rsidRPr="007271D3">
        <w:rPr>
          <w:rFonts w:ascii="Coda" w:hAnsi="Coda"/>
          <w:color w:val="000000" w:themeColor="text1"/>
          <w:sz w:val="20"/>
          <w:szCs w:val="20"/>
          <w:lang w:val="es-DO"/>
        </w:rPr>
        <w:t xml:space="preserve"> de Limpieza</w:t>
      </w:r>
      <w:r w:rsidR="00946DD6" w:rsidRPr="007271D3">
        <w:rPr>
          <w:rFonts w:ascii="Coda" w:hAnsi="Coda"/>
          <w:color w:val="000000" w:themeColor="text1"/>
          <w:sz w:val="20"/>
          <w:szCs w:val="20"/>
          <w:lang w:val="es-DO"/>
        </w:rPr>
        <w:t xml:space="preserve"> de Xerox </w:t>
      </w:r>
      <w:r w:rsidR="00672CC4" w:rsidRPr="007271D3">
        <w:rPr>
          <w:rFonts w:ascii="Coda" w:hAnsi="Coda"/>
          <w:color w:val="000000" w:themeColor="text1"/>
          <w:sz w:val="20"/>
          <w:szCs w:val="20"/>
          <w:lang w:val="es-DO"/>
        </w:rPr>
        <w:t>son las</w:t>
      </w:r>
      <w:r w:rsidR="00E548AD" w:rsidRPr="007271D3">
        <w:rPr>
          <w:rFonts w:ascii="Coda" w:hAnsi="Coda"/>
          <w:color w:val="000000" w:themeColor="text1"/>
          <w:sz w:val="20"/>
          <w:szCs w:val="20"/>
          <w:lang w:val="es-DO"/>
        </w:rPr>
        <w:t xml:space="preserve"> siguientes</w:t>
      </w:r>
      <w:r w:rsidR="001E0202" w:rsidRPr="007271D3">
        <w:rPr>
          <w:rFonts w:ascii="Coda" w:hAnsi="Coda"/>
          <w:color w:val="000000" w:themeColor="text1"/>
          <w:sz w:val="20"/>
          <w:szCs w:val="20"/>
          <w:lang w:val="es-DO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83"/>
        <w:gridCol w:w="5338"/>
      </w:tblGrid>
      <w:tr w:rsidR="001E0202" w:rsidRPr="007271D3" w14:paraId="4309E0CE" w14:textId="77777777" w:rsidTr="00C13A1C">
        <w:tc>
          <w:tcPr>
            <w:tcW w:w="4230" w:type="dxa"/>
            <w:shd w:val="clear" w:color="auto" w:fill="0D2031"/>
          </w:tcPr>
          <w:p w14:paraId="5877FB5E" w14:textId="77777777" w:rsidR="001E0202" w:rsidRPr="007271D3" w:rsidRDefault="00781361" w:rsidP="00E61485">
            <w:pPr>
              <w:jc w:val="center"/>
              <w:rPr>
                <w:rFonts w:ascii="Coda" w:hAnsi="Coda"/>
                <w:color w:val="FFFFFF" w:themeColor="background1"/>
                <w:sz w:val="22"/>
                <w:szCs w:val="22"/>
                <w:lang w:val="es-DO"/>
              </w:rPr>
            </w:pPr>
            <w:r w:rsidRPr="007271D3">
              <w:rPr>
                <w:rFonts w:ascii="Coda" w:hAnsi="Coda"/>
                <w:color w:val="FFFFFF" w:themeColor="background1"/>
                <w:sz w:val="22"/>
                <w:szCs w:val="22"/>
                <w:lang w:val="es-DO"/>
              </w:rPr>
              <w:t>Localización</w:t>
            </w:r>
            <w:r w:rsidR="007271D3" w:rsidRPr="007271D3">
              <w:rPr>
                <w:rFonts w:ascii="Coda" w:hAnsi="Coda"/>
                <w:color w:val="FFFFFF" w:themeColor="background1"/>
                <w:sz w:val="22"/>
                <w:szCs w:val="22"/>
                <w:lang w:val="es-DO"/>
              </w:rPr>
              <w:t xml:space="preserve"> ( Site)</w:t>
            </w:r>
          </w:p>
        </w:tc>
        <w:tc>
          <w:tcPr>
            <w:tcW w:w="5400" w:type="dxa"/>
            <w:shd w:val="clear" w:color="auto" w:fill="0D2031"/>
          </w:tcPr>
          <w:p w14:paraId="0DF31F71" w14:textId="77777777" w:rsidR="001E0202" w:rsidRPr="007271D3" w:rsidRDefault="00672CC4" w:rsidP="00E61485">
            <w:pPr>
              <w:jc w:val="center"/>
              <w:rPr>
                <w:rFonts w:ascii="Coda" w:hAnsi="Coda"/>
                <w:color w:val="FFFFFF" w:themeColor="background1"/>
                <w:sz w:val="22"/>
                <w:szCs w:val="22"/>
                <w:lang w:val="es-DO"/>
              </w:rPr>
            </w:pPr>
            <w:r w:rsidRPr="007271D3">
              <w:rPr>
                <w:rFonts w:ascii="Coda" w:hAnsi="Coda"/>
                <w:color w:val="FFFFFF" w:themeColor="background1"/>
                <w:sz w:val="22"/>
                <w:szCs w:val="22"/>
                <w:lang w:val="es-DO"/>
              </w:rPr>
              <w:t>Áreas</w:t>
            </w:r>
            <w:r w:rsidR="0091008C" w:rsidRPr="007271D3">
              <w:rPr>
                <w:rFonts w:ascii="Coda" w:hAnsi="Coda"/>
                <w:color w:val="FFFFFF" w:themeColor="background1"/>
                <w:sz w:val="22"/>
                <w:szCs w:val="22"/>
                <w:lang w:val="es-DO"/>
              </w:rPr>
              <w:t>.</w:t>
            </w:r>
          </w:p>
        </w:tc>
      </w:tr>
      <w:tr w:rsidR="004C3C07" w:rsidRPr="007271D3" w14:paraId="132D729E" w14:textId="77777777" w:rsidTr="00C13A1C">
        <w:tc>
          <w:tcPr>
            <w:tcW w:w="4230" w:type="dxa"/>
            <w:vMerge w:val="restart"/>
            <w:vAlign w:val="center"/>
          </w:tcPr>
          <w:p w14:paraId="6D0225DC" w14:textId="77777777" w:rsidR="004C3C07" w:rsidRPr="007271D3" w:rsidRDefault="00E548AD" w:rsidP="00E61485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San Isidro</w:t>
            </w:r>
          </w:p>
        </w:tc>
        <w:tc>
          <w:tcPr>
            <w:tcW w:w="5400" w:type="dxa"/>
          </w:tcPr>
          <w:p w14:paraId="06735FC3" w14:textId="77777777" w:rsidR="004C3C07" w:rsidRPr="007271D3" w:rsidRDefault="004C3C07" w:rsidP="004C3C07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Áreas de Producción</w:t>
            </w:r>
            <w:r w:rsidR="00E61485"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.</w:t>
            </w:r>
          </w:p>
        </w:tc>
      </w:tr>
      <w:tr w:rsidR="004C3C07" w:rsidRPr="007271D3" w14:paraId="51E8791A" w14:textId="77777777" w:rsidTr="00C13A1C">
        <w:tc>
          <w:tcPr>
            <w:tcW w:w="4230" w:type="dxa"/>
            <w:vMerge/>
          </w:tcPr>
          <w:p w14:paraId="5192C268" w14:textId="77777777" w:rsidR="004C3C07" w:rsidRPr="007271D3" w:rsidRDefault="004C3C07" w:rsidP="00E6632C">
            <w:pPr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</w:p>
        </w:tc>
        <w:tc>
          <w:tcPr>
            <w:tcW w:w="5400" w:type="dxa"/>
          </w:tcPr>
          <w:p w14:paraId="0638F3AA" w14:textId="77777777" w:rsidR="004C3C07" w:rsidRPr="007271D3" w:rsidRDefault="004C3C07" w:rsidP="004C3C07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Áreas de Entrenamiento</w:t>
            </w:r>
            <w:r w:rsidR="00E61485"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.</w:t>
            </w:r>
          </w:p>
        </w:tc>
      </w:tr>
      <w:tr w:rsidR="004C3C07" w:rsidRPr="007271D3" w14:paraId="7E5ABDF3" w14:textId="77777777" w:rsidTr="00C13A1C">
        <w:tc>
          <w:tcPr>
            <w:tcW w:w="4230" w:type="dxa"/>
            <w:vMerge/>
          </w:tcPr>
          <w:p w14:paraId="5E7ACB10" w14:textId="77777777" w:rsidR="004C3C07" w:rsidRPr="007271D3" w:rsidRDefault="004C3C07" w:rsidP="00E6632C">
            <w:pPr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</w:p>
        </w:tc>
        <w:tc>
          <w:tcPr>
            <w:tcW w:w="5400" w:type="dxa"/>
          </w:tcPr>
          <w:p w14:paraId="27CCFEE1" w14:textId="77777777" w:rsidR="004C3C07" w:rsidRPr="007271D3" w:rsidRDefault="004C3C07" w:rsidP="004C3C07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 xml:space="preserve">Baños </w:t>
            </w:r>
            <w:r w:rsidR="007271D3"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(Área</w:t>
            </w: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 xml:space="preserve"> de </w:t>
            </w:r>
            <w:r w:rsidR="007271D3"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Producción)</w:t>
            </w:r>
            <w:r w:rsidR="00E61485"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.</w:t>
            </w:r>
          </w:p>
        </w:tc>
      </w:tr>
      <w:tr w:rsidR="00E61485" w:rsidRPr="007271D3" w14:paraId="7D67EC37" w14:textId="77777777" w:rsidTr="00C13A1C">
        <w:tc>
          <w:tcPr>
            <w:tcW w:w="4230" w:type="dxa"/>
            <w:vMerge w:val="restart"/>
            <w:vAlign w:val="center"/>
          </w:tcPr>
          <w:p w14:paraId="7A3606AA" w14:textId="77777777" w:rsidR="00E61485" w:rsidRPr="007271D3" w:rsidRDefault="00E548AD" w:rsidP="00E548AD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Luperon</w:t>
            </w:r>
          </w:p>
        </w:tc>
        <w:tc>
          <w:tcPr>
            <w:tcW w:w="5400" w:type="dxa"/>
          </w:tcPr>
          <w:p w14:paraId="05AA9D79" w14:textId="77777777" w:rsidR="00E61485" w:rsidRPr="007271D3" w:rsidRDefault="00E61485" w:rsidP="00767511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Áreas de Producción.</w:t>
            </w:r>
          </w:p>
        </w:tc>
      </w:tr>
      <w:tr w:rsidR="00E61485" w:rsidRPr="007271D3" w14:paraId="5757B0D1" w14:textId="77777777" w:rsidTr="00C13A1C">
        <w:tc>
          <w:tcPr>
            <w:tcW w:w="4230" w:type="dxa"/>
            <w:vMerge/>
          </w:tcPr>
          <w:p w14:paraId="16DE0234" w14:textId="77777777" w:rsidR="00E61485" w:rsidRPr="007271D3" w:rsidRDefault="00E61485" w:rsidP="00E6632C">
            <w:pPr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</w:p>
        </w:tc>
        <w:tc>
          <w:tcPr>
            <w:tcW w:w="5400" w:type="dxa"/>
          </w:tcPr>
          <w:p w14:paraId="5E07410E" w14:textId="77777777" w:rsidR="00E61485" w:rsidRPr="007271D3" w:rsidRDefault="00E61485" w:rsidP="00767511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Áreas de Entrenamiento.</w:t>
            </w:r>
          </w:p>
        </w:tc>
      </w:tr>
      <w:tr w:rsidR="00E61485" w:rsidRPr="007271D3" w14:paraId="5788BC3E" w14:textId="77777777" w:rsidTr="00C13A1C">
        <w:tc>
          <w:tcPr>
            <w:tcW w:w="4230" w:type="dxa"/>
            <w:vMerge/>
          </w:tcPr>
          <w:p w14:paraId="5A272FFF" w14:textId="77777777" w:rsidR="00E61485" w:rsidRPr="007271D3" w:rsidRDefault="00E61485" w:rsidP="00E6632C">
            <w:pPr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</w:p>
        </w:tc>
        <w:tc>
          <w:tcPr>
            <w:tcW w:w="5400" w:type="dxa"/>
          </w:tcPr>
          <w:p w14:paraId="2C691CF5" w14:textId="77777777" w:rsidR="00E61485" w:rsidRPr="007271D3" w:rsidRDefault="00E61485" w:rsidP="004C3C07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 xml:space="preserve">Baños. </w:t>
            </w:r>
          </w:p>
        </w:tc>
      </w:tr>
      <w:tr w:rsidR="00E61485" w:rsidRPr="007271D3" w14:paraId="0B072A33" w14:textId="77777777" w:rsidTr="00C13A1C">
        <w:tc>
          <w:tcPr>
            <w:tcW w:w="4230" w:type="dxa"/>
            <w:vMerge/>
          </w:tcPr>
          <w:p w14:paraId="33AA7D2D" w14:textId="77777777" w:rsidR="00E61485" w:rsidRPr="007271D3" w:rsidRDefault="00E61485" w:rsidP="00E6632C">
            <w:pPr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</w:p>
        </w:tc>
        <w:tc>
          <w:tcPr>
            <w:tcW w:w="5400" w:type="dxa"/>
          </w:tcPr>
          <w:p w14:paraId="2E90FB58" w14:textId="77777777" w:rsidR="00E61485" w:rsidRPr="007271D3" w:rsidRDefault="00E61485" w:rsidP="00767511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Áreas Administrativas.</w:t>
            </w:r>
          </w:p>
        </w:tc>
      </w:tr>
    </w:tbl>
    <w:p w14:paraId="2CEAA817" w14:textId="77777777" w:rsidR="003C07D4" w:rsidRPr="007271D3" w:rsidRDefault="001E0202" w:rsidP="003C07D4">
      <w:pPr>
        <w:rPr>
          <w:rFonts w:ascii="Coda" w:hAnsi="Coda"/>
          <w:lang w:val="es-DO"/>
        </w:rPr>
      </w:pPr>
      <w:r w:rsidRPr="007271D3">
        <w:rPr>
          <w:rFonts w:ascii="Coda" w:hAnsi="Coda"/>
          <w:lang w:val="es-DO"/>
        </w:rPr>
        <w:t xml:space="preserve">        </w:t>
      </w:r>
    </w:p>
    <w:p w14:paraId="413F51B9" w14:textId="77777777" w:rsidR="0061703D" w:rsidRPr="007271D3" w:rsidRDefault="003C07D4" w:rsidP="003C07D4">
      <w:pPr>
        <w:pStyle w:val="Heading2"/>
        <w:numPr>
          <w:ilvl w:val="0"/>
          <w:numId w:val="2"/>
        </w:numPr>
        <w:ind w:left="450" w:hanging="270"/>
        <w:rPr>
          <w:rFonts w:ascii="Coda" w:hAnsi="Coda" w:cs="Arial"/>
          <w:b w:val="0"/>
          <w:color w:val="002060"/>
          <w:lang w:val="es-DO"/>
        </w:rPr>
      </w:pPr>
      <w:r w:rsidRPr="007271D3">
        <w:rPr>
          <w:rFonts w:ascii="Coda" w:hAnsi="Coda"/>
          <w:lang w:val="es-DO"/>
        </w:rPr>
        <w:t xml:space="preserve"> </w:t>
      </w:r>
      <w:r w:rsidR="00665BF1" w:rsidRPr="007271D3">
        <w:rPr>
          <w:rFonts w:ascii="Coda" w:hAnsi="Coda" w:cs="Arial"/>
          <w:b w:val="0"/>
          <w:color w:val="002060"/>
          <w:lang w:val="es-DO"/>
        </w:rPr>
        <w:t xml:space="preserve">Planes de </w:t>
      </w:r>
      <w:r w:rsidRPr="007271D3">
        <w:rPr>
          <w:rFonts w:ascii="Coda" w:hAnsi="Coda" w:cs="Arial"/>
          <w:b w:val="0"/>
          <w:color w:val="002060"/>
          <w:lang w:val="es-DO"/>
        </w:rPr>
        <w:t xml:space="preserve">Operaciones de </w:t>
      </w:r>
      <w:r w:rsidR="007271D3" w:rsidRPr="007271D3">
        <w:rPr>
          <w:rFonts w:ascii="Coda" w:hAnsi="Coda" w:cs="Arial"/>
          <w:b w:val="0"/>
          <w:color w:val="002060"/>
          <w:lang w:val="es-DO"/>
        </w:rPr>
        <w:t>Limpieza.</w:t>
      </w:r>
    </w:p>
    <w:p w14:paraId="352EF81B" w14:textId="77777777" w:rsidR="00E6632C" w:rsidRPr="007271D3" w:rsidRDefault="003C07D4" w:rsidP="00634D87">
      <w:pPr>
        <w:rPr>
          <w:rFonts w:ascii="Coda" w:hAnsi="Coda"/>
          <w:lang w:val="es-DO"/>
        </w:rPr>
      </w:pPr>
      <w:r w:rsidRPr="007271D3">
        <w:rPr>
          <w:rFonts w:ascii="Coda" w:hAnsi="Coda"/>
          <w:lang w:val="es-DO"/>
        </w:rPr>
        <w:t xml:space="preserve">          </w:t>
      </w:r>
      <w:r w:rsidR="008B137F" w:rsidRPr="007271D3">
        <w:rPr>
          <w:rFonts w:ascii="Coda" w:hAnsi="Coda"/>
          <w:color w:val="000000" w:themeColor="text1"/>
          <w:sz w:val="20"/>
          <w:szCs w:val="20"/>
          <w:lang w:val="es-DO"/>
        </w:rPr>
        <w:t xml:space="preserve">Las actividades que cubre </w:t>
      </w:r>
      <w:r w:rsidR="007271D3" w:rsidRPr="007271D3">
        <w:rPr>
          <w:rFonts w:ascii="Coda" w:hAnsi="Coda"/>
          <w:color w:val="000000" w:themeColor="text1"/>
          <w:sz w:val="20"/>
          <w:szCs w:val="20"/>
          <w:lang w:val="es-DO"/>
        </w:rPr>
        <w:t>la operación</w:t>
      </w:r>
      <w:r w:rsidR="008B137F" w:rsidRPr="007271D3">
        <w:rPr>
          <w:rFonts w:ascii="Coda" w:hAnsi="Coda"/>
          <w:color w:val="000000" w:themeColor="text1"/>
          <w:sz w:val="20"/>
          <w:szCs w:val="20"/>
          <w:lang w:val="es-DO"/>
        </w:rPr>
        <w:t xml:space="preserve"> de Limpieza de Xerox son las siguientes:</w:t>
      </w:r>
    </w:p>
    <w:p w14:paraId="65F0EBBD" w14:textId="77777777" w:rsidR="008B137F" w:rsidRPr="007271D3" w:rsidRDefault="00E56D7A" w:rsidP="00E6632C">
      <w:pPr>
        <w:rPr>
          <w:rFonts w:ascii="Coda" w:hAnsi="Coda"/>
          <w:lang w:val="es-DO"/>
        </w:rPr>
      </w:pPr>
      <w:r w:rsidRPr="007271D3">
        <w:rPr>
          <w:rFonts w:ascii="Coda" w:hAnsi="Coda"/>
          <w:noProof/>
          <w:lang w:eastAsia="en-US"/>
        </w:rPr>
        <w:drawing>
          <wp:inline distT="0" distB="0" distL="0" distR="0" wp14:anchorId="475ACA43" wp14:editId="010E4A14">
            <wp:extent cx="6120765" cy="2537878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537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9099E2" w14:textId="77777777" w:rsidR="008B137F" w:rsidRPr="007271D3" w:rsidRDefault="008B137F" w:rsidP="00E6632C">
      <w:pPr>
        <w:rPr>
          <w:rFonts w:ascii="Coda" w:hAnsi="Coda"/>
          <w:lang w:val="es-DO"/>
        </w:rPr>
      </w:pPr>
    </w:p>
    <w:p w14:paraId="546C6657" w14:textId="77777777" w:rsidR="008B137F" w:rsidRPr="007271D3" w:rsidRDefault="008B137F" w:rsidP="00E6632C">
      <w:pPr>
        <w:rPr>
          <w:rFonts w:ascii="Coda" w:hAnsi="Coda"/>
          <w:lang w:val="es-DO"/>
        </w:rPr>
      </w:pPr>
    </w:p>
    <w:p w14:paraId="5D9EFF61" w14:textId="77777777" w:rsidR="000221A5" w:rsidRPr="007271D3" w:rsidRDefault="00695FCE" w:rsidP="00E6632C">
      <w:pPr>
        <w:rPr>
          <w:rFonts w:ascii="Coda" w:hAnsi="Coda"/>
          <w:lang w:val="es-DO"/>
        </w:rPr>
      </w:pPr>
      <w:r w:rsidRPr="007271D3">
        <w:rPr>
          <w:rFonts w:ascii="Coda" w:hAnsi="Coda"/>
          <w:noProof/>
          <w:lang w:eastAsia="en-US"/>
        </w:rPr>
        <w:lastRenderedPageBreak/>
        <w:drawing>
          <wp:inline distT="0" distB="0" distL="0" distR="0" wp14:anchorId="1C3C9DA9" wp14:editId="5C791F4E">
            <wp:extent cx="6120765" cy="2031601"/>
            <wp:effectExtent l="19050" t="0" r="0" b="0"/>
            <wp:docPr id="74" name="Imagen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031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B81C08" w14:textId="77777777" w:rsidR="000221A5" w:rsidRPr="007271D3" w:rsidRDefault="000221A5" w:rsidP="00E6632C">
      <w:pPr>
        <w:rPr>
          <w:rFonts w:ascii="Coda" w:hAnsi="Coda"/>
          <w:lang w:val="es-DO"/>
        </w:rPr>
      </w:pPr>
    </w:p>
    <w:p w14:paraId="2D18390C" w14:textId="77777777" w:rsidR="000221A5" w:rsidRPr="007271D3" w:rsidRDefault="000221A5" w:rsidP="00E6632C">
      <w:pPr>
        <w:rPr>
          <w:rFonts w:ascii="Coda" w:hAnsi="Coda"/>
          <w:lang w:val="es-DO"/>
        </w:rPr>
      </w:pPr>
    </w:p>
    <w:p w14:paraId="1551488B" w14:textId="77777777" w:rsidR="000221A5" w:rsidRPr="007271D3" w:rsidRDefault="000221A5" w:rsidP="00E6632C">
      <w:pPr>
        <w:rPr>
          <w:rFonts w:ascii="Coda" w:hAnsi="Coda"/>
          <w:lang w:val="es-DO"/>
        </w:rPr>
      </w:pPr>
    </w:p>
    <w:p w14:paraId="6A58C566" w14:textId="77777777" w:rsidR="000221A5" w:rsidRPr="007271D3" w:rsidRDefault="000221A5" w:rsidP="00E6632C">
      <w:pPr>
        <w:rPr>
          <w:rFonts w:ascii="Coda" w:hAnsi="Coda"/>
          <w:lang w:val="es-DO"/>
        </w:rPr>
      </w:pPr>
    </w:p>
    <w:p w14:paraId="6A99D024" w14:textId="77777777" w:rsidR="000221A5" w:rsidRPr="007271D3" w:rsidRDefault="000221A5" w:rsidP="00E6632C">
      <w:pPr>
        <w:rPr>
          <w:rFonts w:ascii="Coda" w:hAnsi="Coda"/>
          <w:lang w:val="es-DO"/>
        </w:rPr>
      </w:pPr>
    </w:p>
    <w:p w14:paraId="29D2D91C" w14:textId="77777777" w:rsidR="000221A5" w:rsidRPr="007271D3" w:rsidRDefault="000221A5" w:rsidP="00E6632C">
      <w:pPr>
        <w:rPr>
          <w:rFonts w:ascii="Coda" w:hAnsi="Coda"/>
          <w:lang w:val="es-DO"/>
        </w:rPr>
      </w:pPr>
    </w:p>
    <w:p w14:paraId="18DFCD75" w14:textId="77777777" w:rsidR="000221A5" w:rsidRPr="007271D3" w:rsidRDefault="000221A5" w:rsidP="00E6632C">
      <w:pPr>
        <w:rPr>
          <w:rFonts w:ascii="Coda" w:hAnsi="Coda"/>
          <w:lang w:val="es-DO"/>
        </w:rPr>
      </w:pPr>
    </w:p>
    <w:p w14:paraId="5CD9C384" w14:textId="77777777" w:rsidR="000221A5" w:rsidRPr="007271D3" w:rsidRDefault="000221A5" w:rsidP="00E6632C">
      <w:pPr>
        <w:rPr>
          <w:rFonts w:ascii="Coda" w:hAnsi="Coda"/>
          <w:lang w:val="es-DO"/>
        </w:rPr>
      </w:pPr>
    </w:p>
    <w:p w14:paraId="292E79C5" w14:textId="77777777" w:rsidR="000221A5" w:rsidRPr="007271D3" w:rsidRDefault="000221A5" w:rsidP="00E6632C">
      <w:pPr>
        <w:rPr>
          <w:rFonts w:ascii="Coda" w:hAnsi="Coda"/>
          <w:lang w:val="es-DO"/>
        </w:rPr>
      </w:pPr>
    </w:p>
    <w:p w14:paraId="770233BC" w14:textId="77777777" w:rsidR="000221A5" w:rsidRPr="007271D3" w:rsidRDefault="000221A5" w:rsidP="00E6632C">
      <w:pPr>
        <w:rPr>
          <w:rFonts w:ascii="Coda" w:hAnsi="Coda"/>
          <w:lang w:val="es-DO"/>
        </w:rPr>
      </w:pPr>
    </w:p>
    <w:p w14:paraId="2A87A3D7" w14:textId="77777777" w:rsidR="000221A5" w:rsidRPr="007271D3" w:rsidRDefault="000221A5" w:rsidP="00E6632C">
      <w:pPr>
        <w:rPr>
          <w:rFonts w:ascii="Coda" w:hAnsi="Coda"/>
          <w:lang w:val="es-DO"/>
        </w:rPr>
      </w:pPr>
    </w:p>
    <w:p w14:paraId="30A5425A" w14:textId="77777777" w:rsidR="000221A5" w:rsidRPr="007271D3" w:rsidRDefault="000221A5" w:rsidP="00E6632C">
      <w:pPr>
        <w:rPr>
          <w:rFonts w:ascii="Coda" w:hAnsi="Coda"/>
          <w:lang w:val="es-DO"/>
        </w:rPr>
      </w:pPr>
    </w:p>
    <w:p w14:paraId="4EEF48F7" w14:textId="77777777" w:rsidR="000221A5" w:rsidRPr="007271D3" w:rsidRDefault="000221A5" w:rsidP="00E6632C">
      <w:pPr>
        <w:rPr>
          <w:rFonts w:ascii="Coda" w:hAnsi="Coda"/>
          <w:lang w:val="es-DO"/>
        </w:rPr>
      </w:pPr>
    </w:p>
    <w:p w14:paraId="4CCF1681" w14:textId="77777777" w:rsidR="000221A5" w:rsidRPr="007271D3" w:rsidRDefault="000221A5" w:rsidP="00E6632C">
      <w:pPr>
        <w:rPr>
          <w:rFonts w:ascii="Coda" w:hAnsi="Coda"/>
          <w:lang w:val="es-DO"/>
        </w:rPr>
      </w:pPr>
    </w:p>
    <w:p w14:paraId="3F9F267C" w14:textId="77777777" w:rsidR="000221A5" w:rsidRPr="007271D3" w:rsidRDefault="000221A5" w:rsidP="00E6632C">
      <w:pPr>
        <w:rPr>
          <w:rFonts w:ascii="Coda" w:hAnsi="Coda"/>
          <w:lang w:val="es-DO"/>
        </w:rPr>
      </w:pPr>
    </w:p>
    <w:p w14:paraId="579431CC" w14:textId="77777777" w:rsidR="000221A5" w:rsidRPr="007271D3" w:rsidRDefault="000221A5" w:rsidP="00E6632C">
      <w:pPr>
        <w:rPr>
          <w:rFonts w:ascii="Coda" w:hAnsi="Coda"/>
          <w:lang w:val="es-DO"/>
        </w:rPr>
      </w:pPr>
    </w:p>
    <w:p w14:paraId="6B473546" w14:textId="77777777" w:rsidR="000221A5" w:rsidRPr="007271D3" w:rsidRDefault="000221A5" w:rsidP="00E6632C">
      <w:pPr>
        <w:rPr>
          <w:rFonts w:ascii="Coda" w:hAnsi="Coda"/>
          <w:lang w:val="es-DO"/>
        </w:rPr>
      </w:pPr>
    </w:p>
    <w:p w14:paraId="25D3BA4A" w14:textId="77777777" w:rsidR="0091008C" w:rsidRPr="005124A9" w:rsidRDefault="00665BF1" w:rsidP="003C07D4">
      <w:pPr>
        <w:pStyle w:val="Heading2"/>
        <w:numPr>
          <w:ilvl w:val="0"/>
          <w:numId w:val="2"/>
        </w:numPr>
        <w:rPr>
          <w:rFonts w:ascii="Coda" w:hAnsi="Coda" w:cs="Arial"/>
          <w:b w:val="0"/>
          <w:color w:val="002060"/>
          <w:lang w:val="es-DO"/>
        </w:rPr>
      </w:pPr>
      <w:r w:rsidRPr="005124A9">
        <w:rPr>
          <w:rFonts w:ascii="Coda" w:hAnsi="Coda" w:cs="Arial"/>
          <w:b w:val="0"/>
          <w:color w:val="002060"/>
          <w:lang w:val="es-DO"/>
        </w:rPr>
        <w:t>División y Programación</w:t>
      </w:r>
      <w:r w:rsidR="003C07D4" w:rsidRPr="005124A9">
        <w:rPr>
          <w:rFonts w:ascii="Coda" w:hAnsi="Coda" w:cs="Arial"/>
          <w:b w:val="0"/>
          <w:color w:val="002060"/>
          <w:lang w:val="es-DO"/>
        </w:rPr>
        <w:t xml:space="preserve"> de Actividades.</w:t>
      </w:r>
    </w:p>
    <w:p w14:paraId="469E6619" w14:textId="77777777" w:rsidR="003C07D4" w:rsidRPr="007271D3" w:rsidRDefault="003C07D4" w:rsidP="003C07D4">
      <w:pPr>
        <w:rPr>
          <w:rFonts w:ascii="Coda" w:hAnsi="Coda"/>
          <w:lang w:val="es-DO"/>
        </w:rPr>
      </w:pPr>
      <w:r w:rsidRPr="007271D3">
        <w:rPr>
          <w:rFonts w:ascii="Coda" w:hAnsi="Coda"/>
          <w:lang w:val="es-DO"/>
        </w:rPr>
        <w:t xml:space="preserve">               </w:t>
      </w:r>
      <w:r w:rsidR="009B130E">
        <w:rPr>
          <w:rFonts w:ascii="Coda" w:hAnsi="Coda"/>
          <w:lang w:val="es-DO"/>
        </w:rPr>
        <w:t xml:space="preserve">       </w:t>
      </w:r>
      <w:r w:rsidRPr="007271D3">
        <w:rPr>
          <w:rFonts w:ascii="Coda" w:hAnsi="Coda"/>
          <w:color w:val="000000" w:themeColor="text1"/>
          <w:sz w:val="20"/>
          <w:szCs w:val="20"/>
          <w:lang w:val="es-DO"/>
        </w:rPr>
        <w:t xml:space="preserve">La </w:t>
      </w:r>
      <w:r w:rsidR="005E18FF" w:rsidRPr="007271D3">
        <w:rPr>
          <w:rFonts w:ascii="Coda" w:hAnsi="Coda"/>
          <w:color w:val="000000" w:themeColor="text1"/>
          <w:sz w:val="20"/>
          <w:szCs w:val="20"/>
          <w:lang w:val="es-DO"/>
        </w:rPr>
        <w:t xml:space="preserve">división y la </w:t>
      </w:r>
      <w:r w:rsidRPr="007271D3">
        <w:rPr>
          <w:rFonts w:ascii="Coda" w:hAnsi="Coda"/>
          <w:color w:val="000000" w:themeColor="text1"/>
          <w:sz w:val="20"/>
          <w:szCs w:val="20"/>
          <w:lang w:val="es-DO"/>
        </w:rPr>
        <w:t>programación del personal de limpieza es la siguiente</w:t>
      </w:r>
      <w:r w:rsidR="005E18FF" w:rsidRPr="007271D3">
        <w:rPr>
          <w:rFonts w:ascii="Coda" w:hAnsi="Coda"/>
          <w:color w:val="000000" w:themeColor="text1"/>
          <w:sz w:val="20"/>
          <w:szCs w:val="20"/>
          <w:lang w:val="es-DO"/>
        </w:rPr>
        <w:t>:</w:t>
      </w:r>
      <w:r w:rsidRPr="007271D3">
        <w:rPr>
          <w:rFonts w:ascii="Coda" w:hAnsi="Coda"/>
          <w:color w:val="000000" w:themeColor="text1"/>
          <w:sz w:val="20"/>
          <w:szCs w:val="20"/>
          <w:lang w:val="es-DO"/>
        </w:rPr>
        <w:t xml:space="preserve">  </w:t>
      </w:r>
    </w:p>
    <w:p w14:paraId="45BFB648" w14:textId="6360172E" w:rsidR="003C07D4" w:rsidRPr="007271D3" w:rsidRDefault="00F72D1F" w:rsidP="003C07D4">
      <w:pPr>
        <w:rPr>
          <w:rFonts w:ascii="Coda" w:hAnsi="Coda"/>
          <w:lang w:val="es-DO"/>
        </w:rPr>
      </w:pPr>
      <w:r>
        <w:rPr>
          <w:rFonts w:ascii="Coda" w:hAnsi="Cod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B2E08C" wp14:editId="5BD70823">
                <wp:simplePos x="0" y="0"/>
                <wp:positionH relativeFrom="column">
                  <wp:posOffset>1713865</wp:posOffset>
                </wp:positionH>
                <wp:positionV relativeFrom="paragraph">
                  <wp:posOffset>99695</wp:posOffset>
                </wp:positionV>
                <wp:extent cx="2419350" cy="276225"/>
                <wp:effectExtent l="9525" t="12700" r="9525" b="25400"/>
                <wp:wrapNone/>
                <wp:docPr id="1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2762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03275053" w14:textId="77777777" w:rsidR="003C07D4" w:rsidRPr="00F002E7" w:rsidRDefault="00E92566" w:rsidP="003C07D4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s-DO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s-DO"/>
                              </w:rPr>
                              <w:t xml:space="preserve"> Site San Isidro</w:t>
                            </w:r>
                          </w:p>
                          <w:p w14:paraId="16412AB7" w14:textId="77777777" w:rsidR="003C07D4" w:rsidRPr="00F002E7" w:rsidRDefault="003C07D4" w:rsidP="003C07D4">
                            <w:pPr>
                              <w:rPr>
                                <w:lang w:val="es-D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2E08C" id="Text Box 69" o:spid="_x0000_s1037" type="#_x0000_t202" style="position:absolute;margin-left:134.95pt;margin-top:7.85pt;width:190.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RwC3gIAAOYGAAAOAAAAZHJzL2Uyb0RvYy54bWy0VW1v1DAM/o7Ef4jynbXX3Wu13jQ2hpDG&#10;i7QhPufStI1Ik5Dkrh2/HifpdRWbYCC4D1ViO/Zj+7Hv7LxvBTowY7mSBZ6dpBgxSVXJZV3gz3fX&#10;r9YYWUdkSYSSrMD3zOLz7csXZ53OWaYaJUpmEDiRNu90gRvndJ4kljasJfZEaSZBWSnTEgdXUyel&#10;IR14b0WSpeky6ZQptVGUWQvSq6jE2+C/qhh1H6vKModEgQGbC18Tvjv/TbZnJK8N0Q2nAwzyFyha&#10;wiUEHV1dEUfQ3vBHrlpOjbKqcidUtYmqKk5ZyAGymaU/ZXPbEM1CLlAcq8cy2X/nln44fDKIl9A7&#10;KI8kLfTojvUOvVY9Wm58fTptczC71WDoepCDbcjV6htFv1ok1WVDZM0ujFFdw0gJ+Gb+ZTJ5Gv1Y&#10;72TXvVclxCF7p4KjvjKtLx6UA4F3AHI/9sZjoSDM5rPN6QJUFHTZapllixCC5MfX2lj3lqkW+UOB&#10;DfQ+eCeHG+s8GpIfTYZOlddcCGSU+8JdE4rtwwalhTfxgLSCfKI40JJdCoMOBAhFKGXSxWKIfQtZ&#10;RfkyhV+kFoiBgFE8P4oByegp4KrtNNYi2HnJaPXreDAIT8VbH8W/iTfzdv8/QUBRH8squERAGeDJ&#10;ehOjI0uJYJ6HQ1thKEN/fB2ERB1ostURphJ8VD6zSH/cFDsN0nIHe0rwtsChrEN7PdvfyDJsEUe4&#10;iGfIVEiPm4UNNFBJ7cHFbVN2qOSeoNn6dAPbseSwjk7X6TLdrDAiooY9Sp3BT/LymblGBgVUUwIO&#10;oInQDYmMGg0fUWREGwg6SSQMtZ/jONGu3/Vhf6x83/zA71R5D1MOY+XHxv85wKFR5jtGHSzaAttv&#10;e2IYRuKdhMnazOZzMHPhMl+sMriYqWY31RBJwVWBHZQqHC9d3OZ7bXjdQKQ4jlJdwHapeBj8B1TD&#10;ToJlGucuLn6/raf3YPXw97T9AQAA//8DAFBLAwQUAAYACAAAACEAdce+/uAAAAAJAQAADwAAAGRy&#10;cy9kb3ducmV2LnhtbEyPy07DMBBF90j8gzVI7KhNpKQkxKkQEmLBQ6I8RHdOMk2ixuNgu234e4YV&#10;LGfu0Z0z5Wq2ozigD4MjDZcLBQKpce1AnYa317uLKxAhGmrN6Ag1fGOAVXV6UpqidUd6wcM6doJL&#10;KBRGQx/jVEgZmh6tCQs3IXG2dd6ayKPvZOvNkcvtKBOlMmnNQHyhNxPe9tjs1nur4f0jp8/HZ3Xv&#10;7UxPy6/t5qHebbQ+P5tvrkFEnOMfDL/6rA4VO9VuT20Qo4Yky3NGOUiXIBjIUsWLWkOaJyCrUv7/&#10;oPoBAAD//wMAUEsBAi0AFAAGAAgAAAAhALaDOJL+AAAA4QEAABMAAAAAAAAAAAAAAAAAAAAAAFtD&#10;b250ZW50X1R5cGVzXS54bWxQSwECLQAUAAYACAAAACEAOP0h/9YAAACUAQAACwAAAAAAAAAAAAAA&#10;AAAvAQAAX3JlbHMvLnJlbHNQSwECLQAUAAYACAAAACEA/7UcAt4CAADmBgAADgAAAAAAAAAAAAAA&#10;AAAuAgAAZHJzL2Uyb0RvYy54bWxQSwECLQAUAAYACAAAACEAdce+/uAAAAAJAQAADwAAAAAAAAAA&#10;AAAAAAA4BQAAZHJzL2Rvd25yZXYueG1sUEsFBgAAAAAEAAQA8wAAAEUGAAAAAA==&#10;" fillcolor="#9cc2e5 [1940]" strokecolor="#9cc2e5 [1940]" strokeweight="1pt">
                <v:fill color2="#deeaf6 [660]" angle="135" focus="50%" type="gradient"/>
                <v:shadow on="t" color="#1f4d78 [1604]" opacity=".5" offset="1pt"/>
                <v:textbox>
                  <w:txbxContent>
                    <w:p w14:paraId="03275053" w14:textId="77777777" w:rsidR="003C07D4" w:rsidRPr="00F002E7" w:rsidRDefault="00E92566" w:rsidP="003C07D4">
                      <w:pPr>
                        <w:jc w:val="center"/>
                        <w:rPr>
                          <w:b/>
                          <w:sz w:val="20"/>
                          <w:szCs w:val="20"/>
                          <w:lang w:val="es-DO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s-DO"/>
                        </w:rPr>
                        <w:t xml:space="preserve"> Site San Isidro</w:t>
                      </w:r>
                    </w:p>
                    <w:p w14:paraId="16412AB7" w14:textId="77777777" w:rsidR="003C07D4" w:rsidRPr="00F002E7" w:rsidRDefault="003C07D4" w:rsidP="003C07D4">
                      <w:pPr>
                        <w:rPr>
                          <w:lang w:val="es-D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C0C2E4" w14:textId="77777777" w:rsidR="003C07D4" w:rsidRPr="007271D3" w:rsidRDefault="003C07D4" w:rsidP="003C07D4">
      <w:pPr>
        <w:rPr>
          <w:rFonts w:ascii="Coda" w:hAnsi="Coda"/>
          <w:lang w:val="es-DO"/>
        </w:rPr>
      </w:pPr>
    </w:p>
    <w:p w14:paraId="0C01A3C3" w14:textId="77777777" w:rsidR="000221A5" w:rsidRPr="007271D3" w:rsidRDefault="005E18FF" w:rsidP="00F049B1">
      <w:pPr>
        <w:rPr>
          <w:rFonts w:ascii="Coda" w:hAnsi="Coda"/>
          <w:lang w:val="es-DO"/>
        </w:rPr>
      </w:pPr>
      <w:r w:rsidRPr="007271D3">
        <w:rPr>
          <w:rFonts w:ascii="Coda" w:hAnsi="Coda"/>
          <w:noProof/>
          <w:lang w:eastAsia="en-US"/>
        </w:rPr>
        <w:drawing>
          <wp:inline distT="0" distB="0" distL="0" distR="0" wp14:anchorId="425D178D" wp14:editId="085D5B03">
            <wp:extent cx="5816289" cy="6038496"/>
            <wp:effectExtent l="19050" t="0" r="0" b="0"/>
            <wp:docPr id="8" name="7 Imagen" descr="Division de Personal San Isidr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vision de Personal San Isidro2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16289" cy="6038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49B1" w:rsidRPr="007271D3">
        <w:rPr>
          <w:rFonts w:ascii="Coda" w:hAnsi="Coda"/>
          <w:lang w:val="es-DO"/>
        </w:rPr>
        <w:t xml:space="preserve">      </w:t>
      </w:r>
      <w:r w:rsidR="00946DD6" w:rsidRPr="007271D3">
        <w:rPr>
          <w:rFonts w:ascii="Coda" w:hAnsi="Coda"/>
          <w:noProof/>
          <w:lang w:val="es-DO" w:eastAsia="en-US"/>
        </w:rPr>
        <w:t xml:space="preserve"> </w:t>
      </w:r>
    </w:p>
    <w:p w14:paraId="35F417C7" w14:textId="77777777" w:rsidR="000221A5" w:rsidRPr="007271D3" w:rsidRDefault="000221A5" w:rsidP="00A41F21">
      <w:pPr>
        <w:jc w:val="both"/>
        <w:rPr>
          <w:rFonts w:ascii="Coda" w:hAnsi="Coda"/>
          <w:noProof/>
          <w:color w:val="000000" w:themeColor="text1"/>
          <w:sz w:val="20"/>
          <w:szCs w:val="20"/>
          <w:lang w:val="es-DO" w:eastAsia="en-US"/>
        </w:rPr>
      </w:pPr>
      <w:r w:rsidRPr="007271D3">
        <w:rPr>
          <w:rFonts w:ascii="Coda" w:hAnsi="Coda"/>
          <w:noProof/>
          <w:color w:val="000000" w:themeColor="text1"/>
          <w:sz w:val="20"/>
          <w:szCs w:val="20"/>
          <w:lang w:val="es-DO" w:eastAsia="en-US"/>
        </w:rPr>
        <w:t>Los colores repres</w:t>
      </w:r>
      <w:r w:rsidR="00665BF1" w:rsidRPr="007271D3">
        <w:rPr>
          <w:rFonts w:ascii="Coda" w:hAnsi="Coda"/>
          <w:noProof/>
          <w:color w:val="000000" w:themeColor="text1"/>
          <w:sz w:val="20"/>
          <w:szCs w:val="20"/>
          <w:lang w:val="es-DO" w:eastAsia="en-US"/>
        </w:rPr>
        <w:t>entan las areas que se realizan</w:t>
      </w:r>
      <w:r w:rsidRPr="007271D3">
        <w:rPr>
          <w:rFonts w:ascii="Coda" w:hAnsi="Coda"/>
          <w:noProof/>
          <w:color w:val="000000" w:themeColor="text1"/>
          <w:sz w:val="20"/>
          <w:szCs w:val="20"/>
          <w:lang w:val="es-DO" w:eastAsia="en-US"/>
        </w:rPr>
        <w:t xml:space="preserve">las labores de limpieza con  </w:t>
      </w:r>
      <w:r w:rsidR="00E92566" w:rsidRPr="007271D3">
        <w:rPr>
          <w:rFonts w:ascii="Coda" w:hAnsi="Coda"/>
          <w:noProof/>
          <w:color w:val="000000" w:themeColor="text1"/>
          <w:sz w:val="20"/>
          <w:szCs w:val="20"/>
          <w:lang w:val="es-DO" w:eastAsia="en-US"/>
        </w:rPr>
        <w:t>cinco</w:t>
      </w:r>
      <w:r w:rsidRPr="007271D3">
        <w:rPr>
          <w:rFonts w:ascii="Coda" w:hAnsi="Coda"/>
          <w:noProof/>
          <w:color w:val="000000" w:themeColor="text1"/>
          <w:sz w:val="20"/>
          <w:szCs w:val="20"/>
          <w:lang w:val="es-DO" w:eastAsia="en-US"/>
        </w:rPr>
        <w:t xml:space="preserve"> personas ( X1, X2, X3, X4</w:t>
      </w:r>
      <w:r w:rsidR="00E92566" w:rsidRPr="007271D3">
        <w:rPr>
          <w:rFonts w:ascii="Coda" w:hAnsi="Coda"/>
          <w:noProof/>
          <w:color w:val="000000" w:themeColor="text1"/>
          <w:sz w:val="20"/>
          <w:szCs w:val="20"/>
          <w:lang w:val="es-DO" w:eastAsia="en-US"/>
        </w:rPr>
        <w:t xml:space="preserve"> y X5</w:t>
      </w:r>
      <w:r w:rsidRPr="007271D3">
        <w:rPr>
          <w:rFonts w:ascii="Coda" w:hAnsi="Coda"/>
          <w:noProof/>
          <w:color w:val="000000" w:themeColor="text1"/>
          <w:sz w:val="20"/>
          <w:szCs w:val="20"/>
          <w:lang w:val="es-DO" w:eastAsia="en-US"/>
        </w:rPr>
        <w:t>)</w:t>
      </w:r>
      <w:r w:rsidR="00665BF1" w:rsidRPr="007271D3">
        <w:rPr>
          <w:rFonts w:ascii="Coda" w:hAnsi="Coda"/>
          <w:noProof/>
          <w:color w:val="000000" w:themeColor="text1"/>
          <w:sz w:val="20"/>
          <w:szCs w:val="20"/>
          <w:lang w:val="es-DO" w:eastAsia="en-US"/>
        </w:rPr>
        <w:t xml:space="preserve"> en base diaria</w:t>
      </w:r>
      <w:r w:rsidRPr="007271D3">
        <w:rPr>
          <w:rFonts w:ascii="Coda" w:hAnsi="Coda"/>
          <w:noProof/>
          <w:color w:val="000000" w:themeColor="text1"/>
          <w:sz w:val="20"/>
          <w:szCs w:val="20"/>
          <w:lang w:val="es-DO" w:eastAsia="en-US"/>
        </w:rPr>
        <w:t>. E</w:t>
      </w:r>
      <w:r w:rsidR="00695FCE" w:rsidRPr="007271D3">
        <w:rPr>
          <w:rFonts w:ascii="Coda" w:hAnsi="Coda"/>
          <w:noProof/>
          <w:color w:val="000000" w:themeColor="text1"/>
          <w:sz w:val="20"/>
          <w:szCs w:val="20"/>
          <w:lang w:val="es-DO" w:eastAsia="en-US"/>
        </w:rPr>
        <w:t>l á</w:t>
      </w:r>
      <w:r w:rsidRPr="007271D3">
        <w:rPr>
          <w:rFonts w:ascii="Coda" w:hAnsi="Coda"/>
          <w:noProof/>
          <w:color w:val="000000" w:themeColor="text1"/>
          <w:sz w:val="20"/>
          <w:szCs w:val="20"/>
          <w:lang w:val="es-DO" w:eastAsia="en-US"/>
        </w:rPr>
        <w:t>rea gris con designación "L,M,V"  esta programada para limpiarse Lunes, Miercoles y Viernes.</w:t>
      </w:r>
      <w:r w:rsidR="00695FCE" w:rsidRPr="007271D3">
        <w:rPr>
          <w:rFonts w:ascii="Coda" w:hAnsi="Coda"/>
          <w:noProof/>
          <w:color w:val="000000" w:themeColor="text1"/>
          <w:sz w:val="20"/>
          <w:szCs w:val="20"/>
          <w:lang w:val="es-DO" w:eastAsia="en-US"/>
        </w:rPr>
        <w:t xml:space="preserve"> El área gris con designación "M,J,S"  esta programada para limpiarse Martes, Jueves y Sabado.</w:t>
      </w:r>
    </w:p>
    <w:p w14:paraId="70410003" w14:textId="3AE2684F" w:rsidR="00E92566" w:rsidRPr="007271D3" w:rsidRDefault="00F72D1F" w:rsidP="00F049B1">
      <w:pPr>
        <w:rPr>
          <w:rFonts w:ascii="Coda" w:hAnsi="Coda"/>
          <w:noProof/>
          <w:lang w:val="es-DO" w:eastAsia="en-US"/>
        </w:rPr>
      </w:pPr>
      <w:r>
        <w:rPr>
          <w:rFonts w:ascii="Coda" w:hAnsi="Cod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792CF4" wp14:editId="7E69C61E">
                <wp:simplePos x="0" y="0"/>
                <wp:positionH relativeFrom="column">
                  <wp:posOffset>999490</wp:posOffset>
                </wp:positionH>
                <wp:positionV relativeFrom="paragraph">
                  <wp:posOffset>26670</wp:posOffset>
                </wp:positionV>
                <wp:extent cx="3981450" cy="276225"/>
                <wp:effectExtent l="9525" t="15240" r="9525" b="22860"/>
                <wp:wrapNone/>
                <wp:docPr id="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0" cy="2762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87D14C" w14:textId="77777777" w:rsidR="00695FCE" w:rsidRPr="00F002E7" w:rsidRDefault="00634D87" w:rsidP="00634D87">
                            <w:pPr>
                              <w:jc w:val="center"/>
                              <w:rPr>
                                <w:lang w:val="es-DO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s-DO"/>
                              </w:rPr>
                              <w:t>Site Xerox Luperon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92CF4" id="Text Box 70" o:spid="_x0000_s1038" type="#_x0000_t202" style="position:absolute;margin-left:78.7pt;margin-top:2.1pt;width:313.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R9Y3wIAAOUGAAAOAAAAZHJzL2Uyb0RvYy54bWy0Vdtu2zAMfR+wfxD0vtpxc3GMOkXXrsOA&#10;7gK0w54VWbaFyZImKbG7rx8lJa6xFls3bHkwJJIiD8lD5ux86ATaM2O5kiWenaQYMUlVxWVT4s93&#10;169yjKwjsiJCSVbie2bx+ebli7NeFyxTrRIVMwicSFv0usStc7pIEktb1hF7ojSToKyV6YiDq2mS&#10;ypAevHciydJ0mfTKVNooyqwF6VVU4k3wX9eMuo91bZlDosSAzYWvCd+t/yabM1I0huiW0wMM8hco&#10;OsIlBB1dXRFH0M7wR646To2yqnYnVHWJqmtOWcgBspmlP2Vz2xLNQi5QHKvHMtl/55Z+2H8yiFfQ&#10;O4wk6aBFd2xw6LUa0CqUp9e2AKtbDXZuALk39alafaPoV4ukumyJbNiFMapvGakA3swXNpk89Q2x&#10;8AScbPv3qoI4ZOdUcDTUpvMOoRoIvEOb7sfWeCwUhKfrfDZfgIqCLlsts2wRQpDi+Fob694y1SF/&#10;KLGB1gfvZH9jnUdDiqPJoVHVNRcCGeW+cNeGWvuwQWnhTTwgrSCfKA6sZJfCoD0BPhFKmXSxGGLX&#10;QVZRvkzhF5kFYuBfFM+PYkAyegq4GjuNtQh2XjJa/ToezMFT8fKj+DfxZt7u/ycIKJpjWQWXCCgD&#10;PMnXMTqylAgWaBh7BTMZ+uPrICTqwTZbHWEqwUflM4v0x02x0yAdd7CmBO9KHMp6aK9n+xtZhSXi&#10;CBfxDJkK6XGzsIAOVFI7cHHbVj2quCdolgOnMVxgG53m6TJdrzAiooE1Sp3BT/LymblGBgVUUwIe&#10;QBOhWxIZNRo+osiINhB0kkgYaj/HcaLdsB3C+sg94f2Mb1V1D1MOY+XHxv83wKFV5jtGPezZEttv&#10;O2IYRuKdhMlaz+Zzv5jDZb5YZXAxU812qiGSgqsSOyhVOF66uMx32vCmhUhxHKW6gO1S8zD4D6gO&#10;Owl2aZy7uPf9sp7eg9XDv9PmBwAAAP//AwBQSwMEFAAGAAgAAAAhALubgvbeAAAACAEAAA8AAABk&#10;cnMvZG93bnJldi54bWxMj8tOwzAQRfdI/IM1SOyoQxVwCXEqhIRY8JAoD9GdE0+TqPE42G4b/p5h&#10;Bcuje3XnTLmc3CD2GGLvScP5LAOB1HjbU6vh7fXubAEiJkPWDJ5QwzdGWFbHR6UprD/QC+5XqRU8&#10;QrEwGrqUxkLK2HToTJz5EYmzjQ/OJMbQShvMgcfdIOdZdimd6YkvdGbE2w6b7WrnNLx/XNHn43N2&#10;H9xET+prs36ot2utT0+mm2sQCaf0V4ZffVaHip1qvyMbxcB8oXKuasjnIDhXi5y5ZlYKZFXK/w9U&#10;PwAAAP//AwBQSwECLQAUAAYACAAAACEAtoM4kv4AAADhAQAAEwAAAAAAAAAAAAAAAAAAAAAAW0Nv&#10;bnRlbnRfVHlwZXNdLnhtbFBLAQItABQABgAIAAAAIQA4/SH/1gAAAJQBAAALAAAAAAAAAAAAAAAA&#10;AC8BAABfcmVscy8ucmVsc1BLAQItABQABgAIAAAAIQClKR9Y3wIAAOUGAAAOAAAAAAAAAAAAAAAA&#10;AC4CAABkcnMvZTJvRG9jLnhtbFBLAQItABQABgAIAAAAIQC7m4L23gAAAAgBAAAPAAAAAAAAAAAA&#10;AAAAADkFAABkcnMvZG93bnJldi54bWxQSwUGAAAAAAQABADzAAAARAYAAAAA&#10;" fillcolor="#9cc2e5 [1940]" strokecolor="#9cc2e5 [1940]" strokeweight="1pt">
                <v:fill color2="#deeaf6 [660]" angle="135" focus="50%" type="gradient"/>
                <v:shadow on="t" color="#1f4d78 [1604]" opacity=".5" offset="1pt"/>
                <v:textbox>
                  <w:txbxContent>
                    <w:p w14:paraId="5987D14C" w14:textId="77777777" w:rsidR="00695FCE" w:rsidRPr="00F002E7" w:rsidRDefault="00634D87" w:rsidP="00634D87">
                      <w:pPr>
                        <w:jc w:val="center"/>
                        <w:rPr>
                          <w:lang w:val="es-DO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s-DO"/>
                        </w:rPr>
                        <w:t>Site Xerox Luperon</w:t>
                      </w:r>
                    </w:p>
                  </w:txbxContent>
                </v:textbox>
              </v:shape>
            </w:pict>
          </mc:Fallback>
        </mc:AlternateContent>
      </w:r>
    </w:p>
    <w:p w14:paraId="08AA6150" w14:textId="77777777" w:rsidR="00E92566" w:rsidRPr="007271D3" w:rsidRDefault="00E92566" w:rsidP="00F049B1">
      <w:pPr>
        <w:rPr>
          <w:rFonts w:ascii="Coda" w:hAnsi="Coda"/>
          <w:noProof/>
          <w:lang w:val="es-DO" w:eastAsia="en-US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4092"/>
        <w:gridCol w:w="5339"/>
      </w:tblGrid>
      <w:tr w:rsidR="009934E8" w:rsidRPr="007271D3" w14:paraId="0D204D4C" w14:textId="77777777" w:rsidTr="00367CBB">
        <w:tc>
          <w:tcPr>
            <w:tcW w:w="4140" w:type="dxa"/>
            <w:shd w:val="clear" w:color="auto" w:fill="0D2031"/>
          </w:tcPr>
          <w:p w14:paraId="0B63F509" w14:textId="77777777" w:rsidR="009934E8" w:rsidRPr="007271D3" w:rsidRDefault="00665BF1" w:rsidP="00367CBB">
            <w:pPr>
              <w:jc w:val="center"/>
              <w:rPr>
                <w:rFonts w:ascii="Coda" w:hAnsi="Coda"/>
                <w:color w:val="FFFFFF" w:themeColor="background1"/>
                <w:sz w:val="22"/>
                <w:szCs w:val="22"/>
                <w:lang w:val="es-DO"/>
              </w:rPr>
            </w:pPr>
            <w:r w:rsidRPr="007271D3">
              <w:rPr>
                <w:rFonts w:ascii="Coda" w:hAnsi="Coda"/>
                <w:color w:val="FFFFFF" w:themeColor="background1"/>
                <w:sz w:val="22"/>
                <w:szCs w:val="22"/>
                <w:lang w:val="es-DO"/>
              </w:rPr>
              <w:t>Cantidad de Personas</w:t>
            </w:r>
          </w:p>
        </w:tc>
        <w:tc>
          <w:tcPr>
            <w:tcW w:w="5400" w:type="dxa"/>
            <w:shd w:val="clear" w:color="auto" w:fill="0D2031"/>
          </w:tcPr>
          <w:p w14:paraId="14BC0BE0" w14:textId="77777777" w:rsidR="009934E8" w:rsidRPr="007271D3" w:rsidRDefault="009934E8" w:rsidP="00367CBB">
            <w:pPr>
              <w:jc w:val="center"/>
              <w:rPr>
                <w:rFonts w:ascii="Coda" w:hAnsi="Coda"/>
                <w:color w:val="FFFFFF" w:themeColor="background1"/>
                <w:sz w:val="22"/>
                <w:szCs w:val="22"/>
                <w:lang w:val="es-DO"/>
              </w:rPr>
            </w:pPr>
            <w:r w:rsidRPr="007271D3">
              <w:rPr>
                <w:rFonts w:ascii="Coda" w:hAnsi="Coda"/>
                <w:color w:val="FFFFFF" w:themeColor="background1"/>
                <w:sz w:val="22"/>
                <w:szCs w:val="22"/>
                <w:lang w:val="es-DO"/>
              </w:rPr>
              <w:t>Áreas.</w:t>
            </w:r>
          </w:p>
        </w:tc>
      </w:tr>
      <w:tr w:rsidR="00132E92" w:rsidRPr="007271D3" w14:paraId="110E5869" w14:textId="77777777" w:rsidTr="0066181E">
        <w:tc>
          <w:tcPr>
            <w:tcW w:w="4140" w:type="dxa"/>
            <w:vMerge w:val="restart"/>
            <w:vAlign w:val="center"/>
          </w:tcPr>
          <w:p w14:paraId="2B420393" w14:textId="77777777" w:rsidR="00132E92" w:rsidRPr="007271D3" w:rsidRDefault="00132E92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lastRenderedPageBreak/>
              <w:t>1</w:t>
            </w:r>
          </w:p>
        </w:tc>
        <w:tc>
          <w:tcPr>
            <w:tcW w:w="5400" w:type="dxa"/>
            <w:vAlign w:val="center"/>
          </w:tcPr>
          <w:p w14:paraId="1E8FE344" w14:textId="77777777" w:rsidR="00132E92" w:rsidRPr="007271D3" w:rsidRDefault="00132E92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Oficinas Primer Nivel.</w:t>
            </w:r>
          </w:p>
        </w:tc>
      </w:tr>
      <w:tr w:rsidR="00132E92" w:rsidRPr="007271D3" w14:paraId="37935BFF" w14:textId="77777777" w:rsidTr="0066181E">
        <w:tc>
          <w:tcPr>
            <w:tcW w:w="4140" w:type="dxa"/>
            <w:vMerge/>
            <w:vAlign w:val="center"/>
          </w:tcPr>
          <w:p w14:paraId="6E626A2A" w14:textId="77777777" w:rsidR="00132E92" w:rsidRPr="007271D3" w:rsidRDefault="00132E92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</w:p>
        </w:tc>
        <w:tc>
          <w:tcPr>
            <w:tcW w:w="5400" w:type="dxa"/>
            <w:vAlign w:val="center"/>
          </w:tcPr>
          <w:p w14:paraId="508FCC09" w14:textId="77777777" w:rsidR="00132E92" w:rsidRPr="007271D3" w:rsidRDefault="00132E92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Oficinas Segundo Nivel.</w:t>
            </w:r>
          </w:p>
        </w:tc>
      </w:tr>
      <w:tr w:rsidR="00132E92" w:rsidRPr="007271D3" w14:paraId="3D358A06" w14:textId="77777777" w:rsidTr="0066181E">
        <w:tc>
          <w:tcPr>
            <w:tcW w:w="4140" w:type="dxa"/>
            <w:vMerge/>
            <w:vAlign w:val="center"/>
          </w:tcPr>
          <w:p w14:paraId="2B3D209A" w14:textId="77777777" w:rsidR="00132E92" w:rsidRPr="007271D3" w:rsidRDefault="00132E92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</w:p>
        </w:tc>
        <w:tc>
          <w:tcPr>
            <w:tcW w:w="5400" w:type="dxa"/>
            <w:vAlign w:val="center"/>
          </w:tcPr>
          <w:p w14:paraId="63187B0D" w14:textId="77777777" w:rsidR="00132E92" w:rsidRPr="007271D3" w:rsidRDefault="00132E92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Oficinas Cuarto Nivel.</w:t>
            </w:r>
          </w:p>
        </w:tc>
      </w:tr>
      <w:tr w:rsidR="00132E92" w:rsidRPr="00F72D1F" w14:paraId="64F99C8B" w14:textId="77777777" w:rsidTr="0066181E">
        <w:tc>
          <w:tcPr>
            <w:tcW w:w="4140" w:type="dxa"/>
            <w:vMerge/>
            <w:vAlign w:val="center"/>
          </w:tcPr>
          <w:p w14:paraId="49FCDC06" w14:textId="77777777" w:rsidR="00132E92" w:rsidRPr="007271D3" w:rsidRDefault="00132E92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</w:p>
        </w:tc>
        <w:tc>
          <w:tcPr>
            <w:tcW w:w="5400" w:type="dxa"/>
            <w:vAlign w:val="center"/>
          </w:tcPr>
          <w:p w14:paraId="0491B5D7" w14:textId="77777777" w:rsidR="00132E92" w:rsidRPr="007271D3" w:rsidRDefault="00132E92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Salones de Reuniones Segundo Nivel.</w:t>
            </w:r>
          </w:p>
        </w:tc>
      </w:tr>
      <w:tr w:rsidR="00132E92" w:rsidRPr="007271D3" w14:paraId="56E5F71E" w14:textId="77777777" w:rsidTr="0066181E">
        <w:tc>
          <w:tcPr>
            <w:tcW w:w="4140" w:type="dxa"/>
            <w:vMerge/>
            <w:vAlign w:val="center"/>
          </w:tcPr>
          <w:p w14:paraId="56F77D7A" w14:textId="77777777" w:rsidR="00132E92" w:rsidRPr="007271D3" w:rsidRDefault="00132E92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</w:p>
        </w:tc>
        <w:tc>
          <w:tcPr>
            <w:tcW w:w="5400" w:type="dxa"/>
            <w:vAlign w:val="center"/>
          </w:tcPr>
          <w:p w14:paraId="6F958A42" w14:textId="77777777" w:rsidR="00132E92" w:rsidRPr="007271D3" w:rsidRDefault="00132E92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Área de Cocina.</w:t>
            </w:r>
          </w:p>
        </w:tc>
      </w:tr>
      <w:tr w:rsidR="00132E92" w:rsidRPr="007271D3" w14:paraId="430B2586" w14:textId="77777777" w:rsidTr="0066181E">
        <w:tc>
          <w:tcPr>
            <w:tcW w:w="4140" w:type="dxa"/>
            <w:vMerge/>
            <w:vAlign w:val="center"/>
          </w:tcPr>
          <w:p w14:paraId="4F461E87" w14:textId="77777777" w:rsidR="00132E92" w:rsidRPr="007271D3" w:rsidRDefault="00132E92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</w:p>
        </w:tc>
        <w:tc>
          <w:tcPr>
            <w:tcW w:w="5400" w:type="dxa"/>
            <w:vAlign w:val="center"/>
          </w:tcPr>
          <w:p w14:paraId="500DF8B5" w14:textId="77777777" w:rsidR="00132E92" w:rsidRPr="007271D3" w:rsidRDefault="00132E92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Escalera Exterior de Reclutamiento.</w:t>
            </w:r>
          </w:p>
        </w:tc>
      </w:tr>
      <w:tr w:rsidR="00132E92" w:rsidRPr="00F72D1F" w14:paraId="58B6A981" w14:textId="77777777" w:rsidTr="0066181E">
        <w:tc>
          <w:tcPr>
            <w:tcW w:w="4140" w:type="dxa"/>
            <w:vMerge/>
            <w:vAlign w:val="center"/>
          </w:tcPr>
          <w:p w14:paraId="1DAB637E" w14:textId="77777777" w:rsidR="00132E92" w:rsidRPr="007271D3" w:rsidRDefault="00132E92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</w:p>
        </w:tc>
        <w:tc>
          <w:tcPr>
            <w:tcW w:w="5400" w:type="dxa"/>
            <w:vAlign w:val="center"/>
          </w:tcPr>
          <w:p w14:paraId="53149C22" w14:textId="77777777" w:rsidR="00132E92" w:rsidRPr="007271D3" w:rsidRDefault="00132E92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Limpieza de pisos ( Primer y Tercer Nivel )</w:t>
            </w:r>
          </w:p>
        </w:tc>
      </w:tr>
      <w:tr w:rsidR="00634D87" w:rsidRPr="007271D3" w14:paraId="5DBAE92C" w14:textId="77777777" w:rsidTr="0066181E">
        <w:tc>
          <w:tcPr>
            <w:tcW w:w="4140" w:type="dxa"/>
            <w:vMerge w:val="restart"/>
            <w:vAlign w:val="center"/>
          </w:tcPr>
          <w:p w14:paraId="72919BF1" w14:textId="77777777" w:rsidR="00634D87" w:rsidRPr="007271D3" w:rsidRDefault="00634D87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3</w:t>
            </w:r>
          </w:p>
        </w:tc>
        <w:tc>
          <w:tcPr>
            <w:tcW w:w="5400" w:type="dxa"/>
            <w:vAlign w:val="center"/>
          </w:tcPr>
          <w:p w14:paraId="571863D6" w14:textId="77777777" w:rsidR="00634D87" w:rsidRPr="007271D3" w:rsidRDefault="00634D87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Baños en General.</w:t>
            </w:r>
          </w:p>
        </w:tc>
      </w:tr>
      <w:tr w:rsidR="00634D87" w:rsidRPr="007271D3" w14:paraId="0AE2A25B" w14:textId="77777777" w:rsidTr="0066181E">
        <w:tc>
          <w:tcPr>
            <w:tcW w:w="4140" w:type="dxa"/>
            <w:vMerge/>
            <w:vAlign w:val="center"/>
          </w:tcPr>
          <w:p w14:paraId="6690346B" w14:textId="77777777" w:rsidR="00634D87" w:rsidRPr="007271D3" w:rsidRDefault="00634D87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</w:p>
        </w:tc>
        <w:tc>
          <w:tcPr>
            <w:tcW w:w="5400" w:type="dxa"/>
            <w:vAlign w:val="center"/>
          </w:tcPr>
          <w:p w14:paraId="4537DB3E" w14:textId="77777777" w:rsidR="00634D87" w:rsidRPr="007271D3" w:rsidRDefault="00634D87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Salones de Entrenamiento.</w:t>
            </w:r>
          </w:p>
        </w:tc>
      </w:tr>
      <w:tr w:rsidR="00634D87" w:rsidRPr="007271D3" w14:paraId="6DB74663" w14:textId="77777777" w:rsidTr="0066181E">
        <w:tc>
          <w:tcPr>
            <w:tcW w:w="4140" w:type="dxa"/>
            <w:vMerge/>
            <w:vAlign w:val="center"/>
          </w:tcPr>
          <w:p w14:paraId="337B45D1" w14:textId="77777777" w:rsidR="00634D87" w:rsidRPr="007271D3" w:rsidRDefault="00634D87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</w:p>
        </w:tc>
        <w:tc>
          <w:tcPr>
            <w:tcW w:w="5400" w:type="dxa"/>
            <w:vAlign w:val="center"/>
          </w:tcPr>
          <w:p w14:paraId="1B3224B7" w14:textId="77777777" w:rsidR="00634D87" w:rsidRPr="007271D3" w:rsidRDefault="00634D87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Áreas de Producción.</w:t>
            </w:r>
          </w:p>
        </w:tc>
      </w:tr>
      <w:tr w:rsidR="00634D87" w:rsidRPr="007271D3" w14:paraId="159CB945" w14:textId="77777777" w:rsidTr="0066181E">
        <w:tc>
          <w:tcPr>
            <w:tcW w:w="4140" w:type="dxa"/>
            <w:vMerge/>
            <w:vAlign w:val="center"/>
          </w:tcPr>
          <w:p w14:paraId="2B142FDD" w14:textId="77777777" w:rsidR="00634D87" w:rsidRPr="007271D3" w:rsidRDefault="00634D87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</w:p>
        </w:tc>
        <w:tc>
          <w:tcPr>
            <w:tcW w:w="5400" w:type="dxa"/>
            <w:vAlign w:val="center"/>
          </w:tcPr>
          <w:p w14:paraId="407CFA57" w14:textId="77777777" w:rsidR="00634D87" w:rsidRPr="007271D3" w:rsidRDefault="00634D87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Área de Laboratorio</w:t>
            </w:r>
            <w:r w:rsidR="0036318B"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.</w:t>
            </w:r>
          </w:p>
        </w:tc>
      </w:tr>
      <w:tr w:rsidR="00634D87" w:rsidRPr="007271D3" w14:paraId="3D27D12B" w14:textId="77777777" w:rsidTr="0066181E">
        <w:tc>
          <w:tcPr>
            <w:tcW w:w="4140" w:type="dxa"/>
            <w:vMerge/>
            <w:vAlign w:val="center"/>
          </w:tcPr>
          <w:p w14:paraId="387C417E" w14:textId="77777777" w:rsidR="00634D87" w:rsidRPr="007271D3" w:rsidRDefault="00634D87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</w:p>
        </w:tc>
        <w:tc>
          <w:tcPr>
            <w:tcW w:w="5400" w:type="dxa"/>
            <w:vAlign w:val="center"/>
          </w:tcPr>
          <w:p w14:paraId="11E945CF" w14:textId="77777777" w:rsidR="00634D87" w:rsidRPr="007271D3" w:rsidRDefault="00634D87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Áreas de Entrenamiento.</w:t>
            </w:r>
          </w:p>
        </w:tc>
      </w:tr>
      <w:tr w:rsidR="00634D87" w:rsidRPr="007271D3" w14:paraId="3CE9A842" w14:textId="77777777" w:rsidTr="0066181E">
        <w:tc>
          <w:tcPr>
            <w:tcW w:w="4140" w:type="dxa"/>
            <w:vMerge/>
            <w:vAlign w:val="center"/>
          </w:tcPr>
          <w:p w14:paraId="3B903696" w14:textId="77777777" w:rsidR="00634D87" w:rsidRPr="007271D3" w:rsidRDefault="00634D87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</w:p>
        </w:tc>
        <w:tc>
          <w:tcPr>
            <w:tcW w:w="5400" w:type="dxa"/>
            <w:vAlign w:val="center"/>
          </w:tcPr>
          <w:p w14:paraId="268AFBC6" w14:textId="77777777" w:rsidR="00634D87" w:rsidRPr="007271D3" w:rsidRDefault="00634D87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Escalera Interna.</w:t>
            </w:r>
          </w:p>
        </w:tc>
      </w:tr>
      <w:tr w:rsidR="00634D87" w:rsidRPr="007271D3" w14:paraId="2F8E59BD" w14:textId="77777777" w:rsidTr="00D22ADD">
        <w:trPr>
          <w:trHeight w:val="214"/>
        </w:trPr>
        <w:tc>
          <w:tcPr>
            <w:tcW w:w="4140" w:type="dxa"/>
            <w:vAlign w:val="center"/>
          </w:tcPr>
          <w:p w14:paraId="6AE8B0D5" w14:textId="77777777" w:rsidR="00634D87" w:rsidRPr="007271D3" w:rsidRDefault="00634D87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1</w:t>
            </w:r>
          </w:p>
        </w:tc>
        <w:tc>
          <w:tcPr>
            <w:tcW w:w="5400" w:type="dxa"/>
            <w:vAlign w:val="center"/>
          </w:tcPr>
          <w:p w14:paraId="7BD4D8CE" w14:textId="77777777" w:rsidR="00634D87" w:rsidRPr="007271D3" w:rsidRDefault="00634D87" w:rsidP="0066181E">
            <w:pPr>
              <w:jc w:val="center"/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</w:pPr>
            <w:r w:rsidRPr="007271D3">
              <w:rPr>
                <w:rFonts w:ascii="Coda" w:hAnsi="Coda"/>
                <w:color w:val="000000" w:themeColor="text1"/>
                <w:sz w:val="20"/>
                <w:szCs w:val="20"/>
                <w:lang w:val="es-DO"/>
              </w:rPr>
              <w:t>Aspiración de Alfombras</w:t>
            </w:r>
          </w:p>
        </w:tc>
      </w:tr>
    </w:tbl>
    <w:p w14:paraId="031567BA" w14:textId="77777777" w:rsidR="00E92566" w:rsidRPr="007271D3" w:rsidRDefault="00E92566" w:rsidP="00F049B1">
      <w:pPr>
        <w:rPr>
          <w:rFonts w:ascii="Coda" w:hAnsi="Coda"/>
          <w:noProof/>
          <w:lang w:val="es-DO" w:eastAsia="en-US"/>
        </w:rPr>
      </w:pPr>
    </w:p>
    <w:p w14:paraId="673909A8" w14:textId="77777777" w:rsidR="00E92566" w:rsidRPr="007271D3" w:rsidRDefault="0036318B" w:rsidP="00F049B1">
      <w:pPr>
        <w:rPr>
          <w:rFonts w:ascii="Coda" w:hAnsi="Coda"/>
          <w:noProof/>
          <w:color w:val="000000" w:themeColor="text1"/>
          <w:sz w:val="20"/>
          <w:szCs w:val="20"/>
          <w:lang w:val="es-DO" w:eastAsia="en-US"/>
        </w:rPr>
      </w:pPr>
      <w:r w:rsidRPr="007271D3">
        <w:rPr>
          <w:rFonts w:ascii="Coda" w:hAnsi="Coda"/>
          <w:noProof/>
          <w:sz w:val="20"/>
          <w:szCs w:val="20"/>
          <w:lang w:val="es-DO" w:eastAsia="en-US"/>
        </w:rPr>
        <w:t xml:space="preserve">  </w:t>
      </w:r>
      <w:r w:rsidRPr="007271D3">
        <w:rPr>
          <w:rFonts w:ascii="Coda" w:hAnsi="Coda"/>
          <w:noProof/>
          <w:color w:val="000000" w:themeColor="text1"/>
          <w:sz w:val="20"/>
          <w:szCs w:val="20"/>
          <w:lang w:val="es-DO" w:eastAsia="en-US"/>
        </w:rPr>
        <w:t>La programación de las actividades se muestra a continuación:</w:t>
      </w:r>
    </w:p>
    <w:p w14:paraId="12346FFE" w14:textId="77777777" w:rsidR="00E92566" w:rsidRPr="007271D3" w:rsidRDefault="0036318B" w:rsidP="00F049B1">
      <w:pPr>
        <w:rPr>
          <w:rFonts w:ascii="Coda" w:hAnsi="Coda"/>
          <w:noProof/>
          <w:lang w:val="es-DO" w:eastAsia="en-US"/>
        </w:rPr>
      </w:pPr>
      <w:r w:rsidRPr="007271D3">
        <w:rPr>
          <w:rFonts w:ascii="Coda" w:hAnsi="Coda"/>
          <w:noProof/>
          <w:lang w:val="es-DO" w:eastAsia="en-US"/>
        </w:rPr>
        <w:t xml:space="preserve"> </w:t>
      </w:r>
      <w:r w:rsidR="003E7C56" w:rsidRPr="007271D3">
        <w:rPr>
          <w:rFonts w:ascii="Coda" w:hAnsi="Coda"/>
          <w:noProof/>
          <w:lang w:eastAsia="en-US"/>
        </w:rPr>
        <w:drawing>
          <wp:inline distT="0" distB="0" distL="0" distR="0" wp14:anchorId="43BE3C38" wp14:editId="7419174B">
            <wp:extent cx="6120765" cy="3619532"/>
            <wp:effectExtent l="19050" t="0" r="0" b="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619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B9145B" w14:textId="77777777" w:rsidR="003E7C56" w:rsidRPr="007271D3" w:rsidRDefault="003E7C56" w:rsidP="00F049B1">
      <w:pPr>
        <w:rPr>
          <w:rFonts w:ascii="Coda" w:hAnsi="Coda"/>
          <w:noProof/>
          <w:lang w:val="es-DO" w:eastAsia="en-US"/>
        </w:rPr>
      </w:pPr>
    </w:p>
    <w:p w14:paraId="574E998F" w14:textId="77777777" w:rsidR="00E92566" w:rsidRPr="007271D3" w:rsidRDefault="003E7C56" w:rsidP="003E7C56">
      <w:pPr>
        <w:jc w:val="center"/>
        <w:rPr>
          <w:rFonts w:ascii="Coda" w:hAnsi="Coda"/>
          <w:noProof/>
          <w:lang w:val="es-DO" w:eastAsia="en-US"/>
        </w:rPr>
      </w:pPr>
      <w:r w:rsidRPr="007271D3">
        <w:rPr>
          <w:rFonts w:ascii="Coda" w:hAnsi="Coda"/>
          <w:noProof/>
          <w:lang w:eastAsia="en-US"/>
        </w:rPr>
        <w:lastRenderedPageBreak/>
        <w:drawing>
          <wp:inline distT="0" distB="0" distL="0" distR="0" wp14:anchorId="019F9395" wp14:editId="61ED6E01">
            <wp:extent cx="4676775" cy="3372368"/>
            <wp:effectExtent l="19050" t="0" r="9525" b="0"/>
            <wp:docPr id="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372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65ED1F" w14:textId="77777777" w:rsidR="00E92566" w:rsidRPr="007271D3" w:rsidRDefault="00E92566" w:rsidP="0066181E">
      <w:pPr>
        <w:jc w:val="center"/>
        <w:rPr>
          <w:rFonts w:ascii="Coda" w:hAnsi="Coda"/>
          <w:noProof/>
          <w:lang w:val="es-DO" w:eastAsia="en-US"/>
        </w:rPr>
      </w:pPr>
    </w:p>
    <w:p w14:paraId="4A46B253" w14:textId="77777777" w:rsidR="00086D49" w:rsidRPr="007271D3" w:rsidRDefault="003E7C56" w:rsidP="00777CE6">
      <w:pPr>
        <w:jc w:val="center"/>
        <w:rPr>
          <w:rFonts w:ascii="Coda" w:hAnsi="Coda"/>
          <w:noProof/>
          <w:lang w:val="es-DO" w:eastAsia="en-US"/>
        </w:rPr>
      </w:pPr>
      <w:r w:rsidRPr="007271D3">
        <w:rPr>
          <w:rFonts w:ascii="Coda" w:hAnsi="Coda"/>
          <w:noProof/>
          <w:lang w:eastAsia="en-US"/>
        </w:rPr>
        <w:drawing>
          <wp:inline distT="0" distB="0" distL="0" distR="0" wp14:anchorId="6CA20304" wp14:editId="1E5A8FEA">
            <wp:extent cx="4791075" cy="3367784"/>
            <wp:effectExtent l="19050" t="0" r="9525" b="0"/>
            <wp:docPr id="7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8095" cy="3365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3401EE" w14:textId="77777777" w:rsidR="0099506D" w:rsidRPr="007271D3" w:rsidRDefault="0099506D" w:rsidP="00777CE6">
      <w:pPr>
        <w:jc w:val="center"/>
        <w:rPr>
          <w:rFonts w:ascii="Coda" w:hAnsi="Coda"/>
          <w:noProof/>
          <w:lang w:val="es-DO" w:eastAsia="en-US"/>
        </w:rPr>
      </w:pPr>
    </w:p>
    <w:p w14:paraId="073AD0E5" w14:textId="77777777" w:rsidR="0099506D" w:rsidRPr="007271D3" w:rsidRDefault="0099506D" w:rsidP="00777CE6">
      <w:pPr>
        <w:jc w:val="center"/>
        <w:rPr>
          <w:rFonts w:ascii="Coda" w:hAnsi="Coda"/>
          <w:noProof/>
          <w:lang w:val="es-DO" w:eastAsia="en-US"/>
        </w:rPr>
      </w:pPr>
      <w:r w:rsidRPr="007271D3">
        <w:rPr>
          <w:rFonts w:ascii="Coda" w:hAnsi="Coda"/>
          <w:noProof/>
          <w:lang w:eastAsia="en-US"/>
        </w:rPr>
        <w:lastRenderedPageBreak/>
        <w:drawing>
          <wp:inline distT="0" distB="0" distL="0" distR="0" wp14:anchorId="134FC75F" wp14:editId="76A0464C">
            <wp:extent cx="4114800" cy="2952750"/>
            <wp:effectExtent l="19050" t="0" r="0" b="0"/>
            <wp:docPr id="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6C94F7" w14:textId="77777777" w:rsidR="00D21796" w:rsidRDefault="00D21796" w:rsidP="00F049B1">
      <w:pPr>
        <w:rPr>
          <w:rFonts w:ascii="Coda" w:hAnsi="Coda"/>
          <w:noProof/>
          <w:lang w:val="es-DO" w:eastAsia="en-US"/>
        </w:rPr>
      </w:pPr>
    </w:p>
    <w:p w14:paraId="3E9BB547" w14:textId="77777777" w:rsidR="007271D3" w:rsidRPr="007271D3" w:rsidRDefault="007271D3" w:rsidP="00F049B1">
      <w:pPr>
        <w:rPr>
          <w:rFonts w:ascii="Coda" w:hAnsi="Coda"/>
          <w:noProof/>
          <w:lang w:val="es-DO" w:eastAsia="en-US"/>
        </w:rPr>
      </w:pPr>
    </w:p>
    <w:tbl>
      <w:tblPr>
        <w:tblW w:w="6100" w:type="dxa"/>
        <w:jc w:val="center"/>
        <w:tblLook w:val="04A0" w:firstRow="1" w:lastRow="0" w:firstColumn="1" w:lastColumn="0" w:noHBand="0" w:noVBand="1"/>
      </w:tblPr>
      <w:tblGrid>
        <w:gridCol w:w="4840"/>
        <w:gridCol w:w="1260"/>
      </w:tblGrid>
      <w:tr w:rsidR="000D6AE8" w:rsidRPr="00F72D1F" w14:paraId="1499BB7F" w14:textId="77777777" w:rsidTr="000D6AE8">
        <w:trPr>
          <w:trHeight w:val="375"/>
          <w:jc w:val="center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vAlign w:val="center"/>
            <w:hideMark/>
          </w:tcPr>
          <w:p w14:paraId="76862DD8" w14:textId="77777777" w:rsidR="000D6AE8" w:rsidRPr="007271D3" w:rsidRDefault="000D6AE8" w:rsidP="000D6AE8">
            <w:pPr>
              <w:spacing w:after="0" w:line="240" w:lineRule="auto"/>
              <w:jc w:val="center"/>
              <w:rPr>
                <w:rFonts w:ascii="Coda" w:eastAsia="Times New Roman" w:hAnsi="Coda" w:cs="Calibri"/>
                <w:bCs/>
                <w:color w:val="000000"/>
                <w:sz w:val="28"/>
                <w:szCs w:val="28"/>
                <w:lang w:val="es-DO" w:eastAsia="en-US"/>
              </w:rPr>
            </w:pPr>
            <w:r w:rsidRPr="007271D3">
              <w:rPr>
                <w:rFonts w:ascii="Coda" w:eastAsia="Times New Roman" w:hAnsi="Coda" w:cs="Calibri"/>
                <w:bCs/>
                <w:color w:val="000000"/>
                <w:sz w:val="28"/>
                <w:szCs w:val="28"/>
                <w:lang w:val="es-DO" w:eastAsia="en-US"/>
              </w:rPr>
              <w:t>PROGRAMACIÓN TURNO C- SITE XEROX LUPERON</w:t>
            </w:r>
          </w:p>
        </w:tc>
      </w:tr>
      <w:tr w:rsidR="000D6AE8" w:rsidRPr="007271D3" w14:paraId="4C310015" w14:textId="77777777" w:rsidTr="000D6AE8">
        <w:trPr>
          <w:trHeight w:val="300"/>
          <w:jc w:val="center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ACB5" w14:textId="77777777" w:rsidR="000D6AE8" w:rsidRPr="007271D3" w:rsidRDefault="000D6AE8" w:rsidP="000D6AE8">
            <w:pPr>
              <w:spacing w:after="0" w:line="240" w:lineRule="auto"/>
              <w:jc w:val="center"/>
              <w:rPr>
                <w:rFonts w:ascii="Coda" w:eastAsia="Times New Roman" w:hAnsi="Coda" w:cs="Calibri"/>
                <w:bCs/>
                <w:color w:val="000000"/>
                <w:sz w:val="22"/>
                <w:szCs w:val="22"/>
                <w:lang w:eastAsia="en-US"/>
              </w:rPr>
            </w:pPr>
            <w:r w:rsidRPr="007271D3">
              <w:rPr>
                <w:rFonts w:ascii="Coda" w:eastAsia="Times New Roman" w:hAnsi="Coda" w:cs="Calibri"/>
                <w:bCs/>
                <w:color w:val="000000"/>
                <w:sz w:val="22"/>
                <w:szCs w:val="22"/>
                <w:lang w:eastAsia="en-US"/>
              </w:rPr>
              <w:t>ACTIVIDAD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9716" w14:textId="77777777" w:rsidR="000D6AE8" w:rsidRPr="007271D3" w:rsidRDefault="000D6AE8" w:rsidP="000D6AE8">
            <w:pPr>
              <w:spacing w:after="0" w:line="240" w:lineRule="auto"/>
              <w:jc w:val="center"/>
              <w:rPr>
                <w:rFonts w:ascii="Coda" w:eastAsia="Times New Roman" w:hAnsi="Coda" w:cs="Calibri"/>
                <w:bCs/>
                <w:color w:val="000000"/>
                <w:sz w:val="22"/>
                <w:szCs w:val="22"/>
                <w:lang w:eastAsia="en-US"/>
              </w:rPr>
            </w:pPr>
            <w:r w:rsidRPr="007271D3">
              <w:rPr>
                <w:rFonts w:ascii="Coda" w:eastAsia="Times New Roman" w:hAnsi="Coda" w:cs="Calibri"/>
                <w:bCs/>
                <w:color w:val="000000"/>
                <w:sz w:val="22"/>
                <w:szCs w:val="22"/>
                <w:lang w:eastAsia="en-US"/>
              </w:rPr>
              <w:t xml:space="preserve">HORARIO </w:t>
            </w:r>
          </w:p>
        </w:tc>
      </w:tr>
      <w:tr w:rsidR="000D6AE8" w:rsidRPr="007271D3" w14:paraId="265C85BC" w14:textId="77777777" w:rsidTr="000D6AE8">
        <w:trPr>
          <w:trHeight w:val="300"/>
          <w:jc w:val="center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FE59" w14:textId="77777777" w:rsidR="000D6AE8" w:rsidRPr="007271D3" w:rsidRDefault="000D6AE8" w:rsidP="000D6AE8">
            <w:pPr>
              <w:spacing w:after="0" w:line="240" w:lineRule="auto"/>
              <w:rPr>
                <w:rFonts w:ascii="Coda" w:eastAsia="Times New Roman" w:hAnsi="Coda" w:cs="Calibri"/>
                <w:color w:val="000000"/>
                <w:sz w:val="20"/>
                <w:szCs w:val="20"/>
                <w:lang w:eastAsia="en-US"/>
              </w:rPr>
            </w:pPr>
            <w:r w:rsidRPr="007271D3">
              <w:rPr>
                <w:rFonts w:ascii="Coda" w:eastAsia="Times New Roman" w:hAnsi="Coda" w:cs="Calibri"/>
                <w:color w:val="000000"/>
                <w:sz w:val="20"/>
                <w:szCs w:val="20"/>
                <w:lang w:eastAsia="en-US"/>
              </w:rPr>
              <w:t>Entrada del personal.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5234" w14:textId="77777777" w:rsidR="000D6AE8" w:rsidRPr="007271D3" w:rsidRDefault="000D6AE8" w:rsidP="000D6AE8">
            <w:pPr>
              <w:spacing w:after="0" w:line="240" w:lineRule="auto"/>
              <w:jc w:val="center"/>
              <w:rPr>
                <w:rFonts w:ascii="Coda" w:eastAsia="Times New Roman" w:hAnsi="Coda" w:cs="Calibri"/>
                <w:color w:val="000000"/>
                <w:lang w:eastAsia="en-US"/>
              </w:rPr>
            </w:pPr>
            <w:r w:rsidRPr="007271D3">
              <w:rPr>
                <w:rFonts w:ascii="Coda" w:eastAsia="Times New Roman" w:hAnsi="Coda" w:cs="Calibri"/>
                <w:color w:val="000000"/>
                <w:lang w:eastAsia="en-US"/>
              </w:rPr>
              <w:t>11:00 p.m.</w:t>
            </w:r>
          </w:p>
        </w:tc>
      </w:tr>
      <w:tr w:rsidR="000D6AE8" w:rsidRPr="007271D3" w14:paraId="4922AB80" w14:textId="77777777" w:rsidTr="000D6AE8">
        <w:trPr>
          <w:trHeight w:val="300"/>
          <w:jc w:val="center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45E7" w14:textId="77777777" w:rsidR="000D6AE8" w:rsidRPr="007271D3" w:rsidRDefault="000D6AE8" w:rsidP="000D6AE8">
            <w:pPr>
              <w:spacing w:after="0" w:line="240" w:lineRule="auto"/>
              <w:rPr>
                <w:rFonts w:ascii="Coda" w:eastAsia="Times New Roman" w:hAnsi="Coda" w:cs="Calibri"/>
                <w:color w:val="000000"/>
                <w:sz w:val="20"/>
                <w:szCs w:val="20"/>
                <w:lang w:val="es-DO" w:eastAsia="en-US"/>
              </w:rPr>
            </w:pPr>
            <w:r w:rsidRPr="007271D3">
              <w:rPr>
                <w:rFonts w:ascii="Coda" w:eastAsia="Times New Roman" w:hAnsi="Coda" w:cs="Calibri"/>
                <w:color w:val="000000"/>
                <w:sz w:val="20"/>
                <w:szCs w:val="20"/>
                <w:lang w:val="es-DO" w:eastAsia="en-US"/>
              </w:rPr>
              <w:t xml:space="preserve">Revisión de equipos y herramientas.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8922" w14:textId="77777777" w:rsidR="000D6AE8" w:rsidRPr="007271D3" w:rsidRDefault="000D6AE8" w:rsidP="000D6AE8">
            <w:pPr>
              <w:spacing w:after="0" w:line="240" w:lineRule="auto"/>
              <w:jc w:val="center"/>
              <w:rPr>
                <w:rFonts w:ascii="Coda" w:eastAsia="Times New Roman" w:hAnsi="Coda" w:cs="Calibri"/>
                <w:color w:val="000000"/>
                <w:lang w:eastAsia="en-US"/>
              </w:rPr>
            </w:pPr>
            <w:r w:rsidRPr="007271D3">
              <w:rPr>
                <w:rFonts w:ascii="Coda" w:eastAsia="Times New Roman" w:hAnsi="Coda" w:cs="Calibri"/>
                <w:color w:val="000000"/>
                <w:lang w:eastAsia="en-US"/>
              </w:rPr>
              <w:t>11:10 p.m.</w:t>
            </w:r>
          </w:p>
        </w:tc>
      </w:tr>
      <w:tr w:rsidR="000D6AE8" w:rsidRPr="007271D3" w14:paraId="29DB37ED" w14:textId="77777777" w:rsidTr="000D6AE8">
        <w:trPr>
          <w:trHeight w:val="300"/>
          <w:jc w:val="center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38A6" w14:textId="77777777" w:rsidR="000D6AE8" w:rsidRPr="007271D3" w:rsidRDefault="000D6AE8" w:rsidP="000D6AE8">
            <w:pPr>
              <w:spacing w:after="0" w:line="240" w:lineRule="auto"/>
              <w:rPr>
                <w:rFonts w:ascii="Coda" w:eastAsia="Times New Roman" w:hAnsi="Coda" w:cs="Calibri"/>
                <w:color w:val="000000"/>
                <w:sz w:val="20"/>
                <w:szCs w:val="20"/>
                <w:lang w:val="es-DO" w:eastAsia="en-US"/>
              </w:rPr>
            </w:pPr>
            <w:r w:rsidRPr="007271D3">
              <w:rPr>
                <w:rFonts w:ascii="Coda" w:eastAsia="Times New Roman" w:hAnsi="Coda" w:cs="Calibri"/>
                <w:color w:val="000000"/>
                <w:sz w:val="20"/>
                <w:szCs w:val="20"/>
                <w:lang w:val="es-DO" w:eastAsia="en-US"/>
              </w:rPr>
              <w:t>Revisión de zafacones y saque de desperdicios.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0867" w14:textId="77777777" w:rsidR="000D6AE8" w:rsidRPr="007271D3" w:rsidRDefault="000D6AE8" w:rsidP="000D6AE8">
            <w:pPr>
              <w:spacing w:after="0" w:line="240" w:lineRule="auto"/>
              <w:jc w:val="center"/>
              <w:rPr>
                <w:rFonts w:ascii="Coda" w:eastAsia="Times New Roman" w:hAnsi="Coda" w:cs="Calibri"/>
                <w:color w:val="000000"/>
                <w:lang w:eastAsia="en-US"/>
              </w:rPr>
            </w:pPr>
            <w:r w:rsidRPr="007271D3">
              <w:rPr>
                <w:rFonts w:ascii="Coda" w:eastAsia="Times New Roman" w:hAnsi="Coda" w:cs="Calibri"/>
                <w:color w:val="000000"/>
                <w:lang w:eastAsia="en-US"/>
              </w:rPr>
              <w:t>11:20 p.m.</w:t>
            </w:r>
          </w:p>
        </w:tc>
      </w:tr>
      <w:tr w:rsidR="000D6AE8" w:rsidRPr="007271D3" w14:paraId="3CDEA3F0" w14:textId="77777777" w:rsidTr="000D6AE8">
        <w:trPr>
          <w:trHeight w:val="300"/>
          <w:jc w:val="center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5723" w14:textId="77777777" w:rsidR="000D6AE8" w:rsidRPr="007271D3" w:rsidRDefault="000D6AE8" w:rsidP="000D6AE8">
            <w:pPr>
              <w:spacing w:after="0" w:line="240" w:lineRule="auto"/>
              <w:rPr>
                <w:rFonts w:ascii="Coda" w:eastAsia="Times New Roman" w:hAnsi="Coda" w:cs="Calibri"/>
                <w:color w:val="000000"/>
                <w:sz w:val="20"/>
                <w:szCs w:val="20"/>
                <w:lang w:val="es-DO" w:eastAsia="en-US"/>
              </w:rPr>
            </w:pPr>
            <w:r w:rsidRPr="007271D3">
              <w:rPr>
                <w:rFonts w:ascii="Coda" w:eastAsia="Times New Roman" w:hAnsi="Coda" w:cs="Calibri"/>
                <w:color w:val="000000"/>
                <w:sz w:val="20"/>
                <w:szCs w:val="20"/>
                <w:lang w:val="es-DO" w:eastAsia="en-US"/>
              </w:rPr>
              <w:t>Aspirado de los salones de entrenamiento.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C3F6" w14:textId="77777777" w:rsidR="000D6AE8" w:rsidRPr="007271D3" w:rsidRDefault="000D6AE8" w:rsidP="000D6AE8">
            <w:pPr>
              <w:spacing w:after="0" w:line="240" w:lineRule="auto"/>
              <w:jc w:val="center"/>
              <w:rPr>
                <w:rFonts w:ascii="Coda" w:eastAsia="Times New Roman" w:hAnsi="Coda" w:cs="Calibri"/>
                <w:color w:val="000000"/>
                <w:lang w:eastAsia="en-US"/>
              </w:rPr>
            </w:pPr>
            <w:r w:rsidRPr="007271D3">
              <w:rPr>
                <w:rFonts w:ascii="Coda" w:eastAsia="Times New Roman" w:hAnsi="Coda" w:cs="Calibri"/>
                <w:color w:val="000000"/>
                <w:lang w:eastAsia="en-US"/>
              </w:rPr>
              <w:t>11:45 p.m.</w:t>
            </w:r>
          </w:p>
        </w:tc>
      </w:tr>
      <w:tr w:rsidR="000D6AE8" w:rsidRPr="007271D3" w14:paraId="53C14570" w14:textId="77777777" w:rsidTr="000D6AE8">
        <w:trPr>
          <w:trHeight w:val="300"/>
          <w:jc w:val="center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F36C" w14:textId="77777777" w:rsidR="000D6AE8" w:rsidRPr="007271D3" w:rsidRDefault="000D6AE8" w:rsidP="000D6AE8">
            <w:pPr>
              <w:spacing w:after="0" w:line="240" w:lineRule="auto"/>
              <w:rPr>
                <w:rFonts w:ascii="Coda" w:eastAsia="Times New Roman" w:hAnsi="Coda" w:cs="Calibri"/>
                <w:color w:val="000000"/>
                <w:sz w:val="20"/>
                <w:szCs w:val="20"/>
                <w:lang w:val="es-DO" w:eastAsia="en-US"/>
              </w:rPr>
            </w:pPr>
            <w:r w:rsidRPr="007271D3">
              <w:rPr>
                <w:rFonts w:ascii="Coda" w:eastAsia="Times New Roman" w:hAnsi="Coda" w:cs="Calibri"/>
                <w:color w:val="000000"/>
                <w:sz w:val="20"/>
                <w:szCs w:val="20"/>
                <w:lang w:val="es-DO" w:eastAsia="en-US"/>
              </w:rPr>
              <w:t xml:space="preserve">Aspirado de las </w:t>
            </w:r>
            <w:r w:rsidR="009516C1" w:rsidRPr="007271D3">
              <w:rPr>
                <w:rFonts w:ascii="Coda" w:eastAsia="Times New Roman" w:hAnsi="Coda" w:cs="Calibri"/>
                <w:color w:val="000000"/>
                <w:sz w:val="20"/>
                <w:szCs w:val="20"/>
                <w:lang w:val="es-DO" w:eastAsia="en-US"/>
              </w:rPr>
              <w:t>áreas</w:t>
            </w:r>
            <w:r w:rsidRPr="007271D3">
              <w:rPr>
                <w:rFonts w:ascii="Coda" w:eastAsia="Times New Roman" w:hAnsi="Coda" w:cs="Calibri"/>
                <w:color w:val="000000"/>
                <w:sz w:val="20"/>
                <w:szCs w:val="20"/>
                <w:lang w:val="es-DO" w:eastAsia="en-US"/>
              </w:rPr>
              <w:t xml:space="preserve"> de producción.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49C7" w14:textId="77777777" w:rsidR="000D6AE8" w:rsidRPr="007271D3" w:rsidRDefault="000D6AE8" w:rsidP="000D6AE8">
            <w:pPr>
              <w:spacing w:after="0" w:line="240" w:lineRule="auto"/>
              <w:jc w:val="center"/>
              <w:rPr>
                <w:rFonts w:ascii="Coda" w:eastAsia="Times New Roman" w:hAnsi="Coda" w:cs="Calibri"/>
                <w:color w:val="000000"/>
                <w:lang w:eastAsia="en-US"/>
              </w:rPr>
            </w:pPr>
            <w:r w:rsidRPr="007271D3">
              <w:rPr>
                <w:rFonts w:ascii="Coda" w:eastAsia="Times New Roman" w:hAnsi="Coda" w:cs="Calibri"/>
                <w:color w:val="000000"/>
                <w:lang w:eastAsia="en-US"/>
              </w:rPr>
              <w:t>12:45 p.m.</w:t>
            </w:r>
          </w:p>
        </w:tc>
      </w:tr>
      <w:tr w:rsidR="000D6AE8" w:rsidRPr="007271D3" w14:paraId="58B17BFE" w14:textId="77777777" w:rsidTr="000D6AE8">
        <w:trPr>
          <w:trHeight w:val="300"/>
          <w:jc w:val="center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B420" w14:textId="77777777" w:rsidR="000D6AE8" w:rsidRPr="007271D3" w:rsidRDefault="000D6AE8" w:rsidP="000D6AE8">
            <w:pPr>
              <w:spacing w:after="0" w:line="240" w:lineRule="auto"/>
              <w:rPr>
                <w:rFonts w:ascii="Coda" w:eastAsia="Times New Roman" w:hAnsi="Coda" w:cs="Calibri"/>
                <w:color w:val="000000"/>
                <w:sz w:val="20"/>
                <w:szCs w:val="20"/>
                <w:lang w:eastAsia="en-US"/>
              </w:rPr>
            </w:pPr>
            <w:r w:rsidRPr="007271D3">
              <w:rPr>
                <w:rFonts w:ascii="Coda" w:eastAsia="Times New Roman" w:hAnsi="Coda" w:cs="Calibri"/>
                <w:color w:val="000000"/>
                <w:sz w:val="20"/>
                <w:szCs w:val="20"/>
                <w:lang w:eastAsia="en-US"/>
              </w:rPr>
              <w:t>Receso.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12AE" w14:textId="77777777" w:rsidR="000D6AE8" w:rsidRPr="007271D3" w:rsidRDefault="000D6AE8" w:rsidP="000D6AE8">
            <w:pPr>
              <w:spacing w:after="0" w:line="240" w:lineRule="auto"/>
              <w:jc w:val="center"/>
              <w:rPr>
                <w:rFonts w:ascii="Coda" w:eastAsia="Times New Roman" w:hAnsi="Coda" w:cs="Calibri"/>
                <w:color w:val="000000"/>
                <w:lang w:eastAsia="en-US"/>
              </w:rPr>
            </w:pPr>
            <w:r w:rsidRPr="007271D3">
              <w:rPr>
                <w:rFonts w:ascii="Coda" w:eastAsia="Times New Roman" w:hAnsi="Coda" w:cs="Calibri"/>
                <w:color w:val="000000"/>
                <w:lang w:eastAsia="en-US"/>
              </w:rPr>
              <w:t>02:00 a.m.</w:t>
            </w:r>
          </w:p>
        </w:tc>
      </w:tr>
      <w:tr w:rsidR="000D6AE8" w:rsidRPr="007271D3" w14:paraId="4C0A643C" w14:textId="77777777" w:rsidTr="000D6AE8">
        <w:trPr>
          <w:trHeight w:val="300"/>
          <w:jc w:val="center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B6DC" w14:textId="77777777" w:rsidR="000D6AE8" w:rsidRPr="007271D3" w:rsidRDefault="000D6AE8" w:rsidP="000D6AE8">
            <w:pPr>
              <w:spacing w:after="0" w:line="240" w:lineRule="auto"/>
              <w:rPr>
                <w:rFonts w:ascii="Coda" w:eastAsia="Times New Roman" w:hAnsi="Coda" w:cs="Calibri"/>
                <w:color w:val="000000"/>
                <w:sz w:val="20"/>
                <w:szCs w:val="20"/>
                <w:lang w:val="es-DO" w:eastAsia="en-US"/>
              </w:rPr>
            </w:pPr>
            <w:r w:rsidRPr="007271D3">
              <w:rPr>
                <w:rFonts w:ascii="Coda" w:eastAsia="Times New Roman" w:hAnsi="Coda" w:cs="Calibri"/>
                <w:color w:val="000000"/>
                <w:sz w:val="20"/>
                <w:szCs w:val="20"/>
                <w:lang w:val="es-DO" w:eastAsia="en-US"/>
              </w:rPr>
              <w:t xml:space="preserve">Aspirado de las </w:t>
            </w:r>
            <w:r w:rsidR="009516C1" w:rsidRPr="007271D3">
              <w:rPr>
                <w:rFonts w:ascii="Coda" w:eastAsia="Times New Roman" w:hAnsi="Coda" w:cs="Calibri"/>
                <w:color w:val="000000"/>
                <w:sz w:val="20"/>
                <w:szCs w:val="20"/>
                <w:lang w:val="es-DO" w:eastAsia="en-US"/>
              </w:rPr>
              <w:t>áreas</w:t>
            </w:r>
            <w:r w:rsidRPr="007271D3">
              <w:rPr>
                <w:rFonts w:ascii="Coda" w:eastAsia="Times New Roman" w:hAnsi="Coda" w:cs="Calibri"/>
                <w:color w:val="000000"/>
                <w:sz w:val="20"/>
                <w:szCs w:val="20"/>
                <w:lang w:val="es-DO" w:eastAsia="en-US"/>
              </w:rPr>
              <w:t xml:space="preserve"> de producción.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EBDC" w14:textId="77777777" w:rsidR="000D6AE8" w:rsidRPr="007271D3" w:rsidRDefault="000D6AE8" w:rsidP="000D6AE8">
            <w:pPr>
              <w:spacing w:after="0" w:line="240" w:lineRule="auto"/>
              <w:jc w:val="center"/>
              <w:rPr>
                <w:rFonts w:ascii="Coda" w:eastAsia="Times New Roman" w:hAnsi="Coda" w:cs="Calibri"/>
                <w:color w:val="000000"/>
                <w:lang w:eastAsia="en-US"/>
              </w:rPr>
            </w:pPr>
            <w:r w:rsidRPr="007271D3">
              <w:rPr>
                <w:rFonts w:ascii="Coda" w:eastAsia="Times New Roman" w:hAnsi="Coda" w:cs="Calibri"/>
                <w:color w:val="000000"/>
                <w:lang w:eastAsia="en-US"/>
              </w:rPr>
              <w:t>02:30 a.m.</w:t>
            </w:r>
          </w:p>
        </w:tc>
      </w:tr>
      <w:tr w:rsidR="000D6AE8" w:rsidRPr="007271D3" w14:paraId="5389967D" w14:textId="77777777" w:rsidTr="000D6AE8">
        <w:trPr>
          <w:trHeight w:val="300"/>
          <w:jc w:val="center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41D1" w14:textId="77777777" w:rsidR="000D6AE8" w:rsidRPr="007271D3" w:rsidRDefault="007271D3" w:rsidP="000D6AE8">
            <w:pPr>
              <w:spacing w:after="0" w:line="240" w:lineRule="auto"/>
              <w:rPr>
                <w:rFonts w:ascii="Coda" w:eastAsia="Times New Roman" w:hAnsi="Cod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oda" w:eastAsia="Times New Roman" w:hAnsi="Coda" w:cs="Calibri"/>
                <w:color w:val="000000"/>
                <w:sz w:val="20"/>
                <w:szCs w:val="20"/>
                <w:lang w:eastAsia="en-US"/>
              </w:rPr>
              <w:t>Aspirado</w:t>
            </w:r>
            <w:r w:rsidR="009516C1" w:rsidRPr="007271D3">
              <w:rPr>
                <w:rFonts w:ascii="Coda" w:eastAsia="Times New Roman" w:hAnsi="Coda" w:cs="Calibri"/>
                <w:color w:val="000000"/>
                <w:sz w:val="20"/>
                <w:szCs w:val="20"/>
                <w:lang w:eastAsia="en-US"/>
              </w:rPr>
              <w:t xml:space="preserve"> á</w:t>
            </w:r>
            <w:r w:rsidR="000D6AE8" w:rsidRPr="007271D3">
              <w:rPr>
                <w:rFonts w:ascii="Coda" w:eastAsia="Times New Roman" w:hAnsi="Coda" w:cs="Calibri"/>
                <w:color w:val="000000"/>
                <w:sz w:val="20"/>
                <w:szCs w:val="20"/>
                <w:lang w:eastAsia="en-US"/>
              </w:rPr>
              <w:t>reas administrativas.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B79C" w14:textId="77777777" w:rsidR="000D6AE8" w:rsidRPr="007271D3" w:rsidRDefault="000D6AE8" w:rsidP="000D6AE8">
            <w:pPr>
              <w:spacing w:after="0" w:line="240" w:lineRule="auto"/>
              <w:jc w:val="center"/>
              <w:rPr>
                <w:rFonts w:ascii="Coda" w:eastAsia="Times New Roman" w:hAnsi="Coda" w:cs="Calibri"/>
                <w:color w:val="000000"/>
                <w:lang w:eastAsia="en-US"/>
              </w:rPr>
            </w:pPr>
            <w:r w:rsidRPr="007271D3">
              <w:rPr>
                <w:rFonts w:ascii="Coda" w:eastAsia="Times New Roman" w:hAnsi="Coda" w:cs="Calibri"/>
                <w:color w:val="000000"/>
                <w:lang w:eastAsia="en-US"/>
              </w:rPr>
              <w:t>04:00 a.m.</w:t>
            </w:r>
          </w:p>
        </w:tc>
      </w:tr>
      <w:tr w:rsidR="000D6AE8" w:rsidRPr="007271D3" w14:paraId="773B6B36" w14:textId="77777777" w:rsidTr="000D6AE8">
        <w:trPr>
          <w:trHeight w:val="300"/>
          <w:jc w:val="center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29CD" w14:textId="77777777" w:rsidR="000D6AE8" w:rsidRPr="007271D3" w:rsidRDefault="007271D3" w:rsidP="000D6AE8">
            <w:pPr>
              <w:spacing w:after="0" w:line="240" w:lineRule="auto"/>
              <w:rPr>
                <w:rFonts w:ascii="Coda" w:eastAsia="Times New Roman" w:hAnsi="Cod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oda" w:eastAsia="Times New Roman" w:hAnsi="Coda" w:cs="Calibri"/>
                <w:color w:val="000000"/>
                <w:sz w:val="20"/>
                <w:szCs w:val="20"/>
                <w:lang w:eastAsia="en-US"/>
              </w:rPr>
              <w:t>Aspirado</w:t>
            </w:r>
            <w:r w:rsidR="000D6AE8" w:rsidRPr="007271D3">
              <w:rPr>
                <w:rFonts w:ascii="Coda" w:eastAsia="Times New Roman" w:hAnsi="Coda" w:cs="Calibri"/>
                <w:color w:val="000000"/>
                <w:sz w:val="20"/>
                <w:szCs w:val="20"/>
                <w:lang w:eastAsia="en-US"/>
              </w:rPr>
              <w:t xml:space="preserve"> oficinas 4to piso.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88FF" w14:textId="77777777" w:rsidR="000D6AE8" w:rsidRPr="007271D3" w:rsidRDefault="000D6AE8" w:rsidP="000D6AE8">
            <w:pPr>
              <w:spacing w:after="0" w:line="240" w:lineRule="auto"/>
              <w:jc w:val="center"/>
              <w:rPr>
                <w:rFonts w:ascii="Coda" w:eastAsia="Times New Roman" w:hAnsi="Coda" w:cs="Calibri"/>
                <w:color w:val="000000"/>
                <w:lang w:eastAsia="en-US"/>
              </w:rPr>
            </w:pPr>
            <w:r w:rsidRPr="007271D3">
              <w:rPr>
                <w:rFonts w:ascii="Coda" w:eastAsia="Times New Roman" w:hAnsi="Coda" w:cs="Calibri"/>
                <w:color w:val="000000"/>
                <w:lang w:eastAsia="en-US"/>
              </w:rPr>
              <w:t>05:30 a.m.</w:t>
            </w:r>
          </w:p>
        </w:tc>
      </w:tr>
    </w:tbl>
    <w:p w14:paraId="3D8CE8E2" w14:textId="77777777" w:rsidR="000D6AE8" w:rsidRPr="007271D3" w:rsidRDefault="000D6AE8" w:rsidP="00F24182">
      <w:pPr>
        <w:rPr>
          <w:rFonts w:ascii="Coda" w:hAnsi="Coda"/>
          <w:lang w:val="es-DO"/>
        </w:rPr>
      </w:pPr>
    </w:p>
    <w:p w14:paraId="61CF0017" w14:textId="77777777" w:rsidR="007445F7" w:rsidRPr="00F24182" w:rsidRDefault="00086D49" w:rsidP="003C07D4">
      <w:pPr>
        <w:pStyle w:val="Heading2"/>
        <w:numPr>
          <w:ilvl w:val="0"/>
          <w:numId w:val="2"/>
        </w:numPr>
        <w:rPr>
          <w:rFonts w:ascii="Coda" w:hAnsi="Coda" w:cs="Arial"/>
          <w:b w:val="0"/>
          <w:color w:val="002060"/>
          <w:lang w:val="es-DO"/>
        </w:rPr>
      </w:pPr>
      <w:r w:rsidRPr="00F24182">
        <w:rPr>
          <w:rFonts w:ascii="Coda" w:hAnsi="Coda" w:cs="Arial"/>
          <w:b w:val="0"/>
          <w:color w:val="002060"/>
          <w:lang w:val="es-DO"/>
        </w:rPr>
        <w:t>Descripción de las T</w:t>
      </w:r>
      <w:r w:rsidR="0091008C" w:rsidRPr="00F24182">
        <w:rPr>
          <w:rFonts w:ascii="Coda" w:hAnsi="Coda" w:cs="Arial"/>
          <w:b w:val="0"/>
          <w:color w:val="002060"/>
          <w:lang w:val="es-DO"/>
        </w:rPr>
        <w:t>areas de Limpieza</w:t>
      </w:r>
      <w:r w:rsidR="002710B2" w:rsidRPr="00F24182">
        <w:rPr>
          <w:rFonts w:ascii="Coda" w:hAnsi="Coda" w:cs="Arial"/>
          <w:b w:val="0"/>
          <w:color w:val="002060"/>
          <w:lang w:val="es-DO"/>
        </w:rPr>
        <w:t>.</w:t>
      </w:r>
    </w:p>
    <w:p w14:paraId="5D4351F6" w14:textId="77777777" w:rsidR="00777CE6" w:rsidRPr="007271D3" w:rsidRDefault="00DB73ED" w:rsidP="00777CE6">
      <w:pPr>
        <w:tabs>
          <w:tab w:val="left" w:pos="8190"/>
        </w:tabs>
        <w:ind w:left="510"/>
        <w:rPr>
          <w:rFonts w:ascii="Coda" w:hAnsi="Coda"/>
          <w:color w:val="auto"/>
          <w:sz w:val="20"/>
          <w:szCs w:val="20"/>
          <w:lang w:val="es-DO"/>
        </w:rPr>
      </w:pPr>
      <w:r w:rsidRPr="007271D3">
        <w:rPr>
          <w:rFonts w:ascii="Coda" w:hAnsi="Coda"/>
          <w:color w:val="auto"/>
          <w:sz w:val="20"/>
          <w:szCs w:val="20"/>
          <w:lang w:val="es-DO"/>
        </w:rPr>
        <w:t xml:space="preserve">A </w:t>
      </w:r>
      <w:r w:rsidR="00486F75" w:rsidRPr="007271D3">
        <w:rPr>
          <w:rFonts w:ascii="Coda" w:hAnsi="Coda"/>
          <w:color w:val="auto"/>
          <w:sz w:val="20"/>
          <w:szCs w:val="20"/>
          <w:lang w:val="es-DO"/>
        </w:rPr>
        <w:t>continuación</w:t>
      </w:r>
      <w:r w:rsidR="00F049B1" w:rsidRPr="007271D3">
        <w:rPr>
          <w:rFonts w:ascii="Coda" w:hAnsi="Coda"/>
          <w:color w:val="auto"/>
          <w:sz w:val="20"/>
          <w:szCs w:val="20"/>
          <w:lang w:val="es-DO"/>
        </w:rPr>
        <w:t xml:space="preserve">  se describe como se ejecutan las Operaciones de Limpieza.</w:t>
      </w:r>
      <w:r w:rsidR="00777CE6" w:rsidRPr="007271D3">
        <w:rPr>
          <w:rFonts w:ascii="Coda" w:hAnsi="Coda"/>
          <w:color w:val="auto"/>
          <w:sz w:val="20"/>
          <w:szCs w:val="20"/>
          <w:lang w:val="es-DO"/>
        </w:rPr>
        <w:tab/>
      </w:r>
    </w:p>
    <w:p w14:paraId="7AAC41E0" w14:textId="77777777" w:rsidR="00F049B1" w:rsidRPr="00F24182" w:rsidRDefault="00C32182" w:rsidP="00BC40E0">
      <w:pPr>
        <w:pStyle w:val="ListParagraph"/>
        <w:numPr>
          <w:ilvl w:val="0"/>
          <w:numId w:val="3"/>
        </w:numPr>
        <w:spacing w:after="200" w:line="276" w:lineRule="auto"/>
        <w:rPr>
          <w:rFonts w:ascii="Coda" w:hAnsi="Coda"/>
          <w:color w:val="002060"/>
          <w:sz w:val="20"/>
          <w:szCs w:val="20"/>
          <w:lang w:val="es-DO"/>
        </w:rPr>
      </w:pPr>
      <w:r w:rsidRPr="007271D3">
        <w:rPr>
          <w:rFonts w:ascii="Coda" w:hAnsi="Coda"/>
          <w:b/>
          <w:color w:val="002060"/>
          <w:sz w:val="20"/>
          <w:szCs w:val="20"/>
          <w:lang w:val="es-DO"/>
        </w:rPr>
        <w:t xml:space="preserve"> </w:t>
      </w:r>
      <w:r w:rsidR="00F049B1" w:rsidRPr="005124A9">
        <w:rPr>
          <w:rFonts w:ascii="Coda" w:hAnsi="Coda"/>
          <w:color w:val="002060"/>
          <w:sz w:val="20"/>
          <w:szCs w:val="20"/>
          <w:highlight w:val="yellow"/>
          <w:lang w:val="es-DO"/>
        </w:rPr>
        <w:t>Limpieza de Sillas Secretariales</w:t>
      </w:r>
      <w:r w:rsidR="00A23564" w:rsidRPr="005124A9">
        <w:rPr>
          <w:rFonts w:ascii="Coda" w:hAnsi="Coda"/>
          <w:color w:val="002060"/>
          <w:sz w:val="20"/>
          <w:szCs w:val="20"/>
          <w:highlight w:val="yellow"/>
          <w:lang w:val="es-DO"/>
        </w:rPr>
        <w:t xml:space="preserve"> ( Limpieza Profunda )</w:t>
      </w:r>
      <w:r w:rsidR="005124A9">
        <w:rPr>
          <w:rFonts w:ascii="Coda" w:hAnsi="Coda"/>
          <w:color w:val="002060"/>
          <w:sz w:val="20"/>
          <w:szCs w:val="20"/>
          <w:lang w:val="es-DO"/>
        </w:rPr>
        <w:t>:</w:t>
      </w:r>
    </w:p>
    <w:p w14:paraId="3D6823B7" w14:textId="77777777" w:rsidR="00F049B1" w:rsidRPr="007271D3" w:rsidRDefault="00F049B1" w:rsidP="00F049B1">
      <w:pPr>
        <w:pStyle w:val="ListParagraph"/>
        <w:rPr>
          <w:rFonts w:ascii="Coda" w:hAnsi="Coda"/>
          <w:b/>
          <w:sz w:val="28"/>
          <w:szCs w:val="28"/>
          <w:lang w:val="es-DO"/>
        </w:rPr>
      </w:pPr>
    </w:p>
    <w:tbl>
      <w:tblPr>
        <w:tblStyle w:val="Cuadrculaclara1"/>
        <w:tblW w:w="0" w:type="auto"/>
        <w:tblInd w:w="250" w:type="dxa"/>
        <w:tblLook w:val="04A0" w:firstRow="1" w:lastRow="0" w:firstColumn="1" w:lastColumn="0" w:noHBand="0" w:noVBand="1"/>
      </w:tblPr>
      <w:tblGrid>
        <w:gridCol w:w="9369"/>
      </w:tblGrid>
      <w:tr w:rsidR="00F049B1" w:rsidRPr="00F72D1F" w14:paraId="3FE92ADF" w14:textId="77777777" w:rsidTr="00962B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2EE857" w14:textId="77777777" w:rsidR="00F049B1" w:rsidRPr="00F24182" w:rsidRDefault="00F049B1" w:rsidP="00962B2E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Materiales : 2 Paños Limpios</w:t>
            </w:r>
            <w:r w:rsidR="00962B2E"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 y Limpiador de </w:t>
            </w:r>
            <w:r w:rsidR="00957BF8"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Superficies </w:t>
            </w:r>
            <w:r w:rsidR="00962B2E" w:rsidRPr="00F24182">
              <w:rPr>
                <w:rFonts w:ascii="Coda" w:hAnsi="Coda" w:cstheme="minorHAnsi"/>
                <w:b w:val="0"/>
                <w:sz w:val="18"/>
                <w:szCs w:val="18"/>
              </w:rPr>
              <w:t>.</w:t>
            </w:r>
          </w:p>
          <w:p w14:paraId="259428AD" w14:textId="77777777" w:rsidR="00F049B1" w:rsidRPr="00F24182" w:rsidRDefault="00F049B1" w:rsidP="00962B2E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24182" w14:paraId="4DC78431" w14:textId="77777777" w:rsidTr="00962B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1E856D" w14:textId="77777777" w:rsidR="00F049B1" w:rsidRPr="00F24182" w:rsidRDefault="00F049B1" w:rsidP="00962B2E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Notas Importantes: </w:t>
            </w:r>
            <w:r w:rsidR="00957BF8" w:rsidRPr="00F24182">
              <w:rPr>
                <w:rFonts w:ascii="Coda" w:hAnsi="Coda" w:cstheme="minorHAnsi"/>
                <w:b w:val="0"/>
                <w:color w:val="007033"/>
                <w:sz w:val="18"/>
                <w:szCs w:val="18"/>
              </w:rPr>
              <w:t>No aplica</w:t>
            </w:r>
          </w:p>
          <w:p w14:paraId="00F18D54" w14:textId="77777777" w:rsidR="00F049B1" w:rsidRPr="00F24182" w:rsidRDefault="00F049B1" w:rsidP="00962B2E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72D1F" w14:paraId="1BFED2EE" w14:textId="77777777" w:rsidTr="00EE76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2719E0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lastRenderedPageBreak/>
              <w:t>Procedimiento:</w:t>
            </w:r>
          </w:p>
          <w:p w14:paraId="49189605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  <w:p w14:paraId="4F400A2B" w14:textId="77777777" w:rsidR="00F049B1" w:rsidRPr="00F24182" w:rsidRDefault="00F049B1" w:rsidP="00BC40E0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Rociar la parte de pana y/o tela </w:t>
            </w:r>
            <w:r w:rsidR="00962B2E" w:rsidRPr="00F24182">
              <w:rPr>
                <w:rFonts w:ascii="Coda" w:hAnsi="Coda" w:cstheme="minorHAnsi"/>
                <w:b w:val="0"/>
                <w:sz w:val="18"/>
                <w:szCs w:val="18"/>
              </w:rPr>
              <w:t>con c</w:t>
            </w: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ualquier limpiador de superficies Disponible.</w:t>
            </w:r>
          </w:p>
          <w:p w14:paraId="66D2F0FB" w14:textId="77777777" w:rsidR="00F049B1" w:rsidRPr="00F24182" w:rsidRDefault="00F049B1" w:rsidP="00BC40E0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Con un Paño limpio pásele a la superficie de tela y/o pana </w:t>
            </w:r>
          </w:p>
          <w:p w14:paraId="4573B376" w14:textId="77777777" w:rsidR="00F049B1" w:rsidRPr="00F24182" w:rsidRDefault="00F049B1" w:rsidP="00BC40E0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Repita los Pasos  1 y 2 hasta que la superficie de pana quede libre de polvo y sucio.</w:t>
            </w:r>
          </w:p>
          <w:p w14:paraId="02B88D63" w14:textId="77777777" w:rsidR="00F049B1" w:rsidRPr="00F24182" w:rsidRDefault="00962B2E" w:rsidP="00BC40E0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Pasar con un Paño Húmedo en</w:t>
            </w:r>
            <w:r w:rsidR="00F049B1"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 toda la parte de Plástico Duro y/o metal (Espaldar y bases de la silla).</w:t>
            </w:r>
          </w:p>
          <w:p w14:paraId="7D14C86E" w14:textId="77777777" w:rsidR="00F049B1" w:rsidRPr="00F24182" w:rsidRDefault="00F049B1" w:rsidP="00962B2E">
            <w:pPr>
              <w:pStyle w:val="ListParagraph"/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  <w:p w14:paraId="215A3062" w14:textId="77777777" w:rsidR="00F049B1" w:rsidRPr="00F24182" w:rsidRDefault="00F049B1" w:rsidP="00EE7643">
            <w:pPr>
              <w:pStyle w:val="ListParagraph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</w:tbl>
    <w:p w14:paraId="19EEB833" w14:textId="77777777" w:rsidR="00777CE6" w:rsidRPr="00F24182" w:rsidRDefault="00777CE6" w:rsidP="00EE7643">
      <w:pPr>
        <w:pStyle w:val="ListParagraph"/>
        <w:spacing w:after="200" w:line="276" w:lineRule="auto"/>
        <w:rPr>
          <w:rFonts w:ascii="Coda" w:hAnsi="Coda" w:cstheme="minorHAnsi"/>
          <w:color w:val="002060"/>
          <w:sz w:val="20"/>
          <w:szCs w:val="20"/>
          <w:lang w:val="es-DO"/>
        </w:rPr>
      </w:pPr>
    </w:p>
    <w:p w14:paraId="761D37CB" w14:textId="77777777" w:rsidR="007E5559" w:rsidRPr="00F24182" w:rsidRDefault="007E5559" w:rsidP="00EE7643">
      <w:pPr>
        <w:pStyle w:val="ListParagraph"/>
        <w:spacing w:after="200" w:line="276" w:lineRule="auto"/>
        <w:rPr>
          <w:rFonts w:ascii="Coda" w:hAnsi="Coda" w:cstheme="minorHAnsi"/>
          <w:color w:val="002060"/>
          <w:sz w:val="20"/>
          <w:szCs w:val="20"/>
          <w:lang w:val="es-DO"/>
        </w:rPr>
      </w:pPr>
    </w:p>
    <w:p w14:paraId="59F25A96" w14:textId="77777777" w:rsidR="00F049B1" w:rsidRPr="005124A9" w:rsidRDefault="00F049B1" w:rsidP="00BC40E0">
      <w:pPr>
        <w:pStyle w:val="ListParagraph"/>
        <w:numPr>
          <w:ilvl w:val="0"/>
          <w:numId w:val="3"/>
        </w:numPr>
        <w:spacing w:after="200" w:line="276" w:lineRule="auto"/>
        <w:rPr>
          <w:rFonts w:ascii="Coda" w:hAnsi="Coda" w:cstheme="minorHAnsi"/>
          <w:color w:val="002060"/>
          <w:sz w:val="20"/>
          <w:szCs w:val="20"/>
          <w:highlight w:val="yellow"/>
          <w:lang w:val="es-DO"/>
        </w:rPr>
      </w:pPr>
      <w:r w:rsidRPr="005124A9">
        <w:rPr>
          <w:rFonts w:ascii="Coda" w:hAnsi="Coda" w:cstheme="minorHAnsi"/>
          <w:color w:val="002060"/>
          <w:sz w:val="20"/>
          <w:szCs w:val="20"/>
          <w:highlight w:val="yellow"/>
          <w:lang w:val="es-DO"/>
        </w:rPr>
        <w:t>Limp</w:t>
      </w:r>
      <w:r w:rsidR="005124A9">
        <w:rPr>
          <w:rFonts w:ascii="Coda" w:hAnsi="Coda" w:cstheme="minorHAnsi"/>
          <w:color w:val="002060"/>
          <w:sz w:val="20"/>
          <w:szCs w:val="20"/>
          <w:highlight w:val="yellow"/>
          <w:lang w:val="es-DO"/>
        </w:rPr>
        <w:t>ieza de Cubículo y/o Escritorio:</w:t>
      </w:r>
    </w:p>
    <w:p w14:paraId="4189FF70" w14:textId="77777777" w:rsidR="00F049B1" w:rsidRPr="00F24182" w:rsidRDefault="00F049B1" w:rsidP="00F049B1">
      <w:pPr>
        <w:pStyle w:val="ListParagraph"/>
        <w:rPr>
          <w:rFonts w:ascii="Coda" w:hAnsi="Coda"/>
          <w:sz w:val="28"/>
          <w:szCs w:val="28"/>
          <w:lang w:val="es-DO"/>
        </w:rPr>
      </w:pPr>
    </w:p>
    <w:tbl>
      <w:tblPr>
        <w:tblStyle w:val="Cuadrculaclara1"/>
        <w:tblW w:w="0" w:type="auto"/>
        <w:tblInd w:w="250" w:type="dxa"/>
        <w:tblLook w:val="04A0" w:firstRow="1" w:lastRow="0" w:firstColumn="1" w:lastColumn="0" w:noHBand="0" w:noVBand="1"/>
      </w:tblPr>
      <w:tblGrid>
        <w:gridCol w:w="9369"/>
      </w:tblGrid>
      <w:tr w:rsidR="00F049B1" w:rsidRPr="00F72D1F" w14:paraId="7773F09A" w14:textId="77777777" w:rsidTr="00EE76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6194872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Materiales : 1 Paño Limpios y Rociador con Alcohol </w:t>
            </w:r>
          </w:p>
          <w:p w14:paraId="72FD38AB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72D1F" w14:paraId="02298836" w14:textId="77777777" w:rsidTr="00EE7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5E24725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Notas Importantes: </w:t>
            </w:r>
            <w:r w:rsidRPr="00F24182">
              <w:rPr>
                <w:rFonts w:ascii="Coda" w:hAnsi="Coda" w:cstheme="minorHAnsi"/>
                <w:b w:val="0"/>
                <w:i/>
                <w:color w:val="C00000"/>
                <w:sz w:val="18"/>
                <w:szCs w:val="18"/>
                <w:highlight w:val="yellow"/>
              </w:rPr>
              <w:t>No mover papeles o quitar letreros del escritorio y/o cubículo.</w:t>
            </w:r>
          </w:p>
          <w:p w14:paraId="44D03261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72D1F" w14:paraId="14257369" w14:textId="77777777" w:rsidTr="00EE76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5B3259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Procedimiento:</w:t>
            </w:r>
          </w:p>
          <w:p w14:paraId="5BA732AF" w14:textId="77777777" w:rsidR="00F049B1" w:rsidRPr="00F24182" w:rsidRDefault="00F049B1" w:rsidP="00EE7643">
            <w:p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  <w:p w14:paraId="385056D1" w14:textId="77777777" w:rsidR="00F049B1" w:rsidRPr="00F24182" w:rsidRDefault="00F049B1" w:rsidP="00BC40E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Rociar el paño con alcohol y pasar por toda la superficie del cubículo y/o escritorio</w:t>
            </w:r>
          </w:p>
          <w:p w14:paraId="7D1F5156" w14:textId="77777777" w:rsidR="00F049B1" w:rsidRPr="00F24182" w:rsidRDefault="00F049B1" w:rsidP="00BC40E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Repetir el paso 1 hasta que la superficie este limpia y libre de polvo</w:t>
            </w:r>
          </w:p>
          <w:p w14:paraId="35804009" w14:textId="77777777" w:rsidR="00F049B1" w:rsidRPr="00F24182" w:rsidRDefault="00F049B1" w:rsidP="00EE7643">
            <w:pPr>
              <w:pStyle w:val="ListParagraph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</w:tbl>
    <w:p w14:paraId="7BC94A53" w14:textId="77777777" w:rsidR="00F049B1" w:rsidRPr="00F24182" w:rsidRDefault="00F049B1" w:rsidP="00F049B1">
      <w:pPr>
        <w:pStyle w:val="ListParagraph"/>
        <w:rPr>
          <w:rFonts w:ascii="Coda" w:hAnsi="Coda"/>
          <w:sz w:val="28"/>
          <w:szCs w:val="28"/>
          <w:lang w:val="es-DO"/>
        </w:rPr>
      </w:pPr>
    </w:p>
    <w:p w14:paraId="7435416B" w14:textId="77777777" w:rsidR="00F049B1" w:rsidRPr="005124A9" w:rsidRDefault="00F049B1" w:rsidP="00BC40E0">
      <w:pPr>
        <w:pStyle w:val="ListParagraph"/>
        <w:numPr>
          <w:ilvl w:val="0"/>
          <w:numId w:val="3"/>
        </w:numPr>
        <w:spacing w:after="200" w:line="276" w:lineRule="auto"/>
        <w:rPr>
          <w:rFonts w:ascii="Coda" w:hAnsi="Coda"/>
          <w:color w:val="002060"/>
          <w:sz w:val="20"/>
          <w:szCs w:val="20"/>
          <w:highlight w:val="yellow"/>
          <w:lang w:val="es-DO"/>
        </w:rPr>
      </w:pPr>
      <w:r w:rsidRPr="005124A9">
        <w:rPr>
          <w:rFonts w:ascii="Coda" w:hAnsi="Coda"/>
          <w:color w:val="002060"/>
          <w:sz w:val="20"/>
          <w:szCs w:val="20"/>
          <w:highlight w:val="yellow"/>
          <w:lang w:val="es-DO"/>
        </w:rPr>
        <w:t>Limpieza de Cubículo ( Parte de Tela o Pana )</w:t>
      </w:r>
      <w:r w:rsidR="005124A9">
        <w:rPr>
          <w:rFonts w:ascii="Coda" w:hAnsi="Coda"/>
          <w:color w:val="002060"/>
          <w:sz w:val="20"/>
          <w:szCs w:val="20"/>
          <w:highlight w:val="yellow"/>
          <w:lang w:val="es-DO"/>
        </w:rPr>
        <w:t>:</w:t>
      </w:r>
    </w:p>
    <w:p w14:paraId="3A1B9C09" w14:textId="77777777" w:rsidR="00F049B1" w:rsidRPr="00F24182" w:rsidRDefault="00F049B1" w:rsidP="00F049B1">
      <w:pPr>
        <w:pStyle w:val="ListParagraph"/>
        <w:rPr>
          <w:rFonts w:ascii="Coda" w:hAnsi="Coda"/>
          <w:sz w:val="28"/>
          <w:szCs w:val="28"/>
          <w:lang w:val="es-DO"/>
        </w:rPr>
      </w:pPr>
    </w:p>
    <w:tbl>
      <w:tblPr>
        <w:tblStyle w:val="Cuadrculaclara1"/>
        <w:tblW w:w="0" w:type="auto"/>
        <w:tblInd w:w="250" w:type="dxa"/>
        <w:tblLook w:val="04A0" w:firstRow="1" w:lastRow="0" w:firstColumn="1" w:lastColumn="0" w:noHBand="0" w:noVBand="1"/>
      </w:tblPr>
      <w:tblGrid>
        <w:gridCol w:w="9369"/>
      </w:tblGrid>
      <w:tr w:rsidR="00F049B1" w:rsidRPr="00F72D1F" w14:paraId="0C73C0B2" w14:textId="77777777" w:rsidTr="00EE76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03DC9FA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20"/>
                <w:szCs w:val="20"/>
              </w:rPr>
            </w:pPr>
            <w:r w:rsidRPr="00F24182">
              <w:rPr>
                <w:rFonts w:ascii="Coda" w:hAnsi="Coda" w:cstheme="minorHAnsi"/>
                <w:b w:val="0"/>
                <w:sz w:val="20"/>
                <w:szCs w:val="20"/>
              </w:rPr>
              <w:t xml:space="preserve">Materiales : 1 Paño Limpio </w:t>
            </w:r>
            <w:r w:rsidR="00957BF8" w:rsidRPr="00F24182">
              <w:rPr>
                <w:rFonts w:ascii="Coda" w:hAnsi="Coda" w:cstheme="minorHAnsi"/>
                <w:b w:val="0"/>
                <w:sz w:val="20"/>
                <w:szCs w:val="20"/>
              </w:rPr>
              <w:t>y Limpiador de Superficie</w:t>
            </w:r>
          </w:p>
          <w:p w14:paraId="6D7A6B50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20"/>
                <w:szCs w:val="20"/>
              </w:rPr>
            </w:pPr>
          </w:p>
        </w:tc>
      </w:tr>
      <w:tr w:rsidR="00F049B1" w:rsidRPr="00F24182" w14:paraId="0524C834" w14:textId="77777777" w:rsidTr="00EE7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FB41E0B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20"/>
                <w:szCs w:val="20"/>
              </w:rPr>
            </w:pPr>
            <w:r w:rsidRPr="00F24182">
              <w:rPr>
                <w:rFonts w:ascii="Coda" w:hAnsi="Coda" w:cstheme="minorHAnsi"/>
                <w:b w:val="0"/>
                <w:sz w:val="20"/>
                <w:szCs w:val="20"/>
              </w:rPr>
              <w:t xml:space="preserve">Notas Importantes: </w:t>
            </w:r>
            <w:r w:rsidRPr="00F24182">
              <w:rPr>
                <w:rFonts w:ascii="Coda" w:hAnsi="Coda" w:cstheme="minorHAnsi"/>
                <w:b w:val="0"/>
                <w:color w:val="007033"/>
                <w:sz w:val="20"/>
                <w:szCs w:val="20"/>
              </w:rPr>
              <w:t>No aplica</w:t>
            </w:r>
          </w:p>
          <w:p w14:paraId="4BF15A5F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20"/>
                <w:szCs w:val="20"/>
              </w:rPr>
            </w:pPr>
          </w:p>
        </w:tc>
      </w:tr>
      <w:tr w:rsidR="00F049B1" w:rsidRPr="00F72D1F" w14:paraId="295AC884" w14:textId="77777777" w:rsidTr="00EE76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136A0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20"/>
                <w:szCs w:val="20"/>
              </w:rPr>
            </w:pPr>
            <w:r w:rsidRPr="00F24182">
              <w:rPr>
                <w:rFonts w:ascii="Coda" w:hAnsi="Coda" w:cstheme="minorHAnsi"/>
                <w:b w:val="0"/>
                <w:sz w:val="20"/>
                <w:szCs w:val="20"/>
              </w:rPr>
              <w:t>Procedimiento:</w:t>
            </w:r>
          </w:p>
          <w:p w14:paraId="683979C1" w14:textId="77777777" w:rsidR="00F049B1" w:rsidRPr="00F24182" w:rsidRDefault="00F049B1" w:rsidP="00EE7643">
            <w:pPr>
              <w:jc w:val="both"/>
              <w:rPr>
                <w:rFonts w:ascii="Coda" w:hAnsi="Coda" w:cstheme="minorHAnsi"/>
                <w:b w:val="0"/>
                <w:sz w:val="20"/>
                <w:szCs w:val="20"/>
              </w:rPr>
            </w:pPr>
          </w:p>
          <w:p w14:paraId="0000D508" w14:textId="77777777" w:rsidR="00F049B1" w:rsidRPr="00F24182" w:rsidRDefault="00F049B1" w:rsidP="00BC40E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oda" w:hAnsi="Coda" w:cstheme="minorHAnsi"/>
                <w:b w:val="0"/>
                <w:sz w:val="20"/>
                <w:szCs w:val="20"/>
              </w:rPr>
            </w:pPr>
            <w:r w:rsidRPr="00F24182">
              <w:rPr>
                <w:rFonts w:ascii="Coda" w:hAnsi="Coda" w:cstheme="minorHAnsi"/>
                <w:b w:val="0"/>
                <w:sz w:val="20"/>
                <w:szCs w:val="20"/>
              </w:rPr>
              <w:t xml:space="preserve">Rociar la parte de pana con </w:t>
            </w:r>
            <w:r w:rsidR="00957BF8" w:rsidRPr="00F24182">
              <w:rPr>
                <w:rFonts w:ascii="Coda" w:hAnsi="Coda" w:cstheme="minorHAnsi"/>
                <w:b w:val="0"/>
                <w:sz w:val="20"/>
                <w:szCs w:val="20"/>
              </w:rPr>
              <w:t>c</w:t>
            </w:r>
            <w:r w:rsidRPr="00F24182">
              <w:rPr>
                <w:rFonts w:ascii="Coda" w:hAnsi="Coda" w:cstheme="minorHAnsi"/>
                <w:b w:val="0"/>
                <w:sz w:val="20"/>
                <w:szCs w:val="20"/>
              </w:rPr>
              <w:t>ual</w:t>
            </w:r>
            <w:r w:rsidR="00957BF8" w:rsidRPr="00F24182">
              <w:rPr>
                <w:rFonts w:ascii="Coda" w:hAnsi="Coda" w:cstheme="minorHAnsi"/>
                <w:b w:val="0"/>
                <w:sz w:val="20"/>
                <w:szCs w:val="20"/>
              </w:rPr>
              <w:t>quier limpiador de superficies d</w:t>
            </w:r>
            <w:r w:rsidRPr="00F24182">
              <w:rPr>
                <w:rFonts w:ascii="Coda" w:hAnsi="Coda" w:cstheme="minorHAnsi"/>
                <w:b w:val="0"/>
                <w:sz w:val="20"/>
                <w:szCs w:val="20"/>
              </w:rPr>
              <w:t>isponible.</w:t>
            </w:r>
          </w:p>
          <w:p w14:paraId="3AF9474F" w14:textId="77777777" w:rsidR="00F049B1" w:rsidRPr="00F24182" w:rsidRDefault="00F049B1" w:rsidP="00BC40E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oda" w:hAnsi="Coda" w:cstheme="minorHAnsi"/>
                <w:b w:val="0"/>
                <w:sz w:val="20"/>
                <w:szCs w:val="20"/>
              </w:rPr>
            </w:pPr>
            <w:r w:rsidRPr="00F24182">
              <w:rPr>
                <w:rFonts w:ascii="Coda" w:hAnsi="Coda" w:cstheme="minorHAnsi"/>
                <w:b w:val="0"/>
                <w:sz w:val="20"/>
                <w:szCs w:val="20"/>
              </w:rPr>
              <w:t>Con un Paño limpio pásele a la superficie de tela o pana.</w:t>
            </w:r>
          </w:p>
          <w:p w14:paraId="08316C68" w14:textId="77777777" w:rsidR="00F049B1" w:rsidRPr="00F24182" w:rsidRDefault="00F049B1" w:rsidP="00BC40E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oda" w:hAnsi="Coda" w:cstheme="minorHAnsi"/>
                <w:b w:val="0"/>
                <w:sz w:val="20"/>
                <w:szCs w:val="20"/>
              </w:rPr>
            </w:pPr>
            <w:r w:rsidRPr="00F24182">
              <w:rPr>
                <w:rFonts w:ascii="Coda" w:hAnsi="Coda" w:cstheme="minorHAnsi"/>
                <w:b w:val="0"/>
                <w:sz w:val="20"/>
                <w:szCs w:val="20"/>
              </w:rPr>
              <w:t>Repita los Pasos  1 y 2 hasta que la superficie de pana quede libre de polvo y sucio.</w:t>
            </w:r>
          </w:p>
          <w:p w14:paraId="6B1896B7" w14:textId="77777777" w:rsidR="00F049B1" w:rsidRPr="00F24182" w:rsidRDefault="00F049B1" w:rsidP="00EE7643">
            <w:pPr>
              <w:rPr>
                <w:rFonts w:ascii="Coda" w:hAnsi="Coda" w:cstheme="minorHAnsi"/>
                <w:b w:val="0"/>
                <w:sz w:val="20"/>
                <w:szCs w:val="20"/>
              </w:rPr>
            </w:pPr>
          </w:p>
        </w:tc>
      </w:tr>
    </w:tbl>
    <w:p w14:paraId="1ACB484C" w14:textId="77777777" w:rsidR="0099506D" w:rsidRPr="005124A9" w:rsidRDefault="0099506D" w:rsidP="005124A9">
      <w:pPr>
        <w:rPr>
          <w:rFonts w:ascii="Coda" w:hAnsi="Coda"/>
          <w:sz w:val="28"/>
          <w:szCs w:val="28"/>
          <w:lang w:val="es-DO"/>
        </w:rPr>
      </w:pPr>
    </w:p>
    <w:p w14:paraId="03A14502" w14:textId="77777777" w:rsidR="00F049B1" w:rsidRPr="005124A9" w:rsidRDefault="00F049B1" w:rsidP="00BC40E0">
      <w:pPr>
        <w:pStyle w:val="ListParagraph"/>
        <w:numPr>
          <w:ilvl w:val="0"/>
          <w:numId w:val="3"/>
        </w:numPr>
        <w:spacing w:after="200" w:line="276" w:lineRule="auto"/>
        <w:rPr>
          <w:rFonts w:ascii="Coda" w:hAnsi="Coda"/>
          <w:color w:val="002060"/>
          <w:sz w:val="20"/>
          <w:szCs w:val="20"/>
          <w:highlight w:val="yellow"/>
        </w:rPr>
      </w:pPr>
      <w:r w:rsidRPr="005124A9">
        <w:rPr>
          <w:rFonts w:ascii="Coda" w:hAnsi="Coda"/>
          <w:color w:val="002060"/>
          <w:sz w:val="20"/>
          <w:szCs w:val="20"/>
          <w:highlight w:val="yellow"/>
        </w:rPr>
        <w:t>Limpieza de Dispositivos</w:t>
      </w:r>
      <w:r w:rsidR="005124A9">
        <w:rPr>
          <w:rFonts w:ascii="Coda" w:hAnsi="Coda"/>
          <w:color w:val="002060"/>
          <w:sz w:val="20"/>
          <w:szCs w:val="20"/>
          <w:highlight w:val="yellow"/>
        </w:rPr>
        <w:t>:</w:t>
      </w:r>
    </w:p>
    <w:p w14:paraId="5CE11672" w14:textId="77777777" w:rsidR="00F049B1" w:rsidRPr="00F24182" w:rsidRDefault="00F049B1" w:rsidP="00F049B1">
      <w:pPr>
        <w:pStyle w:val="ListParagraph"/>
        <w:spacing w:after="0"/>
        <w:rPr>
          <w:rFonts w:ascii="Coda" w:hAnsi="Coda"/>
          <w:color w:val="0D0D0D" w:themeColor="text1" w:themeTint="F2"/>
        </w:rPr>
      </w:pPr>
      <w:r w:rsidRPr="00F24182">
        <w:rPr>
          <w:rFonts w:ascii="Coda" w:hAnsi="Coda"/>
          <w:color w:val="0D0D0D" w:themeColor="text1" w:themeTint="F2"/>
        </w:rPr>
        <w:t>Este Procedimiento aplica para:</w:t>
      </w:r>
    </w:p>
    <w:p w14:paraId="42270083" w14:textId="77777777" w:rsidR="00F049B1" w:rsidRPr="00F24182" w:rsidRDefault="00F049B1" w:rsidP="00F049B1">
      <w:pPr>
        <w:pStyle w:val="ListParagraph"/>
        <w:spacing w:after="0" w:line="240" w:lineRule="auto"/>
        <w:rPr>
          <w:rFonts w:ascii="Coda" w:hAnsi="Coda"/>
          <w:color w:val="0D0D0D" w:themeColor="text1" w:themeTint="F2"/>
        </w:rPr>
      </w:pPr>
    </w:p>
    <w:p w14:paraId="6D4B670C" w14:textId="77777777" w:rsidR="00F049B1" w:rsidRPr="00F24182" w:rsidRDefault="00F049B1" w:rsidP="00BC40E0">
      <w:pPr>
        <w:pStyle w:val="ListParagraph"/>
        <w:numPr>
          <w:ilvl w:val="0"/>
          <w:numId w:val="8"/>
        </w:numPr>
        <w:spacing w:after="200" w:line="276" w:lineRule="auto"/>
        <w:rPr>
          <w:rFonts w:ascii="Coda" w:hAnsi="Coda"/>
          <w:color w:val="0D0D0D" w:themeColor="text1" w:themeTint="F2"/>
        </w:rPr>
      </w:pPr>
      <w:r w:rsidRPr="00F24182">
        <w:rPr>
          <w:rFonts w:ascii="Coda" w:hAnsi="Coda"/>
          <w:color w:val="0D0D0D" w:themeColor="text1" w:themeTint="F2"/>
        </w:rPr>
        <w:t>Computadoras (CPU).</w:t>
      </w:r>
    </w:p>
    <w:p w14:paraId="00BD1FD0" w14:textId="77777777" w:rsidR="00F049B1" w:rsidRPr="00F24182" w:rsidRDefault="00F049B1" w:rsidP="00BC40E0">
      <w:pPr>
        <w:pStyle w:val="ListParagraph"/>
        <w:numPr>
          <w:ilvl w:val="0"/>
          <w:numId w:val="8"/>
        </w:numPr>
        <w:spacing w:after="200" w:line="276" w:lineRule="auto"/>
        <w:rPr>
          <w:rFonts w:ascii="Coda" w:hAnsi="Coda"/>
          <w:color w:val="0D0D0D" w:themeColor="text1" w:themeTint="F2"/>
        </w:rPr>
      </w:pPr>
      <w:r w:rsidRPr="00F24182">
        <w:rPr>
          <w:rFonts w:ascii="Coda" w:hAnsi="Coda"/>
          <w:color w:val="0D0D0D" w:themeColor="text1" w:themeTint="F2"/>
        </w:rPr>
        <w:t>Teclados (Cuerpo).</w:t>
      </w:r>
    </w:p>
    <w:p w14:paraId="727A2A21" w14:textId="77777777" w:rsidR="00F049B1" w:rsidRPr="00F24182" w:rsidRDefault="00F049B1" w:rsidP="00BC40E0">
      <w:pPr>
        <w:pStyle w:val="ListParagraph"/>
        <w:numPr>
          <w:ilvl w:val="0"/>
          <w:numId w:val="8"/>
        </w:numPr>
        <w:spacing w:after="200" w:line="276" w:lineRule="auto"/>
        <w:rPr>
          <w:rFonts w:ascii="Coda" w:hAnsi="Coda"/>
          <w:color w:val="0D0D0D" w:themeColor="text1" w:themeTint="F2"/>
        </w:rPr>
      </w:pPr>
      <w:r w:rsidRPr="00F24182">
        <w:rPr>
          <w:rFonts w:ascii="Coda" w:hAnsi="Coda"/>
          <w:color w:val="0D0D0D" w:themeColor="text1" w:themeTint="F2"/>
        </w:rPr>
        <w:t>Teléfonos.</w:t>
      </w:r>
    </w:p>
    <w:p w14:paraId="53AF1D56" w14:textId="77777777" w:rsidR="00F049B1" w:rsidRPr="00F24182" w:rsidRDefault="00F049B1" w:rsidP="00BC40E0">
      <w:pPr>
        <w:pStyle w:val="ListParagraph"/>
        <w:numPr>
          <w:ilvl w:val="0"/>
          <w:numId w:val="8"/>
        </w:numPr>
        <w:spacing w:after="200" w:line="276" w:lineRule="auto"/>
        <w:rPr>
          <w:rFonts w:ascii="Coda" w:hAnsi="Coda"/>
          <w:color w:val="0D0D0D" w:themeColor="text1" w:themeTint="F2"/>
        </w:rPr>
      </w:pPr>
      <w:r w:rsidRPr="00F24182">
        <w:rPr>
          <w:rFonts w:ascii="Coda" w:hAnsi="Coda"/>
          <w:color w:val="0D0D0D" w:themeColor="text1" w:themeTint="F2"/>
        </w:rPr>
        <w:t>Monitores ( Cuerpo )</w:t>
      </w:r>
    </w:p>
    <w:p w14:paraId="00056076" w14:textId="77777777" w:rsidR="00F049B1" w:rsidRPr="00F24182" w:rsidRDefault="00F049B1" w:rsidP="00BC40E0">
      <w:pPr>
        <w:pStyle w:val="ListParagraph"/>
        <w:numPr>
          <w:ilvl w:val="0"/>
          <w:numId w:val="8"/>
        </w:numPr>
        <w:spacing w:after="200" w:line="276" w:lineRule="auto"/>
        <w:rPr>
          <w:rFonts w:ascii="Coda" w:hAnsi="Coda"/>
          <w:color w:val="0D0D0D" w:themeColor="text1" w:themeTint="F2"/>
        </w:rPr>
      </w:pPr>
      <w:r w:rsidRPr="00F24182">
        <w:rPr>
          <w:rFonts w:ascii="Coda" w:hAnsi="Coda"/>
          <w:color w:val="0D0D0D" w:themeColor="text1" w:themeTint="F2"/>
        </w:rPr>
        <w:t>Cableados.</w:t>
      </w:r>
    </w:p>
    <w:p w14:paraId="695237C7" w14:textId="77777777" w:rsidR="00F049B1" w:rsidRPr="00F24182" w:rsidRDefault="00F049B1" w:rsidP="00F049B1">
      <w:pPr>
        <w:pStyle w:val="ListParagraph"/>
        <w:ind w:left="1440"/>
        <w:rPr>
          <w:rFonts w:ascii="Coda" w:hAnsi="Coda"/>
        </w:rPr>
      </w:pPr>
    </w:p>
    <w:tbl>
      <w:tblPr>
        <w:tblStyle w:val="Cuadrculaclara1"/>
        <w:tblW w:w="0" w:type="auto"/>
        <w:tblInd w:w="250" w:type="dxa"/>
        <w:tblLook w:val="04A0" w:firstRow="1" w:lastRow="0" w:firstColumn="1" w:lastColumn="0" w:noHBand="0" w:noVBand="1"/>
      </w:tblPr>
      <w:tblGrid>
        <w:gridCol w:w="9369"/>
      </w:tblGrid>
      <w:tr w:rsidR="00F049B1" w:rsidRPr="00F24182" w14:paraId="2830E2CE" w14:textId="77777777" w:rsidTr="00EE76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232ADE1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Materiales : 1 Paño Limpio y Alcohol</w:t>
            </w:r>
          </w:p>
          <w:p w14:paraId="3D45573F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24182" w14:paraId="6248D079" w14:textId="77777777" w:rsidTr="00EE7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679C748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Notas Importantes: </w:t>
            </w:r>
            <w:r w:rsidRPr="00F24182">
              <w:rPr>
                <w:rFonts w:ascii="Coda" w:hAnsi="Coda" w:cstheme="minorHAnsi"/>
                <w:b w:val="0"/>
                <w:color w:val="007033"/>
                <w:sz w:val="18"/>
                <w:szCs w:val="18"/>
              </w:rPr>
              <w:t>No aplica</w:t>
            </w:r>
          </w:p>
          <w:p w14:paraId="38DF1C2E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72D1F" w14:paraId="59729A83" w14:textId="77777777" w:rsidTr="00EE76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72A1E7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lastRenderedPageBreak/>
              <w:t>Procedimiento:</w:t>
            </w:r>
          </w:p>
          <w:p w14:paraId="2EB9DCA2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  <w:p w14:paraId="2B51F1CB" w14:textId="77777777" w:rsidR="00F049B1" w:rsidRPr="00F24182" w:rsidRDefault="00F049B1" w:rsidP="00BC40E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Rociar el paño con alcohol.</w:t>
            </w:r>
          </w:p>
          <w:p w14:paraId="01B5C268" w14:textId="77777777" w:rsidR="00F049B1" w:rsidRPr="00F24182" w:rsidRDefault="00F049B1" w:rsidP="00BC40E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Pasar el paño en toda la superficie del dispositivo.</w:t>
            </w:r>
          </w:p>
          <w:p w14:paraId="34EFB219" w14:textId="77777777" w:rsidR="00F049B1" w:rsidRPr="00F24182" w:rsidRDefault="00F049B1" w:rsidP="00BC40E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Pasar el Paño en toda la base del dispositivo.</w:t>
            </w:r>
          </w:p>
          <w:p w14:paraId="6A904A44" w14:textId="77777777" w:rsidR="00F049B1" w:rsidRPr="00F24182" w:rsidRDefault="00F049B1" w:rsidP="00BC40E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Mover y/o levantar el dispositivo y limpiar la superficie de contacto con el escritorio y/o cubículo. </w:t>
            </w:r>
          </w:p>
          <w:p w14:paraId="3C7DF3BC" w14:textId="77777777" w:rsidR="00F049B1" w:rsidRPr="00F24182" w:rsidRDefault="00F049B1" w:rsidP="00BC40E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Repita los Pasos  1 al 4 hasta que el dispositivo esté libre de polvo y sucio.</w:t>
            </w:r>
          </w:p>
          <w:p w14:paraId="46FC55C1" w14:textId="77777777" w:rsidR="00F049B1" w:rsidRPr="00F24182" w:rsidRDefault="00F049B1" w:rsidP="00EE7643">
            <w:pPr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</w:tbl>
    <w:p w14:paraId="1C9E85C8" w14:textId="77777777" w:rsidR="00777CE6" w:rsidRPr="00F24182" w:rsidRDefault="00777CE6" w:rsidP="00F049B1">
      <w:pPr>
        <w:rPr>
          <w:rFonts w:ascii="Coda" w:hAnsi="Coda"/>
          <w:sz w:val="28"/>
          <w:szCs w:val="28"/>
          <w:lang w:val="es-DO"/>
        </w:rPr>
      </w:pPr>
    </w:p>
    <w:p w14:paraId="087F1C9B" w14:textId="77777777" w:rsidR="00F049B1" w:rsidRPr="005124A9" w:rsidRDefault="00F049B1" w:rsidP="00BC40E0">
      <w:pPr>
        <w:pStyle w:val="ListParagraph"/>
        <w:numPr>
          <w:ilvl w:val="0"/>
          <w:numId w:val="3"/>
        </w:numPr>
        <w:spacing w:after="200" w:line="276" w:lineRule="auto"/>
        <w:rPr>
          <w:rFonts w:ascii="Coda" w:hAnsi="Coda"/>
          <w:color w:val="002060"/>
          <w:sz w:val="20"/>
          <w:szCs w:val="20"/>
          <w:highlight w:val="yellow"/>
          <w:lang w:val="es-DO"/>
        </w:rPr>
      </w:pPr>
      <w:r w:rsidRPr="005124A9">
        <w:rPr>
          <w:rFonts w:ascii="Coda" w:hAnsi="Coda"/>
          <w:color w:val="002060"/>
          <w:sz w:val="20"/>
          <w:szCs w:val="20"/>
          <w:highlight w:val="yellow"/>
          <w:lang w:val="es-DO"/>
        </w:rPr>
        <w:t>Limpieza de Teclado (Incluida la superficie  de las teclas )</w:t>
      </w:r>
      <w:r w:rsidR="005124A9">
        <w:rPr>
          <w:rFonts w:ascii="Coda" w:hAnsi="Coda"/>
          <w:color w:val="002060"/>
          <w:sz w:val="20"/>
          <w:szCs w:val="20"/>
          <w:highlight w:val="yellow"/>
          <w:lang w:val="es-DO"/>
        </w:rPr>
        <w:t>:</w:t>
      </w:r>
    </w:p>
    <w:p w14:paraId="0F791CB6" w14:textId="77777777" w:rsidR="00F049B1" w:rsidRPr="00F24182" w:rsidRDefault="00F049B1" w:rsidP="00F049B1">
      <w:pPr>
        <w:pStyle w:val="ListParagraph"/>
        <w:rPr>
          <w:rFonts w:ascii="Coda" w:hAnsi="Coda"/>
          <w:sz w:val="28"/>
          <w:szCs w:val="28"/>
          <w:lang w:val="es-DO"/>
        </w:rPr>
      </w:pPr>
    </w:p>
    <w:tbl>
      <w:tblPr>
        <w:tblStyle w:val="Cuadrculaclara1"/>
        <w:tblW w:w="0" w:type="auto"/>
        <w:tblInd w:w="250" w:type="dxa"/>
        <w:tblLook w:val="04A0" w:firstRow="1" w:lastRow="0" w:firstColumn="1" w:lastColumn="0" w:noHBand="0" w:noVBand="1"/>
      </w:tblPr>
      <w:tblGrid>
        <w:gridCol w:w="9369"/>
      </w:tblGrid>
      <w:tr w:rsidR="00F049B1" w:rsidRPr="00F72D1F" w14:paraId="6CFAFC6E" w14:textId="77777777" w:rsidTr="00EE76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44F20A6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Materiales: 1 Paño Limpio, alcohol, aspiradora pequeña y una brocha pequeña o pincel.</w:t>
            </w:r>
          </w:p>
          <w:p w14:paraId="5AA4526D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72D1F" w14:paraId="6535E2B6" w14:textId="77777777" w:rsidTr="00EE7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3B30A2F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Notas Importantes: </w:t>
            </w:r>
            <w:r w:rsidRPr="00F24182">
              <w:rPr>
                <w:rFonts w:ascii="Coda" w:hAnsi="Coda" w:cstheme="minorHAnsi"/>
                <w:b w:val="0"/>
                <w:i/>
                <w:color w:val="C00000"/>
                <w:sz w:val="18"/>
                <w:szCs w:val="18"/>
                <w:highlight w:val="yellow"/>
              </w:rPr>
              <w:t>No Rociar la parte de las teclas con alcohol</w:t>
            </w:r>
          </w:p>
          <w:p w14:paraId="369AA197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72D1F" w14:paraId="559BC551" w14:textId="77777777" w:rsidTr="00EE76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475D8C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Procedimiento:</w:t>
            </w:r>
          </w:p>
          <w:p w14:paraId="4FDCA03F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  <w:p w14:paraId="5DFC694D" w14:textId="77777777" w:rsidR="00F049B1" w:rsidRPr="00F24182" w:rsidRDefault="00F049B1" w:rsidP="00BC40E0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Pasar la aspiradora suavemente por toda la parte del teclado.</w:t>
            </w:r>
          </w:p>
          <w:p w14:paraId="376095B3" w14:textId="77777777" w:rsidR="00F049B1" w:rsidRPr="00F24182" w:rsidRDefault="00F049B1" w:rsidP="00BC40E0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Mojar la brocha pequeña o pincel en alcohol y pasarla por las teclas limpiando sus orillas.</w:t>
            </w:r>
          </w:p>
          <w:p w14:paraId="0F5BCEFE" w14:textId="77777777" w:rsidR="00F049B1" w:rsidRPr="00F24182" w:rsidRDefault="00F049B1" w:rsidP="00BC40E0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Repita el paso 2 hasta que las orillas de las teclas estén limpias.</w:t>
            </w:r>
          </w:p>
          <w:p w14:paraId="5020AD61" w14:textId="77777777" w:rsidR="00F049B1" w:rsidRPr="00F24182" w:rsidRDefault="00F049B1" w:rsidP="00BC40E0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Rociar el paño con alcohol.</w:t>
            </w:r>
          </w:p>
          <w:p w14:paraId="10A84A8B" w14:textId="77777777" w:rsidR="00F049B1" w:rsidRPr="00F24182" w:rsidRDefault="00F049B1" w:rsidP="00BC40E0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Pasar el paño en toda la superficie y base del teclado.</w:t>
            </w:r>
          </w:p>
          <w:p w14:paraId="234063FB" w14:textId="77777777" w:rsidR="00F049B1" w:rsidRPr="00F24182" w:rsidRDefault="00F049B1" w:rsidP="00BC40E0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Mover y/o levantar el teclado y limpiar la superficie de contacto con el escritorio y/o cubículo. </w:t>
            </w:r>
          </w:p>
          <w:p w14:paraId="78485179" w14:textId="77777777" w:rsidR="00F049B1" w:rsidRPr="00F24182" w:rsidRDefault="00F049B1" w:rsidP="00BC40E0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Repita los pasos  4 al 6 hasta que el teclado esté libre de polvo y sucio.</w:t>
            </w:r>
          </w:p>
          <w:p w14:paraId="096A7F21" w14:textId="77777777" w:rsidR="00F049B1" w:rsidRPr="00F24182" w:rsidRDefault="00F049B1" w:rsidP="00EE7643">
            <w:pPr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</w:tbl>
    <w:p w14:paraId="53ED9455" w14:textId="77777777" w:rsidR="0099506D" w:rsidRPr="00F24182" w:rsidRDefault="0099506D" w:rsidP="00F049B1">
      <w:pPr>
        <w:rPr>
          <w:rFonts w:ascii="Coda" w:hAnsi="Coda"/>
          <w:sz w:val="28"/>
          <w:szCs w:val="28"/>
          <w:lang w:val="es-DO"/>
        </w:rPr>
      </w:pPr>
    </w:p>
    <w:p w14:paraId="5C606DE6" w14:textId="77777777" w:rsidR="00F049B1" w:rsidRPr="005124A9" w:rsidRDefault="00F049B1" w:rsidP="00BC40E0">
      <w:pPr>
        <w:pStyle w:val="ListParagraph"/>
        <w:numPr>
          <w:ilvl w:val="0"/>
          <w:numId w:val="3"/>
        </w:numPr>
        <w:spacing w:after="200" w:line="276" w:lineRule="auto"/>
        <w:rPr>
          <w:rFonts w:ascii="Coda" w:hAnsi="Coda"/>
          <w:color w:val="002060"/>
          <w:sz w:val="20"/>
          <w:szCs w:val="20"/>
          <w:highlight w:val="yellow"/>
          <w:lang w:val="es-DO"/>
        </w:rPr>
      </w:pPr>
      <w:r w:rsidRPr="005124A9">
        <w:rPr>
          <w:rFonts w:ascii="Coda" w:hAnsi="Coda"/>
          <w:color w:val="002060"/>
          <w:sz w:val="20"/>
          <w:szCs w:val="20"/>
          <w:highlight w:val="yellow"/>
          <w:lang w:val="es-DO"/>
        </w:rPr>
        <w:t>Limpieza de Pantallas de Monitor LCD</w:t>
      </w:r>
      <w:r w:rsidR="005124A9">
        <w:rPr>
          <w:rFonts w:ascii="Coda" w:hAnsi="Coda"/>
          <w:color w:val="002060"/>
          <w:sz w:val="20"/>
          <w:szCs w:val="20"/>
          <w:highlight w:val="yellow"/>
          <w:lang w:val="es-DO"/>
        </w:rPr>
        <w:t>:</w:t>
      </w:r>
    </w:p>
    <w:p w14:paraId="7A64F568" w14:textId="77777777" w:rsidR="00F049B1" w:rsidRPr="00F24182" w:rsidRDefault="00F049B1" w:rsidP="00F049B1">
      <w:pPr>
        <w:pStyle w:val="ListParagraph"/>
        <w:rPr>
          <w:rFonts w:ascii="Coda" w:hAnsi="Coda"/>
          <w:sz w:val="28"/>
          <w:szCs w:val="28"/>
          <w:lang w:val="es-DO"/>
        </w:rPr>
      </w:pPr>
    </w:p>
    <w:tbl>
      <w:tblPr>
        <w:tblStyle w:val="Cuadrculaclara1"/>
        <w:tblW w:w="0" w:type="auto"/>
        <w:tblInd w:w="250" w:type="dxa"/>
        <w:tblLook w:val="04A0" w:firstRow="1" w:lastRow="0" w:firstColumn="1" w:lastColumn="0" w:noHBand="0" w:noVBand="1"/>
      </w:tblPr>
      <w:tblGrid>
        <w:gridCol w:w="9369"/>
      </w:tblGrid>
      <w:tr w:rsidR="00F049B1" w:rsidRPr="00F72D1F" w14:paraId="6358A540" w14:textId="77777777" w:rsidTr="00EE76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E27835B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Materiales: 1 Paño especial (sin pelusa )  y Liquido de limpieza para Pantallas LCD</w:t>
            </w:r>
          </w:p>
          <w:p w14:paraId="1CE6F52E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72D1F" w14:paraId="14242A30" w14:textId="77777777" w:rsidTr="00EE7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AC86349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Notas Importantes: </w:t>
            </w:r>
            <w:r w:rsidRPr="00F24182">
              <w:rPr>
                <w:rFonts w:ascii="Coda" w:hAnsi="Coda" w:cstheme="minorHAnsi"/>
                <w:b w:val="0"/>
                <w:i/>
                <w:color w:val="C00000"/>
                <w:sz w:val="18"/>
                <w:szCs w:val="18"/>
                <w:highlight w:val="yellow"/>
              </w:rPr>
              <w:t>No Rociar la pantalla directamente con el liquido limpiador</w:t>
            </w:r>
          </w:p>
          <w:p w14:paraId="5495DBF5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72D1F" w14:paraId="212DA984" w14:textId="77777777" w:rsidTr="00EE76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73214B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Procedimiento:</w:t>
            </w:r>
          </w:p>
          <w:p w14:paraId="3DD11A61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  <w:p w14:paraId="19EDD6CE" w14:textId="77777777" w:rsidR="00F049B1" w:rsidRPr="00F24182" w:rsidRDefault="00F049B1" w:rsidP="00BC40E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Rocíe el paño especial con el líquido de limpiador de pantalla LCD.</w:t>
            </w:r>
          </w:p>
          <w:p w14:paraId="54564EF6" w14:textId="77777777" w:rsidR="00F049B1" w:rsidRPr="00F24182" w:rsidRDefault="00F049B1" w:rsidP="00BC40E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Frotar el paño especial suavemente en la pantalla del monitor.</w:t>
            </w:r>
          </w:p>
          <w:p w14:paraId="0E202111" w14:textId="77777777" w:rsidR="00F049B1" w:rsidRPr="00F24182" w:rsidRDefault="00F049B1" w:rsidP="00BC40E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Repita los pasos 1 y 2 hasta que la pantalla esté libre de polvo y sucio.</w:t>
            </w:r>
          </w:p>
          <w:p w14:paraId="01A139A9" w14:textId="77777777" w:rsidR="00F049B1" w:rsidRPr="00F24182" w:rsidRDefault="00F049B1" w:rsidP="00EE7643">
            <w:pPr>
              <w:pStyle w:val="ListParagraph"/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</w:tbl>
    <w:p w14:paraId="6FCCEB5E" w14:textId="77777777" w:rsidR="00A41F21" w:rsidRPr="00F24182" w:rsidRDefault="00A41F21" w:rsidP="00F049B1">
      <w:pPr>
        <w:rPr>
          <w:rFonts w:ascii="Coda" w:hAnsi="Coda"/>
          <w:sz w:val="28"/>
          <w:szCs w:val="28"/>
          <w:lang w:val="es-DO"/>
        </w:rPr>
      </w:pPr>
    </w:p>
    <w:p w14:paraId="236E6641" w14:textId="77777777" w:rsidR="00F049B1" w:rsidRPr="005124A9" w:rsidRDefault="00F049B1" w:rsidP="00BC40E0">
      <w:pPr>
        <w:pStyle w:val="ListParagraph"/>
        <w:numPr>
          <w:ilvl w:val="0"/>
          <w:numId w:val="3"/>
        </w:numPr>
        <w:spacing w:after="200" w:line="276" w:lineRule="auto"/>
        <w:rPr>
          <w:rFonts w:ascii="Coda" w:hAnsi="Coda"/>
          <w:color w:val="002060"/>
          <w:sz w:val="20"/>
          <w:szCs w:val="20"/>
          <w:highlight w:val="yellow"/>
          <w:lang w:val="es-DO"/>
        </w:rPr>
      </w:pPr>
      <w:r w:rsidRPr="005124A9">
        <w:rPr>
          <w:rFonts w:ascii="Coda" w:hAnsi="Coda"/>
          <w:color w:val="002060"/>
          <w:sz w:val="20"/>
          <w:szCs w:val="20"/>
          <w:highlight w:val="yellow"/>
          <w:lang w:val="es-DO"/>
        </w:rPr>
        <w:t>Limpieza de Cristales y/o Vidrios</w:t>
      </w:r>
      <w:r w:rsidR="005124A9">
        <w:rPr>
          <w:rFonts w:ascii="Coda" w:hAnsi="Coda"/>
          <w:color w:val="002060"/>
          <w:sz w:val="20"/>
          <w:szCs w:val="20"/>
          <w:highlight w:val="yellow"/>
          <w:lang w:val="es-DO"/>
        </w:rPr>
        <w:t>:</w:t>
      </w:r>
    </w:p>
    <w:p w14:paraId="5D559976" w14:textId="77777777" w:rsidR="00F049B1" w:rsidRPr="00F24182" w:rsidRDefault="00F049B1" w:rsidP="00F049B1">
      <w:pPr>
        <w:pStyle w:val="ListParagraph"/>
        <w:rPr>
          <w:rFonts w:ascii="Coda" w:hAnsi="Coda"/>
          <w:sz w:val="28"/>
          <w:szCs w:val="28"/>
          <w:lang w:val="es-DO"/>
        </w:rPr>
      </w:pPr>
    </w:p>
    <w:tbl>
      <w:tblPr>
        <w:tblStyle w:val="Cuadrculaclara1"/>
        <w:tblW w:w="0" w:type="auto"/>
        <w:tblInd w:w="250" w:type="dxa"/>
        <w:tblLook w:val="04A0" w:firstRow="1" w:lastRow="0" w:firstColumn="1" w:lastColumn="0" w:noHBand="0" w:noVBand="1"/>
      </w:tblPr>
      <w:tblGrid>
        <w:gridCol w:w="9369"/>
      </w:tblGrid>
      <w:tr w:rsidR="00F049B1" w:rsidRPr="00F72D1F" w14:paraId="5105F66C" w14:textId="77777777" w:rsidTr="00EE76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7ED3981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Materiales: 1 Paño,  Herramienta de Limpiar Cristales y  Liquido Limpia Cristales</w:t>
            </w:r>
          </w:p>
          <w:p w14:paraId="22C3EA73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24182" w14:paraId="57EA5802" w14:textId="77777777" w:rsidTr="00EE7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CCB735C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color w:val="00B05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Notas Importantes: </w:t>
            </w:r>
            <w:r w:rsidRPr="00F24182">
              <w:rPr>
                <w:rFonts w:ascii="Coda" w:hAnsi="Coda" w:cstheme="minorHAnsi"/>
                <w:b w:val="0"/>
                <w:color w:val="00B050"/>
                <w:sz w:val="18"/>
                <w:szCs w:val="18"/>
              </w:rPr>
              <w:t>No aplica</w:t>
            </w:r>
          </w:p>
          <w:p w14:paraId="5415805D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72D1F" w14:paraId="24CE6B3C" w14:textId="77777777" w:rsidTr="00EE76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3F37F7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lastRenderedPageBreak/>
              <w:t>Procedimiento:</w:t>
            </w:r>
          </w:p>
          <w:p w14:paraId="1852E682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  <w:p w14:paraId="3F61D2A8" w14:textId="77777777" w:rsidR="00F049B1" w:rsidRPr="00F24182" w:rsidRDefault="00F049B1" w:rsidP="00BC40E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Rocíe, con el líquido limpiador, el cristal</w:t>
            </w:r>
            <w:r w:rsidR="00777CE6"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 y marco de cristal</w:t>
            </w: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 a limpiar.</w:t>
            </w:r>
          </w:p>
          <w:p w14:paraId="26DB512C" w14:textId="77777777" w:rsidR="00F049B1" w:rsidRPr="00F24182" w:rsidRDefault="00F049B1" w:rsidP="00BC40E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Pasar suavemente la Herramienta Limpiadora en la superficie de cristal.</w:t>
            </w:r>
          </w:p>
          <w:p w14:paraId="46C5CC2B" w14:textId="77777777" w:rsidR="00777CE6" w:rsidRPr="00F24182" w:rsidRDefault="00F049B1" w:rsidP="00777CE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Repetir los pasos 1 y 2 hasta que el cristal esté libre de polvo y sucio</w:t>
            </w:r>
            <w:r w:rsidR="00777CE6" w:rsidRPr="00F24182">
              <w:rPr>
                <w:rFonts w:ascii="Coda" w:hAnsi="Coda" w:cstheme="minorHAnsi"/>
                <w:b w:val="0"/>
                <w:sz w:val="18"/>
                <w:szCs w:val="18"/>
              </w:rPr>
              <w:t>.</w:t>
            </w:r>
          </w:p>
          <w:p w14:paraId="2D365687" w14:textId="77777777" w:rsidR="00F049B1" w:rsidRPr="00F24182" w:rsidRDefault="00F049B1" w:rsidP="00BC40E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Frotar el paño suavemente en el cristal para quitar los excesos del líquido limpiador.</w:t>
            </w:r>
          </w:p>
          <w:p w14:paraId="18A248C5" w14:textId="77777777" w:rsidR="00F049B1" w:rsidRPr="00F24182" w:rsidRDefault="00F049B1" w:rsidP="00EE7643">
            <w:pPr>
              <w:pStyle w:val="ListParagraph"/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</w:tbl>
    <w:p w14:paraId="1DF4A315" w14:textId="77777777" w:rsidR="00777CE6" w:rsidRPr="00F24182" w:rsidRDefault="00777CE6" w:rsidP="00F049B1">
      <w:pPr>
        <w:rPr>
          <w:rFonts w:ascii="Coda" w:hAnsi="Coda"/>
          <w:sz w:val="28"/>
          <w:szCs w:val="28"/>
          <w:lang w:val="es-DO"/>
        </w:rPr>
      </w:pPr>
    </w:p>
    <w:p w14:paraId="4D211EA4" w14:textId="77777777" w:rsidR="00F049B1" w:rsidRPr="005124A9" w:rsidRDefault="005124A9" w:rsidP="00BC40E0">
      <w:pPr>
        <w:pStyle w:val="ListParagraph"/>
        <w:numPr>
          <w:ilvl w:val="0"/>
          <w:numId w:val="3"/>
        </w:numPr>
        <w:spacing w:after="200" w:line="276" w:lineRule="auto"/>
        <w:rPr>
          <w:rFonts w:ascii="Coda" w:hAnsi="Coda"/>
          <w:color w:val="002060"/>
          <w:sz w:val="20"/>
          <w:szCs w:val="20"/>
          <w:highlight w:val="yellow"/>
        </w:rPr>
      </w:pPr>
      <w:r w:rsidRPr="005124A9">
        <w:rPr>
          <w:rFonts w:ascii="Coda" w:hAnsi="Coda"/>
          <w:color w:val="002060"/>
          <w:sz w:val="20"/>
          <w:szCs w:val="20"/>
          <w:highlight w:val="yellow"/>
        </w:rPr>
        <w:t>Limpieza de Paredes:</w:t>
      </w:r>
    </w:p>
    <w:p w14:paraId="0AA15465" w14:textId="77777777" w:rsidR="00F049B1" w:rsidRPr="00F24182" w:rsidRDefault="00F049B1" w:rsidP="00F049B1">
      <w:pPr>
        <w:pStyle w:val="ListParagraph"/>
        <w:rPr>
          <w:rFonts w:ascii="Coda" w:hAnsi="Coda"/>
          <w:sz w:val="28"/>
          <w:szCs w:val="28"/>
        </w:rPr>
      </w:pPr>
    </w:p>
    <w:tbl>
      <w:tblPr>
        <w:tblStyle w:val="Cuadrculaclara1"/>
        <w:tblW w:w="0" w:type="auto"/>
        <w:tblInd w:w="250" w:type="dxa"/>
        <w:tblLook w:val="04A0" w:firstRow="1" w:lastRow="0" w:firstColumn="1" w:lastColumn="0" w:noHBand="0" w:noVBand="1"/>
      </w:tblPr>
      <w:tblGrid>
        <w:gridCol w:w="9369"/>
      </w:tblGrid>
      <w:tr w:rsidR="00F049B1" w:rsidRPr="00F72D1F" w14:paraId="04908754" w14:textId="77777777" w:rsidTr="00EE76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A2F5FDC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Materiales: 2 Paños,  Guantes,  Solución  Detergente. </w:t>
            </w:r>
          </w:p>
          <w:p w14:paraId="367D6B77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24182" w14:paraId="23FFDFB4" w14:textId="77777777" w:rsidTr="00EE7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7A465DA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color w:val="C0000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Notas Importantes: </w:t>
            </w:r>
            <w:r w:rsidRPr="00F24182">
              <w:rPr>
                <w:rFonts w:ascii="Coda" w:hAnsi="Coda" w:cstheme="minorHAnsi"/>
                <w:b w:val="0"/>
                <w:i/>
                <w:color w:val="C00000"/>
                <w:sz w:val="18"/>
                <w:szCs w:val="18"/>
                <w:highlight w:val="yellow"/>
                <w:lang w:val="es-MX"/>
              </w:rPr>
              <w:t>Comience siempre en la parte inferior de la pared y avance hacia arriba. Luego retoque.</w:t>
            </w:r>
          </w:p>
          <w:p w14:paraId="38E428D9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72D1F" w14:paraId="3199E8B9" w14:textId="77777777" w:rsidTr="00EE76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35D22F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Procedimiento:</w:t>
            </w:r>
          </w:p>
          <w:p w14:paraId="6DCD2E16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  <w:p w14:paraId="736DFA19" w14:textId="77777777" w:rsidR="00F049B1" w:rsidRPr="00F24182" w:rsidRDefault="00F049B1" w:rsidP="00BC40E0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Rocíe la pared con la solución detergente.</w:t>
            </w:r>
          </w:p>
          <w:p w14:paraId="5D2097E0" w14:textId="77777777" w:rsidR="00F049B1" w:rsidRPr="00F24182" w:rsidRDefault="00F049B1" w:rsidP="00BC40E0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Frotar suavemente la superficie de la pared con un paño. </w:t>
            </w:r>
          </w:p>
          <w:p w14:paraId="466F63E3" w14:textId="77777777" w:rsidR="00F049B1" w:rsidRPr="00F24182" w:rsidRDefault="00F049B1" w:rsidP="00BC40E0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Repetir los pasos 1 y 2 hasta que la esté libre de polvo y sucio.</w:t>
            </w:r>
          </w:p>
          <w:p w14:paraId="3A57CA71" w14:textId="77777777" w:rsidR="00F049B1" w:rsidRPr="00F24182" w:rsidRDefault="00F049B1" w:rsidP="00BC40E0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Secar la pared con paño seco.</w:t>
            </w:r>
          </w:p>
          <w:p w14:paraId="54FE15C2" w14:textId="77777777" w:rsidR="00F049B1" w:rsidRPr="00F24182" w:rsidRDefault="00F049B1" w:rsidP="00EE7643">
            <w:pPr>
              <w:pStyle w:val="ListParagraph"/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  <w:p w14:paraId="3295A2F9" w14:textId="77777777" w:rsidR="00F049B1" w:rsidRPr="00F24182" w:rsidRDefault="00F049B1" w:rsidP="00EE7643">
            <w:pPr>
              <w:pStyle w:val="ListParagraph"/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</w:tbl>
    <w:p w14:paraId="7881D8DF" w14:textId="77777777" w:rsidR="00957BF8" w:rsidRPr="00F24182" w:rsidRDefault="00957BF8" w:rsidP="00F049B1">
      <w:pPr>
        <w:rPr>
          <w:rFonts w:ascii="Coda" w:hAnsi="Coda"/>
          <w:sz w:val="28"/>
          <w:szCs w:val="28"/>
          <w:lang w:val="es-DO"/>
        </w:rPr>
      </w:pPr>
    </w:p>
    <w:p w14:paraId="2869D0C9" w14:textId="77777777" w:rsidR="00F049B1" w:rsidRPr="005124A9" w:rsidRDefault="005124A9" w:rsidP="00BC40E0">
      <w:pPr>
        <w:pStyle w:val="ListParagraph"/>
        <w:numPr>
          <w:ilvl w:val="0"/>
          <w:numId w:val="3"/>
        </w:numPr>
        <w:spacing w:after="200" w:line="276" w:lineRule="auto"/>
        <w:rPr>
          <w:rFonts w:ascii="Coda" w:hAnsi="Coda"/>
          <w:color w:val="002060"/>
          <w:sz w:val="20"/>
          <w:szCs w:val="20"/>
          <w:highlight w:val="yellow"/>
        </w:rPr>
      </w:pPr>
      <w:r w:rsidRPr="005124A9">
        <w:rPr>
          <w:rFonts w:ascii="Coda" w:hAnsi="Coda"/>
          <w:color w:val="002060"/>
          <w:sz w:val="20"/>
          <w:szCs w:val="20"/>
          <w:highlight w:val="yellow"/>
        </w:rPr>
        <w:t>Limpieza de Pisos:</w:t>
      </w:r>
    </w:p>
    <w:p w14:paraId="7E7B668A" w14:textId="77777777" w:rsidR="00F049B1" w:rsidRPr="00F24182" w:rsidRDefault="00F049B1" w:rsidP="00F049B1">
      <w:pPr>
        <w:pStyle w:val="ListParagraph"/>
        <w:rPr>
          <w:rFonts w:ascii="Coda" w:hAnsi="Coda"/>
          <w:sz w:val="28"/>
          <w:szCs w:val="28"/>
        </w:rPr>
      </w:pPr>
    </w:p>
    <w:tbl>
      <w:tblPr>
        <w:tblStyle w:val="Cuadrculaclara1"/>
        <w:tblW w:w="0" w:type="auto"/>
        <w:tblInd w:w="250" w:type="dxa"/>
        <w:tblLook w:val="04A0" w:firstRow="1" w:lastRow="0" w:firstColumn="1" w:lastColumn="0" w:noHBand="0" w:noVBand="1"/>
      </w:tblPr>
      <w:tblGrid>
        <w:gridCol w:w="9369"/>
      </w:tblGrid>
      <w:tr w:rsidR="00F049B1" w:rsidRPr="00F72D1F" w14:paraId="084F4B09" w14:textId="77777777" w:rsidTr="00EE76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F19ACD3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Materiales: Escoba o Escobillón, Trapeador, Guantes,  Detergente y Solución Desinfectante.</w:t>
            </w:r>
          </w:p>
          <w:p w14:paraId="7707FBAE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72D1F" w14:paraId="64C0061D" w14:textId="77777777" w:rsidTr="00EE7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4FE3F75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Notas Importantes: </w:t>
            </w:r>
          </w:p>
          <w:p w14:paraId="08D54546" w14:textId="77777777" w:rsidR="00F049B1" w:rsidRPr="00F24182" w:rsidRDefault="00F049B1" w:rsidP="00BC40E0">
            <w:pPr>
              <w:pStyle w:val="ListParagraph"/>
              <w:numPr>
                <w:ilvl w:val="0"/>
                <w:numId w:val="18"/>
              </w:numPr>
              <w:rPr>
                <w:rFonts w:ascii="Coda" w:hAnsi="Coda" w:cstheme="minorHAnsi"/>
                <w:b w:val="0"/>
                <w:i/>
                <w:color w:val="C00000"/>
                <w:sz w:val="18"/>
                <w:szCs w:val="18"/>
                <w:highlight w:val="yellow"/>
              </w:rPr>
            </w:pPr>
            <w:r w:rsidRPr="00F24182">
              <w:rPr>
                <w:rFonts w:ascii="Coda" w:hAnsi="Coda" w:cstheme="minorHAnsi"/>
                <w:b w:val="0"/>
                <w:i/>
                <w:color w:val="C00000"/>
                <w:sz w:val="18"/>
                <w:szCs w:val="18"/>
                <w:highlight w:val="yellow"/>
              </w:rPr>
              <w:t>Siempre  colocar el aviso de “PISO MOJADO ”cuando este limpiando</w:t>
            </w:r>
          </w:p>
          <w:p w14:paraId="78CF32C4" w14:textId="77777777" w:rsidR="00F049B1" w:rsidRPr="00F24182" w:rsidRDefault="00F049B1" w:rsidP="00BC40E0">
            <w:pPr>
              <w:pStyle w:val="ListParagraph"/>
              <w:numPr>
                <w:ilvl w:val="0"/>
                <w:numId w:val="18"/>
              </w:numPr>
              <w:rPr>
                <w:rFonts w:ascii="Coda" w:hAnsi="Coda" w:cstheme="minorHAnsi"/>
                <w:b w:val="0"/>
                <w:sz w:val="18"/>
                <w:szCs w:val="18"/>
                <w:highlight w:val="yellow"/>
              </w:rPr>
            </w:pPr>
            <w:r w:rsidRPr="00F24182">
              <w:rPr>
                <w:rFonts w:ascii="Coda" w:hAnsi="Coda" w:cstheme="minorHAnsi"/>
                <w:b w:val="0"/>
                <w:i/>
                <w:color w:val="C00000"/>
                <w:sz w:val="18"/>
                <w:szCs w:val="18"/>
                <w:highlight w:val="yellow"/>
              </w:rPr>
              <w:t>Usar Guantes en todo momento en el proceso de Limpieza</w:t>
            </w:r>
          </w:p>
          <w:p w14:paraId="3FDB8D14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24182" w14:paraId="33BC9FF5" w14:textId="77777777" w:rsidTr="00EE76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77C2C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Procedimiento:</w:t>
            </w:r>
          </w:p>
          <w:p w14:paraId="5B238491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  <w:p w14:paraId="7CA18DAE" w14:textId="77777777" w:rsidR="00F049B1" w:rsidRPr="00F24182" w:rsidRDefault="00F049B1" w:rsidP="00BC40E0">
            <w:pPr>
              <w:pStyle w:val="ListParagraph"/>
              <w:numPr>
                <w:ilvl w:val="0"/>
                <w:numId w:val="16"/>
              </w:numPr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Barrer el piso utilizando una escoba o escobillón.</w:t>
            </w:r>
          </w:p>
          <w:p w14:paraId="5CC558B3" w14:textId="77777777" w:rsidR="00F049B1" w:rsidRPr="00F24182" w:rsidRDefault="00F049B1" w:rsidP="00BC40E0">
            <w:pPr>
              <w:pStyle w:val="ListParagraph"/>
              <w:numPr>
                <w:ilvl w:val="0"/>
                <w:numId w:val="16"/>
              </w:numPr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Luego, Limpie el piso con agua y detergente y secar con trapeador.</w:t>
            </w:r>
          </w:p>
          <w:p w14:paraId="19E8BB0C" w14:textId="77777777" w:rsidR="00F049B1" w:rsidRPr="00F24182" w:rsidRDefault="00F049B1" w:rsidP="00BC40E0">
            <w:pPr>
              <w:pStyle w:val="ListParagraph"/>
              <w:numPr>
                <w:ilvl w:val="0"/>
                <w:numId w:val="16"/>
              </w:numPr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Desinfectar el piso utilizando el trapeador y Solución desinfectante.</w:t>
            </w:r>
          </w:p>
          <w:p w14:paraId="105C840B" w14:textId="77777777" w:rsidR="00F049B1" w:rsidRPr="00F24182" w:rsidRDefault="00F049B1" w:rsidP="00BC40E0">
            <w:pPr>
              <w:pStyle w:val="ListParagraph"/>
              <w:numPr>
                <w:ilvl w:val="0"/>
                <w:numId w:val="16"/>
              </w:numPr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Secar el piso.</w:t>
            </w:r>
          </w:p>
          <w:p w14:paraId="484254D1" w14:textId="77777777" w:rsidR="00F049B1" w:rsidRPr="00F24182" w:rsidRDefault="00F049B1" w:rsidP="00EE7643">
            <w:pPr>
              <w:pStyle w:val="ListParagraph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</w:tbl>
    <w:p w14:paraId="66513F29" w14:textId="77777777" w:rsidR="00A41F21" w:rsidRDefault="00A41F21" w:rsidP="00F049B1">
      <w:pPr>
        <w:pStyle w:val="ListParagraph"/>
        <w:rPr>
          <w:rFonts w:ascii="Coda" w:hAnsi="Coda"/>
          <w:sz w:val="28"/>
          <w:szCs w:val="28"/>
        </w:rPr>
      </w:pPr>
    </w:p>
    <w:p w14:paraId="55F0FAD5" w14:textId="77777777" w:rsidR="005124A9" w:rsidRDefault="005124A9" w:rsidP="00F049B1">
      <w:pPr>
        <w:pStyle w:val="ListParagraph"/>
        <w:rPr>
          <w:rFonts w:ascii="Coda" w:hAnsi="Coda"/>
          <w:sz w:val="28"/>
          <w:szCs w:val="28"/>
        </w:rPr>
      </w:pPr>
    </w:p>
    <w:p w14:paraId="18D3AFA6" w14:textId="77777777" w:rsidR="005124A9" w:rsidRDefault="005124A9" w:rsidP="00F049B1">
      <w:pPr>
        <w:pStyle w:val="ListParagraph"/>
        <w:rPr>
          <w:rFonts w:ascii="Coda" w:hAnsi="Coda"/>
          <w:sz w:val="28"/>
          <w:szCs w:val="28"/>
        </w:rPr>
      </w:pPr>
    </w:p>
    <w:p w14:paraId="0C0626DC" w14:textId="77777777" w:rsidR="005124A9" w:rsidRPr="005124A9" w:rsidRDefault="005124A9" w:rsidP="005124A9">
      <w:pPr>
        <w:spacing w:after="0"/>
        <w:rPr>
          <w:rFonts w:ascii="Coda" w:hAnsi="Coda"/>
          <w:sz w:val="28"/>
          <w:szCs w:val="28"/>
        </w:rPr>
      </w:pPr>
    </w:p>
    <w:p w14:paraId="630D7832" w14:textId="77777777" w:rsidR="00F049B1" w:rsidRPr="005124A9" w:rsidRDefault="00F049B1" w:rsidP="00BC40E0">
      <w:pPr>
        <w:pStyle w:val="ListParagraph"/>
        <w:numPr>
          <w:ilvl w:val="0"/>
          <w:numId w:val="3"/>
        </w:numPr>
        <w:spacing w:after="200" w:line="276" w:lineRule="auto"/>
        <w:rPr>
          <w:rFonts w:ascii="Coda" w:hAnsi="Coda"/>
          <w:color w:val="002060"/>
          <w:sz w:val="20"/>
          <w:szCs w:val="20"/>
          <w:highlight w:val="yellow"/>
        </w:rPr>
      </w:pPr>
      <w:r w:rsidRPr="005124A9">
        <w:rPr>
          <w:rFonts w:ascii="Coda" w:hAnsi="Coda"/>
          <w:color w:val="002060"/>
          <w:sz w:val="20"/>
          <w:szCs w:val="20"/>
          <w:highlight w:val="yellow"/>
        </w:rPr>
        <w:t xml:space="preserve">Limpieza </w:t>
      </w:r>
      <w:r w:rsidR="004D7512" w:rsidRPr="005124A9">
        <w:rPr>
          <w:rFonts w:ascii="Coda" w:hAnsi="Coda"/>
          <w:color w:val="002060"/>
          <w:sz w:val="20"/>
          <w:szCs w:val="20"/>
          <w:highlight w:val="yellow"/>
        </w:rPr>
        <w:t xml:space="preserve">Diaria </w:t>
      </w:r>
      <w:r w:rsidR="005124A9">
        <w:rPr>
          <w:rFonts w:ascii="Coda" w:hAnsi="Coda"/>
          <w:color w:val="002060"/>
          <w:sz w:val="20"/>
          <w:szCs w:val="20"/>
          <w:highlight w:val="yellow"/>
        </w:rPr>
        <w:t>de Baños:</w:t>
      </w:r>
    </w:p>
    <w:p w14:paraId="16C911CC" w14:textId="77777777" w:rsidR="00F049B1" w:rsidRPr="00F24182" w:rsidRDefault="00F049B1" w:rsidP="00F049B1">
      <w:pPr>
        <w:pStyle w:val="ListParagraph"/>
        <w:rPr>
          <w:rFonts w:ascii="Coda" w:hAnsi="Coda"/>
          <w:sz w:val="28"/>
          <w:szCs w:val="28"/>
        </w:rPr>
      </w:pPr>
    </w:p>
    <w:tbl>
      <w:tblPr>
        <w:tblStyle w:val="Cuadrculaclara1"/>
        <w:tblW w:w="0" w:type="auto"/>
        <w:tblInd w:w="250" w:type="dxa"/>
        <w:tblLook w:val="04A0" w:firstRow="1" w:lastRow="0" w:firstColumn="1" w:lastColumn="0" w:noHBand="0" w:noVBand="1"/>
      </w:tblPr>
      <w:tblGrid>
        <w:gridCol w:w="9369"/>
      </w:tblGrid>
      <w:tr w:rsidR="00F049B1" w:rsidRPr="00F72D1F" w14:paraId="6FDEFF11" w14:textId="77777777" w:rsidTr="00EE76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ABC8DB6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Materiales: Paño, Material  Rugoso de Limpieza (Brillo Verde ), Escoba o Escobillón , Trapeador , Guantes, Detergente y Solución </w:t>
            </w: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lastRenderedPageBreak/>
              <w:t>desinfectante.</w:t>
            </w:r>
          </w:p>
          <w:p w14:paraId="6E954758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72D1F" w14:paraId="51DF4B30" w14:textId="77777777" w:rsidTr="00EE7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8EC1201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lastRenderedPageBreak/>
              <w:t>Notas Importantes:</w:t>
            </w:r>
          </w:p>
          <w:p w14:paraId="737BA0AE" w14:textId="77777777" w:rsidR="00F049B1" w:rsidRPr="00F24182" w:rsidRDefault="00F049B1" w:rsidP="00BC40E0">
            <w:pPr>
              <w:pStyle w:val="ListParagraph"/>
              <w:numPr>
                <w:ilvl w:val="0"/>
                <w:numId w:val="19"/>
              </w:numPr>
              <w:rPr>
                <w:rFonts w:ascii="Coda" w:hAnsi="Coda" w:cstheme="minorHAnsi"/>
                <w:b w:val="0"/>
                <w:i/>
                <w:color w:val="C00000"/>
                <w:sz w:val="18"/>
                <w:szCs w:val="18"/>
                <w:highlight w:val="yellow"/>
              </w:rPr>
            </w:pPr>
            <w:r w:rsidRPr="00F24182">
              <w:rPr>
                <w:rFonts w:ascii="Coda" w:hAnsi="Coda" w:cstheme="minorHAnsi"/>
                <w:b w:val="0"/>
                <w:i/>
                <w:color w:val="C00000"/>
                <w:sz w:val="18"/>
                <w:szCs w:val="18"/>
                <w:highlight w:val="yellow"/>
              </w:rPr>
              <w:t>Siempre colocar el aviso de “PISO MOJADO ”cuando este limpiando</w:t>
            </w:r>
          </w:p>
          <w:p w14:paraId="68D017C3" w14:textId="77777777" w:rsidR="00F049B1" w:rsidRPr="00F24182" w:rsidRDefault="00F049B1" w:rsidP="00BC40E0">
            <w:pPr>
              <w:pStyle w:val="ListParagraph"/>
              <w:numPr>
                <w:ilvl w:val="0"/>
                <w:numId w:val="19"/>
              </w:numPr>
              <w:rPr>
                <w:rFonts w:ascii="Coda" w:hAnsi="Coda" w:cstheme="minorHAnsi"/>
                <w:b w:val="0"/>
                <w:sz w:val="18"/>
                <w:szCs w:val="18"/>
                <w:highlight w:val="yellow"/>
              </w:rPr>
            </w:pPr>
            <w:r w:rsidRPr="00F24182">
              <w:rPr>
                <w:rFonts w:ascii="Coda" w:hAnsi="Coda" w:cstheme="minorHAnsi"/>
                <w:b w:val="0"/>
                <w:i/>
                <w:color w:val="C00000"/>
                <w:sz w:val="18"/>
                <w:szCs w:val="18"/>
                <w:highlight w:val="yellow"/>
              </w:rPr>
              <w:t>Usar Guantes en todo momento en el proceso de Limpieza</w:t>
            </w:r>
          </w:p>
          <w:p w14:paraId="122C8B0E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24182" w14:paraId="687F12D2" w14:textId="77777777" w:rsidTr="00EE76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5445A1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Procedimiento:</w:t>
            </w:r>
          </w:p>
          <w:p w14:paraId="02001F7D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  <w:p w14:paraId="59C4A466" w14:textId="77777777" w:rsidR="00F049B1" w:rsidRPr="00F24182" w:rsidRDefault="00F049B1" w:rsidP="00EE7643">
            <w:p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Limpieza de Zafacones:</w:t>
            </w:r>
          </w:p>
          <w:p w14:paraId="67E3BA6A" w14:textId="77777777" w:rsidR="00F049B1" w:rsidRPr="00F24182" w:rsidRDefault="00F049B1" w:rsidP="00EE7643">
            <w:p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</w:p>
          <w:p w14:paraId="267371CA" w14:textId="77777777" w:rsidR="00F049B1" w:rsidRPr="00F24182" w:rsidRDefault="00F049B1" w:rsidP="00BC40E0">
            <w:pPr>
              <w:pStyle w:val="ListParagraph"/>
              <w:numPr>
                <w:ilvl w:val="0"/>
                <w:numId w:val="12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Retirar la funda con basura del zafacón.</w:t>
            </w:r>
          </w:p>
          <w:p w14:paraId="35E120D5" w14:textId="77777777" w:rsidR="00F049B1" w:rsidRPr="00F24182" w:rsidRDefault="00F049B1" w:rsidP="00BC40E0">
            <w:pPr>
              <w:pStyle w:val="ListParagraph"/>
              <w:numPr>
                <w:ilvl w:val="0"/>
                <w:numId w:val="12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Limpiar y Desinfectar el zafacón (Si aplica).</w:t>
            </w:r>
          </w:p>
          <w:p w14:paraId="18B56C0A" w14:textId="77777777" w:rsidR="00F049B1" w:rsidRPr="00F24182" w:rsidRDefault="00F049B1" w:rsidP="00BC40E0">
            <w:pPr>
              <w:pStyle w:val="ListParagraph"/>
              <w:numPr>
                <w:ilvl w:val="0"/>
                <w:numId w:val="12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Colocar una funda nueva.</w:t>
            </w:r>
          </w:p>
          <w:p w14:paraId="02FE7B40" w14:textId="77777777" w:rsidR="00F049B1" w:rsidRPr="00F24182" w:rsidRDefault="00F049B1" w:rsidP="00EE7643">
            <w:pPr>
              <w:pStyle w:val="ListParagraph"/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</w:p>
          <w:p w14:paraId="77CB01E4" w14:textId="77777777" w:rsidR="00F049B1" w:rsidRPr="00F24182" w:rsidRDefault="00F049B1" w:rsidP="00EE7643">
            <w:p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Limpieza de Inodoros y/o Orinales:</w:t>
            </w:r>
          </w:p>
          <w:p w14:paraId="42147826" w14:textId="77777777" w:rsidR="00F049B1" w:rsidRPr="00F24182" w:rsidRDefault="00F049B1" w:rsidP="00EE7643">
            <w:p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</w:p>
          <w:p w14:paraId="26521F00" w14:textId="77777777" w:rsidR="00F049B1" w:rsidRPr="00F24182" w:rsidRDefault="00F049B1" w:rsidP="00BC40E0">
            <w:pPr>
              <w:pStyle w:val="ListParagraph"/>
              <w:numPr>
                <w:ilvl w:val="0"/>
                <w:numId w:val="13"/>
              </w:numPr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 Corre el agua del Inodoro y/o Urinales. </w:t>
            </w:r>
          </w:p>
          <w:p w14:paraId="377C0AA2" w14:textId="77777777" w:rsidR="00F049B1" w:rsidRPr="00F24182" w:rsidRDefault="00F049B1" w:rsidP="00BC40E0">
            <w:pPr>
              <w:pStyle w:val="ListParagraph"/>
              <w:numPr>
                <w:ilvl w:val="0"/>
                <w:numId w:val="13"/>
              </w:numPr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 Coloque la solución limpiadora y desinfectante.</w:t>
            </w:r>
          </w:p>
          <w:p w14:paraId="2CB0B534" w14:textId="77777777" w:rsidR="00F049B1" w:rsidRPr="00F24182" w:rsidRDefault="00F049B1" w:rsidP="00BC40E0">
            <w:pPr>
              <w:pStyle w:val="ListParagraph"/>
              <w:numPr>
                <w:ilvl w:val="0"/>
                <w:numId w:val="13"/>
              </w:numPr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Limpiar con escobilla para inodoro.</w:t>
            </w:r>
          </w:p>
          <w:p w14:paraId="12246941" w14:textId="77777777" w:rsidR="00F049B1" w:rsidRPr="00F24182" w:rsidRDefault="00F049B1" w:rsidP="00BC40E0">
            <w:pPr>
              <w:pStyle w:val="ListParagraph"/>
              <w:numPr>
                <w:ilvl w:val="0"/>
                <w:numId w:val="13"/>
              </w:numPr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Descargue el inodoro y/ Orinal, Desinfectar el cuerpo y Secar.</w:t>
            </w:r>
          </w:p>
          <w:p w14:paraId="19E6A288" w14:textId="77777777" w:rsidR="00F049B1" w:rsidRPr="00F24182" w:rsidRDefault="00F049B1" w:rsidP="00EE7643">
            <w:p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  <w:p w14:paraId="3FF5EC8F" w14:textId="77777777" w:rsidR="00F049B1" w:rsidRPr="00F24182" w:rsidRDefault="00F049B1" w:rsidP="00EE7643">
            <w:p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Limpieza de Lavamanos:</w:t>
            </w:r>
          </w:p>
          <w:p w14:paraId="588109C8" w14:textId="77777777" w:rsidR="00F049B1" w:rsidRPr="00F24182" w:rsidRDefault="00F049B1" w:rsidP="00EE7643">
            <w:p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</w:p>
          <w:p w14:paraId="696123B5" w14:textId="77777777" w:rsidR="00F049B1" w:rsidRPr="00F24182" w:rsidRDefault="00F049B1" w:rsidP="00BC40E0">
            <w:pPr>
              <w:pStyle w:val="ListParagraph"/>
              <w:numPr>
                <w:ilvl w:val="0"/>
                <w:numId w:val="1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Rocíe solución de limpieza y desinfectante.</w:t>
            </w:r>
          </w:p>
          <w:p w14:paraId="4EA3BFBA" w14:textId="77777777" w:rsidR="00F049B1" w:rsidRPr="00F24182" w:rsidRDefault="00F049B1" w:rsidP="00BC40E0">
            <w:pPr>
              <w:pStyle w:val="ListParagraph"/>
              <w:numPr>
                <w:ilvl w:val="0"/>
                <w:numId w:val="1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Utilice una esponja (brillo verde) para quitar el sucio.</w:t>
            </w:r>
          </w:p>
          <w:p w14:paraId="7AFF2EC3" w14:textId="77777777" w:rsidR="00F049B1" w:rsidRPr="00F24182" w:rsidRDefault="00F049B1" w:rsidP="00BC40E0">
            <w:pPr>
              <w:pStyle w:val="ListParagraph"/>
              <w:numPr>
                <w:ilvl w:val="0"/>
                <w:numId w:val="1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Enjuagar y secar.</w:t>
            </w:r>
          </w:p>
          <w:p w14:paraId="2AB1FA22" w14:textId="77777777" w:rsidR="00F049B1" w:rsidRPr="00F24182" w:rsidRDefault="00F049B1" w:rsidP="00EE7643">
            <w:pPr>
              <w:pStyle w:val="ListParagraph"/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</w:p>
          <w:p w14:paraId="08D5B79B" w14:textId="77777777" w:rsidR="00F049B1" w:rsidRPr="00F24182" w:rsidRDefault="00F049B1" w:rsidP="00EE7643">
            <w:pPr>
              <w:pStyle w:val="ListParagraph"/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</w:p>
          <w:p w14:paraId="09F17334" w14:textId="77777777" w:rsidR="00F049B1" w:rsidRPr="00F24182" w:rsidRDefault="00F049B1" w:rsidP="00EE7643">
            <w:pPr>
              <w:pStyle w:val="ListParagraph"/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</w:p>
          <w:p w14:paraId="0EDD46B8" w14:textId="77777777" w:rsidR="00F049B1" w:rsidRPr="00F24182" w:rsidRDefault="00F049B1" w:rsidP="00EE7643">
            <w:p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Limpieza de Espejos y Cristales:</w:t>
            </w:r>
          </w:p>
          <w:p w14:paraId="59EEB67E" w14:textId="77777777" w:rsidR="00F049B1" w:rsidRPr="00F24182" w:rsidRDefault="00F049B1" w:rsidP="00EE7643">
            <w:p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</w:p>
          <w:p w14:paraId="35DBDBB6" w14:textId="77777777" w:rsidR="00F049B1" w:rsidRPr="00F24182" w:rsidRDefault="00F049B1" w:rsidP="00BC40E0">
            <w:pPr>
              <w:numPr>
                <w:ilvl w:val="0"/>
                <w:numId w:val="15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Rociar solución limpiadora en el espejo y/o cristal</w:t>
            </w:r>
          </w:p>
          <w:p w14:paraId="4E88AA16" w14:textId="77777777" w:rsidR="00F049B1" w:rsidRPr="00F24182" w:rsidRDefault="00F049B1" w:rsidP="00BC40E0">
            <w:pPr>
              <w:numPr>
                <w:ilvl w:val="0"/>
                <w:numId w:val="15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Quitar los excesos del la solución con un limpia-vidrios.</w:t>
            </w:r>
          </w:p>
          <w:p w14:paraId="6BF1E714" w14:textId="77777777" w:rsidR="00F049B1" w:rsidRPr="00F24182" w:rsidRDefault="00F049B1" w:rsidP="00BC40E0">
            <w:pPr>
              <w:numPr>
                <w:ilvl w:val="0"/>
                <w:numId w:val="15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Secar con un paño.</w:t>
            </w:r>
          </w:p>
          <w:p w14:paraId="3A3AE958" w14:textId="77777777" w:rsidR="00F049B1" w:rsidRPr="00F24182" w:rsidRDefault="00F049B1" w:rsidP="00EE7643">
            <w:p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</w:p>
          <w:p w14:paraId="0116B136" w14:textId="77777777" w:rsidR="00F049B1" w:rsidRPr="00F24182" w:rsidRDefault="00F049B1" w:rsidP="00EE7643">
            <w:p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Limpieza de Pisos:</w:t>
            </w:r>
          </w:p>
          <w:p w14:paraId="5E9908BB" w14:textId="77777777" w:rsidR="00F049B1" w:rsidRPr="00F24182" w:rsidRDefault="00F049B1" w:rsidP="00EE7643">
            <w:p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</w:p>
          <w:p w14:paraId="2FF0DCE8" w14:textId="77777777" w:rsidR="00F049B1" w:rsidRPr="00F24182" w:rsidRDefault="00F049B1" w:rsidP="00BC40E0">
            <w:pPr>
              <w:pStyle w:val="ListParagraph"/>
              <w:numPr>
                <w:ilvl w:val="0"/>
                <w:numId w:val="16"/>
              </w:numPr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Barrer el piso utilizando una escoba o escobillón.</w:t>
            </w:r>
          </w:p>
          <w:p w14:paraId="46576F98" w14:textId="77777777" w:rsidR="00F049B1" w:rsidRPr="00F24182" w:rsidRDefault="00F049B1" w:rsidP="00BC40E0">
            <w:pPr>
              <w:pStyle w:val="ListParagraph"/>
              <w:numPr>
                <w:ilvl w:val="0"/>
                <w:numId w:val="16"/>
              </w:numPr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Luego, Limpie el piso con agua y detergente y secar con trapeador.</w:t>
            </w:r>
          </w:p>
          <w:p w14:paraId="236106B8" w14:textId="77777777" w:rsidR="00F049B1" w:rsidRPr="00F24182" w:rsidRDefault="00F049B1" w:rsidP="00BC40E0">
            <w:pPr>
              <w:pStyle w:val="ListParagraph"/>
              <w:numPr>
                <w:ilvl w:val="0"/>
                <w:numId w:val="16"/>
              </w:numPr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Desinfectar el piso utilizando el trapeador y Solución desinfectante.</w:t>
            </w:r>
          </w:p>
          <w:p w14:paraId="5C4B74EB" w14:textId="77777777" w:rsidR="00F049B1" w:rsidRPr="00F24182" w:rsidRDefault="00F049B1" w:rsidP="00BC40E0">
            <w:pPr>
              <w:pStyle w:val="ListParagraph"/>
              <w:numPr>
                <w:ilvl w:val="0"/>
                <w:numId w:val="16"/>
              </w:numPr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Secar el piso.</w:t>
            </w:r>
          </w:p>
          <w:p w14:paraId="55D13E6D" w14:textId="77777777" w:rsidR="00F049B1" w:rsidRPr="00F24182" w:rsidRDefault="00F049B1" w:rsidP="00EE7643">
            <w:p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</w:p>
          <w:p w14:paraId="5754BA61" w14:textId="77777777" w:rsidR="00F049B1" w:rsidRPr="00F24182" w:rsidRDefault="00F049B1" w:rsidP="00EE7643">
            <w:p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</w:tbl>
    <w:p w14:paraId="6E01FE98" w14:textId="77777777" w:rsidR="00086D49" w:rsidRPr="00F24182" w:rsidRDefault="00086D49" w:rsidP="005124A9">
      <w:pPr>
        <w:spacing w:after="0"/>
        <w:rPr>
          <w:rFonts w:ascii="Coda" w:hAnsi="Coda"/>
          <w:sz w:val="28"/>
          <w:szCs w:val="28"/>
        </w:rPr>
      </w:pPr>
    </w:p>
    <w:p w14:paraId="5D90F42B" w14:textId="77777777" w:rsidR="004D7512" w:rsidRPr="005124A9" w:rsidRDefault="004D7512" w:rsidP="004D7512">
      <w:pPr>
        <w:pStyle w:val="ListParagraph"/>
        <w:numPr>
          <w:ilvl w:val="0"/>
          <w:numId w:val="3"/>
        </w:numPr>
        <w:spacing w:after="200" w:line="276" w:lineRule="auto"/>
        <w:rPr>
          <w:rFonts w:ascii="Coda" w:hAnsi="Coda"/>
          <w:color w:val="002060"/>
          <w:sz w:val="20"/>
          <w:szCs w:val="20"/>
          <w:highlight w:val="yellow"/>
        </w:rPr>
      </w:pPr>
      <w:r w:rsidRPr="005124A9">
        <w:rPr>
          <w:rFonts w:ascii="Coda" w:hAnsi="Coda"/>
          <w:color w:val="002060"/>
          <w:sz w:val="20"/>
          <w:szCs w:val="20"/>
          <w:highlight w:val="yellow"/>
        </w:rPr>
        <w:t xml:space="preserve">Limpieza Semanal </w:t>
      </w:r>
      <w:r w:rsidR="005124A9" w:rsidRPr="005124A9">
        <w:rPr>
          <w:rFonts w:ascii="Coda" w:hAnsi="Coda"/>
          <w:color w:val="002060"/>
          <w:sz w:val="20"/>
          <w:szCs w:val="20"/>
          <w:highlight w:val="yellow"/>
        </w:rPr>
        <w:t>de Baños:</w:t>
      </w:r>
    </w:p>
    <w:p w14:paraId="1CF405A4" w14:textId="77777777" w:rsidR="004D7512" w:rsidRPr="00F24182" w:rsidRDefault="004D7512" w:rsidP="004D7512">
      <w:pPr>
        <w:pStyle w:val="ListParagraph"/>
        <w:rPr>
          <w:rFonts w:ascii="Coda" w:hAnsi="Coda"/>
          <w:sz w:val="28"/>
          <w:szCs w:val="28"/>
        </w:rPr>
      </w:pPr>
    </w:p>
    <w:tbl>
      <w:tblPr>
        <w:tblStyle w:val="Cuadrculaclara1"/>
        <w:tblW w:w="0" w:type="auto"/>
        <w:tblInd w:w="250" w:type="dxa"/>
        <w:tblLook w:val="04A0" w:firstRow="1" w:lastRow="0" w:firstColumn="1" w:lastColumn="0" w:noHBand="0" w:noVBand="1"/>
      </w:tblPr>
      <w:tblGrid>
        <w:gridCol w:w="9369"/>
      </w:tblGrid>
      <w:tr w:rsidR="004D7512" w:rsidRPr="00F72D1F" w14:paraId="3083D4ED" w14:textId="77777777" w:rsidTr="003040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8892D42" w14:textId="77777777" w:rsidR="004D7512" w:rsidRPr="00F24182" w:rsidRDefault="004D7512" w:rsidP="003040E0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Materiales: Paño, Material  Rugoso de Limpieza (Brillo Verde ), Escoba o Escobillón , Trapeador , Guantes, Detergente y Solución desinfectante.</w:t>
            </w:r>
          </w:p>
          <w:p w14:paraId="219A1E29" w14:textId="77777777" w:rsidR="004D7512" w:rsidRPr="00F24182" w:rsidRDefault="004D7512" w:rsidP="003040E0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4D7512" w:rsidRPr="00F72D1F" w14:paraId="2AEFA1CB" w14:textId="77777777" w:rsidTr="00304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C8C4D42" w14:textId="77777777" w:rsidR="004D7512" w:rsidRPr="00F24182" w:rsidRDefault="004D7512" w:rsidP="003040E0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Notas Importantes:</w:t>
            </w:r>
          </w:p>
          <w:p w14:paraId="3D7CA98E" w14:textId="77777777" w:rsidR="004D7512" w:rsidRPr="00F24182" w:rsidRDefault="004D7512" w:rsidP="003057DB">
            <w:pPr>
              <w:pStyle w:val="ListParagraph"/>
              <w:numPr>
                <w:ilvl w:val="0"/>
                <w:numId w:val="32"/>
              </w:numPr>
              <w:rPr>
                <w:rFonts w:ascii="Coda" w:hAnsi="Coda" w:cstheme="minorHAnsi"/>
                <w:b w:val="0"/>
                <w:i/>
                <w:color w:val="C00000"/>
                <w:sz w:val="18"/>
                <w:szCs w:val="18"/>
                <w:highlight w:val="yellow"/>
              </w:rPr>
            </w:pPr>
            <w:r w:rsidRPr="00F24182">
              <w:rPr>
                <w:rFonts w:ascii="Coda" w:hAnsi="Coda" w:cstheme="minorHAnsi"/>
                <w:b w:val="0"/>
                <w:i/>
                <w:color w:val="C00000"/>
                <w:sz w:val="18"/>
                <w:szCs w:val="18"/>
                <w:highlight w:val="yellow"/>
              </w:rPr>
              <w:t>Siempre colocar el aviso de “PISO MOJADO ”cuando este limpiando</w:t>
            </w:r>
          </w:p>
          <w:p w14:paraId="7281787C" w14:textId="77777777" w:rsidR="004D7512" w:rsidRPr="00F24182" w:rsidRDefault="004D7512" w:rsidP="003057DB">
            <w:pPr>
              <w:pStyle w:val="ListParagraph"/>
              <w:numPr>
                <w:ilvl w:val="0"/>
                <w:numId w:val="32"/>
              </w:numPr>
              <w:rPr>
                <w:rFonts w:ascii="Coda" w:hAnsi="Coda" w:cstheme="minorHAnsi"/>
                <w:b w:val="0"/>
                <w:color w:val="FF0000"/>
                <w:sz w:val="18"/>
                <w:szCs w:val="18"/>
                <w:highlight w:val="yellow"/>
              </w:rPr>
            </w:pPr>
            <w:r w:rsidRPr="00F24182">
              <w:rPr>
                <w:rFonts w:ascii="Coda" w:hAnsi="Coda" w:cstheme="minorHAnsi"/>
                <w:b w:val="0"/>
                <w:i/>
                <w:color w:val="FF0000"/>
                <w:sz w:val="18"/>
                <w:szCs w:val="18"/>
                <w:highlight w:val="yellow"/>
              </w:rPr>
              <w:t>Usar Guantes en todo momento en el proceso de Limpieza</w:t>
            </w:r>
          </w:p>
          <w:p w14:paraId="6BF82D52" w14:textId="77777777" w:rsidR="004D7512" w:rsidRPr="00F24182" w:rsidRDefault="004D7512" w:rsidP="003040E0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4D7512" w:rsidRPr="00F72D1F" w14:paraId="10435256" w14:textId="77777777" w:rsidTr="003040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EBE17" w14:textId="77777777" w:rsidR="004D7512" w:rsidRPr="00F24182" w:rsidRDefault="004D7512" w:rsidP="003040E0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lastRenderedPageBreak/>
              <w:t>Procedimiento:</w:t>
            </w:r>
          </w:p>
          <w:p w14:paraId="246F4DED" w14:textId="77777777" w:rsidR="004D7512" w:rsidRPr="00F24182" w:rsidRDefault="004D7512" w:rsidP="003040E0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  <w:p w14:paraId="5D0D4135" w14:textId="77777777" w:rsidR="004D7512" w:rsidRPr="00F24182" w:rsidRDefault="004D7512" w:rsidP="004D7512">
            <w:p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Procesos a realizar.</w:t>
            </w:r>
          </w:p>
          <w:p w14:paraId="608B6C5D" w14:textId="77777777" w:rsidR="004D7512" w:rsidRPr="00F24182" w:rsidRDefault="004D7512" w:rsidP="004D7512">
            <w:pPr>
              <w:pStyle w:val="ListParagraph"/>
              <w:numPr>
                <w:ilvl w:val="0"/>
                <w:numId w:val="2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Bloquear puerta.</w:t>
            </w:r>
          </w:p>
          <w:p w14:paraId="5FC90B04" w14:textId="77777777" w:rsidR="004D7512" w:rsidRPr="00F24182" w:rsidRDefault="004D7512" w:rsidP="004D7512">
            <w:pPr>
              <w:pStyle w:val="ListParagraph"/>
              <w:numPr>
                <w:ilvl w:val="0"/>
                <w:numId w:val="2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Asegurarse de que haya agua (si no hay notificar a mantenimiento).</w:t>
            </w:r>
          </w:p>
          <w:p w14:paraId="3EB8937C" w14:textId="77777777" w:rsidR="004D7512" w:rsidRPr="00F24182" w:rsidRDefault="004D7512" w:rsidP="004D7512">
            <w:pPr>
              <w:pStyle w:val="ListParagraph"/>
              <w:numPr>
                <w:ilvl w:val="0"/>
                <w:numId w:val="2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Probar que los inodoros y orinales funcionan correctamente (si no lo hacen notificar a mantenimiento).</w:t>
            </w:r>
          </w:p>
          <w:p w14:paraId="49FEDFA0" w14:textId="77777777" w:rsidR="004D7512" w:rsidRPr="00F24182" w:rsidRDefault="004D7512" w:rsidP="004D7512">
            <w:pPr>
              <w:pStyle w:val="ListParagraph"/>
              <w:numPr>
                <w:ilvl w:val="0"/>
                <w:numId w:val="2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Preparar una solución de limpieza que consista en ¾ de taza de cloro por cada galón de agua.</w:t>
            </w:r>
          </w:p>
          <w:p w14:paraId="51D5E653" w14:textId="77777777" w:rsidR="004D7512" w:rsidRPr="00F24182" w:rsidRDefault="004D7512" w:rsidP="004D7512">
            <w:pPr>
              <w:pStyle w:val="ListParagraph"/>
              <w:numPr>
                <w:ilvl w:val="0"/>
                <w:numId w:val="2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Verter 6 oz. De solución y 1oz. De detergente en polvo a las tazas de los inodoros cepillar toda la taza y dejar reposar.</w:t>
            </w:r>
          </w:p>
          <w:p w14:paraId="15F1D8E5" w14:textId="77777777" w:rsidR="004D7512" w:rsidRPr="00F24182" w:rsidRDefault="004D7512" w:rsidP="004D7512">
            <w:pPr>
              <w:pStyle w:val="ListParagraph"/>
              <w:numPr>
                <w:ilvl w:val="0"/>
                <w:numId w:val="2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Verter 4 oz. De solución en orinales y cepillarlos y dejar reposar.</w:t>
            </w:r>
          </w:p>
          <w:p w14:paraId="7A1A7B64" w14:textId="77777777" w:rsidR="004D7512" w:rsidRPr="00F24182" w:rsidRDefault="004D7512" w:rsidP="004D7512">
            <w:pPr>
              <w:pStyle w:val="ListParagraph"/>
              <w:numPr>
                <w:ilvl w:val="0"/>
                <w:numId w:val="2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Limpiar topes de lavamanos con solución y una toalla.</w:t>
            </w:r>
          </w:p>
          <w:p w14:paraId="64FC9FFD" w14:textId="77777777" w:rsidR="004D7512" w:rsidRPr="00F24182" w:rsidRDefault="004D7512" w:rsidP="004D7512">
            <w:pPr>
              <w:pStyle w:val="ListParagraph"/>
              <w:numPr>
                <w:ilvl w:val="0"/>
                <w:numId w:val="2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Espejos y cristales limpiarse con solución limpia cristales.</w:t>
            </w:r>
          </w:p>
          <w:p w14:paraId="4A92A612" w14:textId="77777777" w:rsidR="004D7512" w:rsidRPr="00F24182" w:rsidRDefault="004D7512" w:rsidP="004D7512">
            <w:pPr>
              <w:pStyle w:val="ListParagraph"/>
              <w:numPr>
                <w:ilvl w:val="0"/>
                <w:numId w:val="2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Dispensadores con alcohol y papel toalla.</w:t>
            </w:r>
          </w:p>
          <w:p w14:paraId="76F9CF5C" w14:textId="77777777" w:rsidR="004D7512" w:rsidRPr="00F24182" w:rsidRDefault="004D7512" w:rsidP="004D7512">
            <w:pPr>
              <w:pStyle w:val="ListParagraph"/>
              <w:numPr>
                <w:ilvl w:val="0"/>
                <w:numId w:val="2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Limpiar puertas y paneles de los individuales con solución atomizada y toalla.</w:t>
            </w:r>
          </w:p>
          <w:p w14:paraId="6894FFEB" w14:textId="77777777" w:rsidR="004D7512" w:rsidRPr="00F24182" w:rsidRDefault="004D7512" w:rsidP="004D7512">
            <w:pPr>
              <w:pStyle w:val="ListParagraph"/>
              <w:numPr>
                <w:ilvl w:val="0"/>
                <w:numId w:val="2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Agregar a la cubeta 2 galones de agua y 10 oz. De solución para limpiar las paredes.</w:t>
            </w:r>
          </w:p>
          <w:p w14:paraId="372AD22F" w14:textId="77777777" w:rsidR="004D7512" w:rsidRPr="00F24182" w:rsidRDefault="004D7512" w:rsidP="004D7512">
            <w:pPr>
              <w:pStyle w:val="ListParagraph"/>
              <w:numPr>
                <w:ilvl w:val="0"/>
                <w:numId w:val="2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Con una toalla aplicar la solución a las paredes del baño, y luego con una toalla con agua limpia retirar el exceso de solución de las paredes.</w:t>
            </w:r>
          </w:p>
          <w:p w14:paraId="00CE1990" w14:textId="77777777" w:rsidR="004D7512" w:rsidRPr="00F24182" w:rsidRDefault="004D7512" w:rsidP="004D7512">
            <w:pPr>
              <w:pStyle w:val="ListParagraph"/>
              <w:numPr>
                <w:ilvl w:val="0"/>
                <w:numId w:val="2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Agregar a la cubeta 2 galones de agua y 4 oz. De solución para trapear el piso.</w:t>
            </w:r>
          </w:p>
          <w:p w14:paraId="7DB75D89" w14:textId="77777777" w:rsidR="004D7512" w:rsidRPr="00F24182" w:rsidRDefault="004D7512" w:rsidP="004D7512">
            <w:pPr>
              <w:pStyle w:val="ListParagraph"/>
              <w:numPr>
                <w:ilvl w:val="0"/>
                <w:numId w:val="2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Con un atomizador con alcohol desinfecte toda la grifería y con una toalla elimine el exceso del mismo.</w:t>
            </w:r>
          </w:p>
          <w:p w14:paraId="7E8C41C2" w14:textId="77777777" w:rsidR="004D7512" w:rsidRPr="00F24182" w:rsidRDefault="004D7512" w:rsidP="004D7512">
            <w:pPr>
              <w:pStyle w:val="ListParagraph"/>
              <w:numPr>
                <w:ilvl w:val="0"/>
                <w:numId w:val="24"/>
              </w:numPr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Cambiar las fundas de los zafacones.</w:t>
            </w:r>
          </w:p>
          <w:p w14:paraId="65C3B7EB" w14:textId="77777777" w:rsidR="004D7512" w:rsidRPr="00F24182" w:rsidRDefault="004D7512" w:rsidP="004D7512">
            <w:pPr>
              <w:pStyle w:val="ListParagraph"/>
              <w:numPr>
                <w:ilvl w:val="0"/>
                <w:numId w:val="24"/>
              </w:numPr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  <w:lang w:val="es-ES"/>
              </w:rPr>
              <w:t>Recargar los dispensadores de papel y jabón.</w:t>
            </w:r>
          </w:p>
          <w:p w14:paraId="2073A9BC" w14:textId="77777777" w:rsidR="004D7512" w:rsidRPr="00F24182" w:rsidRDefault="004D7512" w:rsidP="003040E0">
            <w:p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</w:tbl>
    <w:p w14:paraId="01BA7A33" w14:textId="77777777" w:rsidR="004D7512" w:rsidRPr="00F24182" w:rsidRDefault="004D7512" w:rsidP="00F049B1">
      <w:pPr>
        <w:rPr>
          <w:rFonts w:ascii="Coda" w:hAnsi="Coda"/>
          <w:sz w:val="28"/>
          <w:szCs w:val="28"/>
          <w:lang w:val="es-DO"/>
        </w:rPr>
      </w:pPr>
    </w:p>
    <w:p w14:paraId="69EE988B" w14:textId="77777777" w:rsidR="00F049B1" w:rsidRPr="005124A9" w:rsidRDefault="00F049B1" w:rsidP="00BC40E0">
      <w:pPr>
        <w:pStyle w:val="ListParagraph"/>
        <w:numPr>
          <w:ilvl w:val="0"/>
          <w:numId w:val="3"/>
        </w:numPr>
        <w:spacing w:after="200" w:line="276" w:lineRule="auto"/>
        <w:rPr>
          <w:rFonts w:ascii="Coda" w:hAnsi="Coda"/>
          <w:color w:val="002060"/>
          <w:highlight w:val="yellow"/>
        </w:rPr>
      </w:pPr>
      <w:r w:rsidRPr="005124A9">
        <w:rPr>
          <w:rFonts w:ascii="Coda" w:hAnsi="Coda"/>
          <w:color w:val="002060"/>
          <w:highlight w:val="yellow"/>
        </w:rPr>
        <w:t xml:space="preserve">Aspirado de </w:t>
      </w:r>
      <w:r w:rsidR="005124A9" w:rsidRPr="005124A9">
        <w:rPr>
          <w:rFonts w:ascii="Coda" w:hAnsi="Coda"/>
          <w:color w:val="002060"/>
          <w:highlight w:val="yellow"/>
        </w:rPr>
        <w:t>Alfombras:</w:t>
      </w:r>
    </w:p>
    <w:p w14:paraId="015EF82D" w14:textId="77777777" w:rsidR="00F049B1" w:rsidRPr="00F24182" w:rsidRDefault="00F049B1" w:rsidP="00F049B1">
      <w:pPr>
        <w:pStyle w:val="ListParagraph"/>
        <w:rPr>
          <w:rFonts w:ascii="Coda" w:hAnsi="Coda"/>
          <w:sz w:val="28"/>
          <w:szCs w:val="28"/>
        </w:rPr>
      </w:pPr>
    </w:p>
    <w:tbl>
      <w:tblPr>
        <w:tblStyle w:val="Cuadrculaclara1"/>
        <w:tblW w:w="0" w:type="auto"/>
        <w:tblInd w:w="250" w:type="dxa"/>
        <w:tblLook w:val="04A0" w:firstRow="1" w:lastRow="0" w:firstColumn="1" w:lastColumn="0" w:noHBand="0" w:noVBand="1"/>
      </w:tblPr>
      <w:tblGrid>
        <w:gridCol w:w="9369"/>
      </w:tblGrid>
      <w:tr w:rsidR="00F049B1" w:rsidRPr="00F24182" w14:paraId="31408379" w14:textId="77777777" w:rsidTr="00EE76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3637B23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Materiales: Aspiradora</w:t>
            </w:r>
            <w:r w:rsidR="00777CE6"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, Guantes </w:t>
            </w:r>
          </w:p>
          <w:p w14:paraId="0A77CEAD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24182" w14:paraId="161A5ECF" w14:textId="77777777" w:rsidTr="00EE7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3009921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color w:val="00B05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Notas Importantes: </w:t>
            </w:r>
            <w:r w:rsidRPr="00F24182">
              <w:rPr>
                <w:rFonts w:ascii="Coda" w:hAnsi="Coda" w:cstheme="minorHAnsi"/>
                <w:b w:val="0"/>
                <w:color w:val="00B050"/>
                <w:sz w:val="18"/>
                <w:szCs w:val="18"/>
              </w:rPr>
              <w:t>No Aplica</w:t>
            </w:r>
          </w:p>
          <w:p w14:paraId="18FF52DB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F049B1" w:rsidRPr="00F24182" w14:paraId="5651CB06" w14:textId="77777777" w:rsidTr="00EE76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3F2B9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Procedimiento:</w:t>
            </w:r>
          </w:p>
          <w:p w14:paraId="6E7351EC" w14:textId="77777777" w:rsidR="00F049B1" w:rsidRPr="00F24182" w:rsidRDefault="00F049B1" w:rsidP="00EE7643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  <w:p w14:paraId="591AC175" w14:textId="77777777" w:rsidR="00F049B1" w:rsidRPr="00F24182" w:rsidRDefault="00F049B1" w:rsidP="00BC40E0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Limpiar los filtros de la aspiradora antes de conectar.</w:t>
            </w:r>
          </w:p>
          <w:p w14:paraId="727C8B54" w14:textId="77777777" w:rsidR="00F049B1" w:rsidRPr="00F24182" w:rsidRDefault="00F049B1" w:rsidP="00BC40E0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Conectar la aspiradora eléctricamente.</w:t>
            </w:r>
          </w:p>
          <w:p w14:paraId="2EFA0FF3" w14:textId="77777777" w:rsidR="00777CE6" w:rsidRPr="00F24182" w:rsidRDefault="00777CE6" w:rsidP="00BC40E0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Mover Sillas, Computadoras, Etc para aspirar.</w:t>
            </w:r>
          </w:p>
          <w:p w14:paraId="4A42AFA0" w14:textId="77777777" w:rsidR="00777CE6" w:rsidRPr="00F24182" w:rsidRDefault="00F049B1" w:rsidP="00777CE6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Coloque que el palo de aspirar haciendo un pequeño ángulo con la alfombra y empiece a aspirar.</w:t>
            </w:r>
          </w:p>
          <w:p w14:paraId="7B585880" w14:textId="77777777" w:rsidR="00777CE6" w:rsidRPr="00F24182" w:rsidRDefault="00777CE6" w:rsidP="00BC40E0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Verificar si quedo algún residuo después del aspirado, debe retirarlo con las manos si la aspiradora no puede.</w:t>
            </w:r>
          </w:p>
          <w:p w14:paraId="07481C5E" w14:textId="77777777" w:rsidR="00777CE6" w:rsidRPr="00F24182" w:rsidRDefault="00777CE6" w:rsidP="00971713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Luego de terminar de aspirar, </w:t>
            </w:r>
            <w:r w:rsidR="00971713"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Colo que las sillas y equipos en su lugar y </w:t>
            </w: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limpie a aspiradora con un paño húmedo de alcohol o cualquier líquido limpiador de superficies.</w:t>
            </w:r>
          </w:p>
          <w:p w14:paraId="7474EAFB" w14:textId="77777777" w:rsidR="00F049B1" w:rsidRPr="00F24182" w:rsidRDefault="00F049B1" w:rsidP="00BC40E0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Guarde la aspiradora.</w:t>
            </w:r>
          </w:p>
          <w:p w14:paraId="44679F29" w14:textId="77777777" w:rsidR="00F049B1" w:rsidRPr="00F24182" w:rsidRDefault="00F049B1" w:rsidP="00EE7643">
            <w:pPr>
              <w:pStyle w:val="ListParagraph"/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</w:tbl>
    <w:p w14:paraId="1AE68AEF" w14:textId="77777777" w:rsidR="00C32182" w:rsidRPr="00F24182" w:rsidRDefault="00C32182" w:rsidP="002D06E2">
      <w:pPr>
        <w:ind w:left="510"/>
        <w:rPr>
          <w:rFonts w:ascii="Coda" w:hAnsi="Coda"/>
          <w:i/>
          <w:color w:val="auto"/>
          <w:sz w:val="20"/>
          <w:szCs w:val="20"/>
          <w:u w:val="single"/>
          <w:lang w:val="es-DO"/>
        </w:rPr>
      </w:pPr>
    </w:p>
    <w:p w14:paraId="196CBFEE" w14:textId="77777777" w:rsidR="00777CE6" w:rsidRPr="005124A9" w:rsidRDefault="00777CE6" w:rsidP="00777CE6">
      <w:pPr>
        <w:pStyle w:val="ListParagraph"/>
        <w:numPr>
          <w:ilvl w:val="0"/>
          <w:numId w:val="3"/>
        </w:numPr>
        <w:spacing w:after="200" w:line="276" w:lineRule="auto"/>
        <w:rPr>
          <w:rFonts w:ascii="Coda" w:hAnsi="Coda"/>
          <w:color w:val="002060"/>
          <w:highlight w:val="yellow"/>
          <w:lang w:val="es-DO"/>
        </w:rPr>
      </w:pPr>
      <w:r w:rsidRPr="005124A9">
        <w:rPr>
          <w:rFonts w:ascii="Coda" w:hAnsi="Coda"/>
          <w:color w:val="002060"/>
          <w:highlight w:val="yellow"/>
          <w:lang w:val="es-DO"/>
        </w:rPr>
        <w:t>Limpieza de Baños Profunda ( Uso de D</w:t>
      </w:r>
      <w:r w:rsidR="00A23564" w:rsidRPr="005124A9">
        <w:rPr>
          <w:rFonts w:ascii="Coda" w:hAnsi="Coda"/>
          <w:color w:val="002060"/>
          <w:highlight w:val="yellow"/>
          <w:lang w:val="es-DO"/>
        </w:rPr>
        <w:t>ECALIN</w:t>
      </w:r>
      <w:r w:rsidR="005124A9" w:rsidRPr="005124A9">
        <w:rPr>
          <w:rFonts w:ascii="Coda" w:hAnsi="Coda"/>
          <w:color w:val="002060"/>
          <w:highlight w:val="yellow"/>
          <w:lang w:val="es-DO"/>
        </w:rPr>
        <w:t xml:space="preserve"> ):</w:t>
      </w:r>
    </w:p>
    <w:p w14:paraId="7C0BBD69" w14:textId="77777777" w:rsidR="00777CE6" w:rsidRPr="00F24182" w:rsidRDefault="00777CE6" w:rsidP="00777CE6">
      <w:pPr>
        <w:pStyle w:val="ListParagraph"/>
        <w:rPr>
          <w:rFonts w:ascii="Coda" w:hAnsi="Coda"/>
          <w:sz w:val="28"/>
          <w:szCs w:val="28"/>
          <w:lang w:val="es-DO"/>
        </w:rPr>
      </w:pPr>
    </w:p>
    <w:tbl>
      <w:tblPr>
        <w:tblStyle w:val="Cuadrculaclara1"/>
        <w:tblW w:w="0" w:type="auto"/>
        <w:tblInd w:w="250" w:type="dxa"/>
        <w:tblLook w:val="04A0" w:firstRow="1" w:lastRow="0" w:firstColumn="1" w:lastColumn="0" w:noHBand="0" w:noVBand="1"/>
      </w:tblPr>
      <w:tblGrid>
        <w:gridCol w:w="9369"/>
      </w:tblGrid>
      <w:tr w:rsidR="00777CE6" w:rsidRPr="00F72D1F" w14:paraId="1BF3A6A1" w14:textId="77777777" w:rsidTr="00C81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96E6EEF" w14:textId="77777777" w:rsidR="00777CE6" w:rsidRPr="00F24182" w:rsidRDefault="00777CE6" w:rsidP="003057DB">
            <w:pPr>
              <w:ind w:left="2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Materiales: </w:t>
            </w:r>
            <w:r w:rsidR="003057DB" w:rsidRPr="00F24182">
              <w:rPr>
                <w:rFonts w:ascii="Coda" w:hAnsi="Coda" w:cstheme="minorHAnsi"/>
                <w:b w:val="0"/>
                <w:sz w:val="18"/>
                <w:szCs w:val="18"/>
              </w:rPr>
              <w:t>Toalla, Guantes, Cubeta, Agua para diluir y remover.</w:t>
            </w:r>
          </w:p>
          <w:p w14:paraId="4CA2C886" w14:textId="77777777" w:rsidR="003057DB" w:rsidRPr="00F24182" w:rsidRDefault="003057DB" w:rsidP="003057DB">
            <w:pPr>
              <w:ind w:left="2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777CE6" w:rsidRPr="00F72D1F" w14:paraId="403D6FCB" w14:textId="77777777" w:rsidTr="00C81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D4C422E" w14:textId="77777777" w:rsidR="00777CE6" w:rsidRPr="00F24182" w:rsidRDefault="00777CE6" w:rsidP="00C81E6D">
            <w:pPr>
              <w:pStyle w:val="ListParagraph"/>
              <w:ind w:left="0"/>
              <w:rPr>
                <w:rFonts w:ascii="Coda" w:hAnsi="Coda" w:cstheme="minorHAnsi"/>
                <w:b w:val="0"/>
                <w:color w:val="00B05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Notas Importantes: </w:t>
            </w:r>
          </w:p>
          <w:p w14:paraId="2193DACB" w14:textId="77777777" w:rsidR="00777CE6" w:rsidRPr="00F24182" w:rsidRDefault="003057DB" w:rsidP="003057DB">
            <w:pPr>
              <w:pStyle w:val="ListParagraph"/>
              <w:ind w:left="0"/>
              <w:jc w:val="both"/>
              <w:rPr>
                <w:rFonts w:ascii="Coda" w:hAnsi="Coda" w:cs="Arial"/>
                <w:b w:val="0"/>
                <w:sz w:val="18"/>
                <w:szCs w:val="18"/>
                <w:lang w:val="es-ES"/>
              </w:rPr>
            </w:pPr>
            <w:r w:rsidRPr="00F24182">
              <w:rPr>
                <w:rFonts w:ascii="Coda" w:hAnsi="Coda" w:cs="Arial"/>
                <w:b w:val="0"/>
                <w:color w:val="FF0000"/>
                <w:sz w:val="18"/>
                <w:szCs w:val="18"/>
                <w:highlight w:val="yellow"/>
                <w:lang w:val="es-ES"/>
              </w:rPr>
              <w:t>Este producto no deberá ser mesclado con ningún otro producto ya que es altamente toxico y reacciona al contacto con otros productos de limpieza como el cloro o detergentes aun sean neutros. Evitar contacto directo con la piel, ojos y áreas sensibles del cuerpo, no manipular descuidadamente ni almacenar en embases que hayan contenido otros productos químicos sin haberse limpiado adecuadamente. Mantener en un recipiente tapado e identificado en todo momento</w:t>
            </w:r>
            <w:r w:rsidRPr="00F24182">
              <w:rPr>
                <w:rFonts w:ascii="Coda" w:hAnsi="Coda" w:cs="Arial"/>
                <w:b w:val="0"/>
                <w:sz w:val="18"/>
                <w:szCs w:val="18"/>
                <w:highlight w:val="yellow"/>
                <w:lang w:val="es-ES"/>
              </w:rPr>
              <w:t>.</w:t>
            </w:r>
          </w:p>
        </w:tc>
      </w:tr>
      <w:tr w:rsidR="00777CE6" w:rsidRPr="00F72D1F" w14:paraId="2F32CD13" w14:textId="77777777" w:rsidTr="00C81E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6949E" w14:textId="77777777" w:rsidR="00777CE6" w:rsidRPr="00F24182" w:rsidRDefault="00777CE6" w:rsidP="00C81E6D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lastRenderedPageBreak/>
              <w:t>Procedimiento:</w:t>
            </w:r>
          </w:p>
          <w:p w14:paraId="01B02B06" w14:textId="77777777" w:rsidR="00777CE6" w:rsidRPr="00F24182" w:rsidRDefault="00777CE6" w:rsidP="00C81E6D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  <w:p w14:paraId="5E6F2C71" w14:textId="77777777" w:rsidR="00A23564" w:rsidRPr="00F24182" w:rsidRDefault="00A23564" w:rsidP="00A23564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Coda" w:hAnsi="Coda" w:cs="Arial"/>
                <w:b w:val="0"/>
                <w:sz w:val="18"/>
                <w:szCs w:val="18"/>
              </w:rPr>
            </w:pPr>
            <w:r w:rsidRPr="00F24182">
              <w:rPr>
                <w:rFonts w:ascii="Coda" w:hAnsi="Coda" w:cs="Arial"/>
                <w:b w:val="0"/>
                <w:sz w:val="18"/>
                <w:szCs w:val="18"/>
              </w:rPr>
              <w:t>Se limpia la superficie donde se quiere aplicar el producto eliminando exceso de polvo, suciedad o agua. Si en el área hay presencia de un líquido desconocido debe ser removido.</w:t>
            </w:r>
          </w:p>
          <w:p w14:paraId="6A08CBC9" w14:textId="77777777" w:rsidR="00A23564" w:rsidRPr="00F24182" w:rsidRDefault="00A23564" w:rsidP="00A23564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Coda" w:hAnsi="Coda" w:cs="Arial"/>
                <w:b w:val="0"/>
                <w:sz w:val="18"/>
                <w:szCs w:val="18"/>
              </w:rPr>
            </w:pPr>
            <w:r w:rsidRPr="00F24182">
              <w:rPr>
                <w:rFonts w:ascii="Coda" w:hAnsi="Coda" w:cs="Arial"/>
                <w:b w:val="0"/>
                <w:sz w:val="18"/>
                <w:szCs w:val="18"/>
              </w:rPr>
              <w:t>Prepare la cantidad a utilizar en el proceso agregando 3 medidas de agua por cada medida de deskalin en un envase limpio, mezclar bien.</w:t>
            </w:r>
          </w:p>
          <w:p w14:paraId="6E7EBB9A" w14:textId="77777777" w:rsidR="00A23564" w:rsidRPr="00F24182" w:rsidRDefault="00A23564" w:rsidP="00A23564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Coda" w:hAnsi="Coda" w:cs="Arial"/>
                <w:b w:val="0"/>
                <w:sz w:val="18"/>
                <w:szCs w:val="18"/>
              </w:rPr>
            </w:pPr>
            <w:r w:rsidRPr="00F24182">
              <w:rPr>
                <w:rFonts w:ascii="Coda" w:hAnsi="Coda" w:cs="Arial"/>
                <w:b w:val="0"/>
                <w:sz w:val="18"/>
                <w:szCs w:val="18"/>
              </w:rPr>
              <w:t>Humedecer la toalla en la solución ya preparada y aplicar sobre la superficie, de manera abundante y concisa.</w:t>
            </w:r>
          </w:p>
          <w:p w14:paraId="0EEFFE21" w14:textId="77777777" w:rsidR="00A23564" w:rsidRPr="00F24182" w:rsidRDefault="00A23564" w:rsidP="00A23564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Coda" w:hAnsi="Coda" w:cs="Arial"/>
                <w:b w:val="0"/>
                <w:sz w:val="18"/>
                <w:szCs w:val="18"/>
              </w:rPr>
            </w:pPr>
            <w:r w:rsidRPr="00F24182">
              <w:rPr>
                <w:rFonts w:ascii="Coda" w:hAnsi="Coda" w:cs="Arial"/>
                <w:b w:val="0"/>
                <w:sz w:val="18"/>
                <w:szCs w:val="18"/>
              </w:rPr>
              <w:t>Dejar reposar por uno o dos minutos.</w:t>
            </w:r>
          </w:p>
          <w:p w14:paraId="27F50325" w14:textId="77777777" w:rsidR="00A23564" w:rsidRPr="00F24182" w:rsidRDefault="00A23564" w:rsidP="00A23564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Coda" w:hAnsi="Coda" w:cs="Arial"/>
                <w:b w:val="0"/>
                <w:sz w:val="18"/>
                <w:szCs w:val="18"/>
              </w:rPr>
            </w:pPr>
            <w:r w:rsidRPr="00F24182">
              <w:rPr>
                <w:rFonts w:ascii="Coda" w:hAnsi="Coda" w:cs="Arial"/>
                <w:b w:val="0"/>
                <w:sz w:val="18"/>
                <w:szCs w:val="18"/>
              </w:rPr>
              <w:t>Sacar con abundante agua hasta que no se perciba olor del producto.</w:t>
            </w:r>
          </w:p>
          <w:p w14:paraId="7D865D08" w14:textId="77777777" w:rsidR="00A23564" w:rsidRPr="00F24182" w:rsidRDefault="00A23564" w:rsidP="00A23564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Coda" w:hAnsi="Coda" w:cs="Arial"/>
                <w:b w:val="0"/>
                <w:sz w:val="18"/>
                <w:szCs w:val="18"/>
              </w:rPr>
            </w:pPr>
            <w:r w:rsidRPr="00F24182">
              <w:rPr>
                <w:rFonts w:ascii="Coda" w:hAnsi="Coda" w:cs="Arial"/>
                <w:b w:val="0"/>
                <w:sz w:val="18"/>
                <w:szCs w:val="18"/>
              </w:rPr>
              <w:t>Aplicar solución de limpieza y sacar con agua.</w:t>
            </w:r>
          </w:p>
          <w:p w14:paraId="26ABFDC2" w14:textId="77777777" w:rsidR="00777CE6" w:rsidRPr="00F24182" w:rsidRDefault="00A23564" w:rsidP="00A23564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Coda" w:hAnsi="Coda" w:cs="Arial"/>
                <w:b w:val="0"/>
                <w:sz w:val="18"/>
                <w:szCs w:val="18"/>
              </w:rPr>
            </w:pPr>
            <w:r w:rsidRPr="00F24182">
              <w:rPr>
                <w:rFonts w:ascii="Coda" w:hAnsi="Coda" w:cs="Arial"/>
                <w:b w:val="0"/>
                <w:sz w:val="18"/>
                <w:szCs w:val="18"/>
              </w:rPr>
              <w:t>Aplicar mistolin con una toalla sobre la superficie.</w:t>
            </w:r>
          </w:p>
        </w:tc>
      </w:tr>
    </w:tbl>
    <w:p w14:paraId="4AF22453" w14:textId="77777777" w:rsidR="003057DB" w:rsidRPr="00F24182" w:rsidRDefault="003057DB" w:rsidP="002D06E2">
      <w:pPr>
        <w:ind w:left="510"/>
        <w:rPr>
          <w:rFonts w:ascii="Coda" w:hAnsi="Coda"/>
          <w:i/>
          <w:color w:val="auto"/>
          <w:sz w:val="20"/>
          <w:szCs w:val="20"/>
          <w:u w:val="single"/>
          <w:lang w:val="es-DO"/>
        </w:rPr>
      </w:pPr>
    </w:p>
    <w:p w14:paraId="46685680" w14:textId="77777777" w:rsidR="003057DB" w:rsidRPr="00F24182" w:rsidRDefault="003057DB" w:rsidP="002D06E2">
      <w:pPr>
        <w:ind w:left="510"/>
        <w:rPr>
          <w:rFonts w:ascii="Coda" w:hAnsi="Coda"/>
          <w:i/>
          <w:color w:val="auto"/>
          <w:sz w:val="20"/>
          <w:szCs w:val="20"/>
          <w:u w:val="single"/>
          <w:lang w:val="es-DO"/>
        </w:rPr>
      </w:pPr>
    </w:p>
    <w:p w14:paraId="2BCB37E1" w14:textId="77777777" w:rsidR="00A23564" w:rsidRPr="00F24182" w:rsidRDefault="00A23564" w:rsidP="00A23564">
      <w:pPr>
        <w:pStyle w:val="ListParagraph"/>
        <w:numPr>
          <w:ilvl w:val="0"/>
          <w:numId w:val="3"/>
        </w:numPr>
        <w:spacing w:after="200" w:line="276" w:lineRule="auto"/>
        <w:rPr>
          <w:rFonts w:ascii="Coda" w:hAnsi="Coda"/>
          <w:color w:val="FF0000"/>
          <w:highlight w:val="yellow"/>
          <w:lang w:val="es-DO"/>
        </w:rPr>
      </w:pPr>
      <w:r w:rsidRPr="005124A9">
        <w:rPr>
          <w:rFonts w:ascii="Coda" w:hAnsi="Coda"/>
          <w:color w:val="002060"/>
          <w:highlight w:val="yellow"/>
          <w:lang w:val="es-DO"/>
        </w:rPr>
        <w:t>Recolección de Desperdicios</w:t>
      </w:r>
      <w:r w:rsidRPr="00F24182">
        <w:rPr>
          <w:rFonts w:ascii="Coda" w:hAnsi="Coda"/>
          <w:color w:val="FF0000"/>
          <w:highlight w:val="yellow"/>
          <w:lang w:val="es-DO"/>
        </w:rPr>
        <w:t>.</w:t>
      </w:r>
    </w:p>
    <w:p w14:paraId="2E2B823D" w14:textId="77777777" w:rsidR="00A23564" w:rsidRPr="00F24182" w:rsidRDefault="00A23564" w:rsidP="00A23564">
      <w:pPr>
        <w:pStyle w:val="ListParagraph"/>
        <w:rPr>
          <w:rFonts w:ascii="Coda" w:hAnsi="Coda"/>
          <w:sz w:val="28"/>
          <w:szCs w:val="28"/>
          <w:lang w:val="es-DO"/>
        </w:rPr>
      </w:pPr>
    </w:p>
    <w:tbl>
      <w:tblPr>
        <w:tblStyle w:val="Cuadrculaclara1"/>
        <w:tblW w:w="0" w:type="auto"/>
        <w:tblInd w:w="250" w:type="dxa"/>
        <w:tblLook w:val="04A0" w:firstRow="1" w:lastRow="0" w:firstColumn="1" w:lastColumn="0" w:noHBand="0" w:noVBand="1"/>
      </w:tblPr>
      <w:tblGrid>
        <w:gridCol w:w="9369"/>
      </w:tblGrid>
      <w:tr w:rsidR="00A23564" w:rsidRPr="00F24182" w14:paraId="49B35E82" w14:textId="77777777" w:rsidTr="00C81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6302D49" w14:textId="77777777" w:rsidR="00A23564" w:rsidRPr="00F24182" w:rsidRDefault="00A23564" w:rsidP="00C81E6D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Materiales: Guantes, Fundas de Basura</w:t>
            </w:r>
          </w:p>
          <w:p w14:paraId="11461C2B" w14:textId="77777777" w:rsidR="00A23564" w:rsidRPr="00F24182" w:rsidRDefault="00A23564" w:rsidP="00C81E6D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A23564" w:rsidRPr="00F24182" w14:paraId="30006D63" w14:textId="77777777" w:rsidTr="00C81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13D869C" w14:textId="77777777" w:rsidR="00A23564" w:rsidRPr="00F24182" w:rsidRDefault="00A23564" w:rsidP="00C81E6D">
            <w:pPr>
              <w:pStyle w:val="ListParagraph"/>
              <w:ind w:left="0"/>
              <w:rPr>
                <w:rFonts w:ascii="Coda" w:hAnsi="Coda" w:cstheme="minorHAnsi"/>
                <w:b w:val="0"/>
                <w:color w:val="00B05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Notas Importantes: </w:t>
            </w:r>
            <w:r w:rsidRPr="00F24182">
              <w:rPr>
                <w:rFonts w:ascii="Coda" w:hAnsi="Coda" w:cstheme="minorHAnsi"/>
                <w:b w:val="0"/>
                <w:color w:val="00B050"/>
                <w:sz w:val="18"/>
                <w:szCs w:val="18"/>
              </w:rPr>
              <w:t>No Aplica</w:t>
            </w:r>
          </w:p>
          <w:p w14:paraId="3061B8EF" w14:textId="77777777" w:rsidR="00A23564" w:rsidRPr="00F24182" w:rsidRDefault="00A23564" w:rsidP="00C81E6D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A23564" w:rsidRPr="00F24182" w14:paraId="303B1516" w14:textId="77777777" w:rsidTr="00C81E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135AA" w14:textId="77777777" w:rsidR="00A23564" w:rsidRPr="00F24182" w:rsidRDefault="00A23564" w:rsidP="00C81E6D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Procedimiento:</w:t>
            </w:r>
          </w:p>
          <w:p w14:paraId="6124698D" w14:textId="77777777" w:rsidR="00A23564" w:rsidRPr="00F24182" w:rsidRDefault="00A23564" w:rsidP="00C81E6D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  <w:p w14:paraId="4CF21D8D" w14:textId="77777777" w:rsidR="00A23564" w:rsidRPr="00F24182" w:rsidRDefault="00A23564" w:rsidP="00A23564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Limpiar los filtros de la aspiradora antes de conectar.</w:t>
            </w:r>
          </w:p>
          <w:p w14:paraId="7F648BC7" w14:textId="77777777" w:rsidR="00A23564" w:rsidRPr="00F24182" w:rsidRDefault="00A23564" w:rsidP="00A23564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Conectar la aspiradora eléctricamente.</w:t>
            </w:r>
          </w:p>
          <w:p w14:paraId="4F533E2A" w14:textId="77777777" w:rsidR="00A23564" w:rsidRPr="00F24182" w:rsidRDefault="00A23564" w:rsidP="00A23564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Mover Sillas, Computadoras, Etc.</w:t>
            </w:r>
          </w:p>
          <w:p w14:paraId="4784A840" w14:textId="77777777" w:rsidR="00A23564" w:rsidRPr="00F24182" w:rsidRDefault="00A23564" w:rsidP="00A23564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Coloque que el palo de aspirar haciendo un pequeño ángulo con la alfombra y empiece a aspirar.</w:t>
            </w:r>
          </w:p>
          <w:p w14:paraId="473774AB" w14:textId="77777777" w:rsidR="00A23564" w:rsidRPr="00F24182" w:rsidRDefault="00A23564" w:rsidP="00A23564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Luego de terminar de aspirar, limpie a aspiradora con un paño húmedo de alcohol o cualquier líquido limpiador de superficies.</w:t>
            </w:r>
          </w:p>
          <w:p w14:paraId="3583A0A9" w14:textId="77777777" w:rsidR="00A23564" w:rsidRPr="00F24182" w:rsidRDefault="00A23564" w:rsidP="00A23564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Guarde la aspiradora.</w:t>
            </w:r>
          </w:p>
          <w:p w14:paraId="15B73363" w14:textId="77777777" w:rsidR="00A23564" w:rsidRPr="00F24182" w:rsidRDefault="00A23564" w:rsidP="00C81E6D">
            <w:pPr>
              <w:pStyle w:val="ListParagraph"/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</w:tbl>
    <w:p w14:paraId="65A4C8B4" w14:textId="77777777" w:rsidR="00A23564" w:rsidRPr="00F24182" w:rsidRDefault="00A23564" w:rsidP="002D06E2">
      <w:pPr>
        <w:ind w:left="510"/>
        <w:rPr>
          <w:rFonts w:ascii="Coda" w:hAnsi="Coda"/>
          <w:i/>
          <w:color w:val="auto"/>
          <w:sz w:val="20"/>
          <w:szCs w:val="20"/>
          <w:u w:val="single"/>
          <w:lang w:val="es-DO"/>
        </w:rPr>
      </w:pPr>
    </w:p>
    <w:p w14:paraId="7DB487D0" w14:textId="77777777" w:rsidR="00A23564" w:rsidRPr="00F24182" w:rsidRDefault="00A23564" w:rsidP="00A23564">
      <w:pPr>
        <w:pStyle w:val="ListParagraph"/>
        <w:numPr>
          <w:ilvl w:val="0"/>
          <w:numId w:val="3"/>
        </w:numPr>
        <w:spacing w:after="200" w:line="276" w:lineRule="auto"/>
        <w:rPr>
          <w:rFonts w:ascii="Coda" w:hAnsi="Coda"/>
          <w:color w:val="FF0000"/>
          <w:highlight w:val="yellow"/>
          <w:lang w:val="es-DO"/>
        </w:rPr>
      </w:pPr>
      <w:r w:rsidRPr="005124A9">
        <w:rPr>
          <w:rFonts w:ascii="Coda" w:hAnsi="Coda"/>
          <w:color w:val="auto"/>
          <w:highlight w:val="yellow"/>
          <w:lang w:val="es-DO"/>
        </w:rPr>
        <w:t>Limpiezas de Cornizas</w:t>
      </w:r>
      <w:r w:rsidRPr="00F24182">
        <w:rPr>
          <w:rFonts w:ascii="Coda" w:hAnsi="Coda"/>
          <w:color w:val="FF0000"/>
          <w:highlight w:val="yellow"/>
          <w:lang w:val="es-DO"/>
        </w:rPr>
        <w:t>.</w:t>
      </w:r>
    </w:p>
    <w:p w14:paraId="11CB4262" w14:textId="77777777" w:rsidR="00A23564" w:rsidRPr="00F24182" w:rsidRDefault="00A23564" w:rsidP="00A23564">
      <w:pPr>
        <w:pStyle w:val="ListParagraph"/>
        <w:rPr>
          <w:rFonts w:ascii="Coda" w:hAnsi="Coda"/>
          <w:sz w:val="28"/>
          <w:szCs w:val="28"/>
          <w:lang w:val="es-DO"/>
        </w:rPr>
      </w:pPr>
    </w:p>
    <w:tbl>
      <w:tblPr>
        <w:tblStyle w:val="Cuadrculaclara1"/>
        <w:tblW w:w="0" w:type="auto"/>
        <w:tblInd w:w="250" w:type="dxa"/>
        <w:tblLook w:val="04A0" w:firstRow="1" w:lastRow="0" w:firstColumn="1" w:lastColumn="0" w:noHBand="0" w:noVBand="1"/>
      </w:tblPr>
      <w:tblGrid>
        <w:gridCol w:w="9369"/>
      </w:tblGrid>
      <w:tr w:rsidR="00A23564" w:rsidRPr="00F24182" w14:paraId="213BD0A4" w14:textId="77777777" w:rsidTr="00C81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DBE5AFB" w14:textId="77777777" w:rsidR="00A23564" w:rsidRPr="00F24182" w:rsidRDefault="00A23564" w:rsidP="00C81E6D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Materiales: Guantes, Fundas de Basura</w:t>
            </w:r>
          </w:p>
          <w:p w14:paraId="4AB51D8F" w14:textId="77777777" w:rsidR="00A23564" w:rsidRPr="00F24182" w:rsidRDefault="00A23564" w:rsidP="00C81E6D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A23564" w:rsidRPr="00F24182" w14:paraId="3F5B7F24" w14:textId="77777777" w:rsidTr="00C81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EBFE751" w14:textId="77777777" w:rsidR="00A23564" w:rsidRPr="00F24182" w:rsidRDefault="00A23564" w:rsidP="00C81E6D">
            <w:pPr>
              <w:pStyle w:val="ListParagraph"/>
              <w:ind w:left="0"/>
              <w:rPr>
                <w:rFonts w:ascii="Coda" w:hAnsi="Coda" w:cstheme="minorHAnsi"/>
                <w:b w:val="0"/>
                <w:color w:val="00B05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 xml:space="preserve">Notas Importantes: </w:t>
            </w:r>
            <w:r w:rsidRPr="00F24182">
              <w:rPr>
                <w:rFonts w:ascii="Coda" w:hAnsi="Coda" w:cstheme="minorHAnsi"/>
                <w:b w:val="0"/>
                <w:color w:val="00B050"/>
                <w:sz w:val="18"/>
                <w:szCs w:val="18"/>
              </w:rPr>
              <w:t>No Aplica</w:t>
            </w:r>
          </w:p>
          <w:p w14:paraId="7319C9B1" w14:textId="77777777" w:rsidR="00A23564" w:rsidRPr="00F24182" w:rsidRDefault="00A23564" w:rsidP="00C81E6D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  <w:tr w:rsidR="00A23564" w:rsidRPr="00F24182" w14:paraId="4DD230AF" w14:textId="77777777" w:rsidTr="00C81E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295B06" w14:textId="77777777" w:rsidR="00A23564" w:rsidRPr="00F24182" w:rsidRDefault="00A23564" w:rsidP="00C81E6D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Procedimiento:</w:t>
            </w:r>
          </w:p>
          <w:p w14:paraId="3195D1F1" w14:textId="77777777" w:rsidR="00A23564" w:rsidRPr="00F24182" w:rsidRDefault="00A23564" w:rsidP="00C81E6D">
            <w:pPr>
              <w:pStyle w:val="ListParagraph"/>
              <w:ind w:left="0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  <w:p w14:paraId="5BA3DF71" w14:textId="77777777" w:rsidR="00A23564" w:rsidRPr="00F24182" w:rsidRDefault="00A23564" w:rsidP="00A23564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Limpiar los filtros de la aspiradora antes de conectar.</w:t>
            </w:r>
          </w:p>
          <w:p w14:paraId="38BFEA89" w14:textId="77777777" w:rsidR="00A23564" w:rsidRPr="00F24182" w:rsidRDefault="00A23564" w:rsidP="00A23564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Conectar la aspiradora eléctricamente.</w:t>
            </w:r>
          </w:p>
          <w:p w14:paraId="3595669B" w14:textId="77777777" w:rsidR="00A23564" w:rsidRPr="00F24182" w:rsidRDefault="00A23564" w:rsidP="00A23564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Mover Sillas, Computadoras, Etc.</w:t>
            </w:r>
          </w:p>
          <w:p w14:paraId="3F8E242C" w14:textId="77777777" w:rsidR="00A23564" w:rsidRPr="00F24182" w:rsidRDefault="00A23564" w:rsidP="00A23564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Coloque que el palo de aspirar haciendo un pequeño ángulo con la alfombra y empiece a aspirar.</w:t>
            </w:r>
          </w:p>
          <w:p w14:paraId="4B0E79FC" w14:textId="77777777" w:rsidR="00A23564" w:rsidRPr="00F24182" w:rsidRDefault="00A23564" w:rsidP="00A23564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Luego de terminar de aspirar, limpie a aspiradora con un paño húmedo de alcohol o cualquier líquido limpiador de superficies.</w:t>
            </w:r>
          </w:p>
          <w:p w14:paraId="056A95C3" w14:textId="77777777" w:rsidR="00A23564" w:rsidRPr="00F24182" w:rsidRDefault="00A23564" w:rsidP="00A23564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  <w:r w:rsidRPr="00F24182">
              <w:rPr>
                <w:rFonts w:ascii="Coda" w:hAnsi="Coda" w:cstheme="minorHAnsi"/>
                <w:b w:val="0"/>
                <w:sz w:val="18"/>
                <w:szCs w:val="18"/>
              </w:rPr>
              <w:t>Guarde la aspiradora.</w:t>
            </w:r>
          </w:p>
          <w:p w14:paraId="65000BD1" w14:textId="77777777" w:rsidR="00A23564" w:rsidRPr="00F24182" w:rsidRDefault="00A23564" w:rsidP="00C81E6D">
            <w:pPr>
              <w:pStyle w:val="ListParagraph"/>
              <w:jc w:val="both"/>
              <w:rPr>
                <w:rFonts w:ascii="Coda" w:hAnsi="Coda" w:cstheme="minorHAnsi"/>
                <w:b w:val="0"/>
                <w:sz w:val="18"/>
                <w:szCs w:val="18"/>
              </w:rPr>
            </w:pPr>
          </w:p>
        </w:tc>
      </w:tr>
    </w:tbl>
    <w:p w14:paraId="13A288A9" w14:textId="77777777" w:rsidR="00A23564" w:rsidRPr="00F24182" w:rsidRDefault="00A23564" w:rsidP="002D06E2">
      <w:pPr>
        <w:ind w:left="510"/>
        <w:rPr>
          <w:i/>
          <w:color w:val="auto"/>
          <w:sz w:val="20"/>
          <w:szCs w:val="20"/>
          <w:u w:val="single"/>
          <w:lang w:val="es-DO"/>
        </w:rPr>
      </w:pPr>
    </w:p>
    <w:p w14:paraId="5D618220" w14:textId="77777777" w:rsidR="00A23564" w:rsidRPr="00F24182" w:rsidRDefault="00A23564" w:rsidP="002D06E2">
      <w:pPr>
        <w:ind w:left="510"/>
        <w:rPr>
          <w:i/>
          <w:color w:val="auto"/>
          <w:sz w:val="20"/>
          <w:szCs w:val="20"/>
          <w:u w:val="single"/>
          <w:lang w:val="es-DO"/>
        </w:rPr>
      </w:pPr>
    </w:p>
    <w:p w14:paraId="00C9F173" w14:textId="77777777" w:rsidR="003C42DC" w:rsidRPr="00F24182" w:rsidRDefault="003C42DC" w:rsidP="000216DE">
      <w:pPr>
        <w:rPr>
          <w:lang w:val="es-DO"/>
        </w:rPr>
      </w:pPr>
    </w:p>
    <w:sectPr w:rsidR="003C42DC" w:rsidRPr="00F24182" w:rsidSect="005124A9">
      <w:headerReference w:type="default" r:id="rId20"/>
      <w:footerReference w:type="default" r:id="rId21"/>
      <w:pgSz w:w="12240" w:h="15840" w:code="1"/>
      <w:pgMar w:top="810" w:right="1325" w:bottom="1440" w:left="1276" w:header="426" w:footer="3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75941" w14:textId="77777777" w:rsidR="005821E4" w:rsidRDefault="005821E4">
      <w:pPr>
        <w:spacing w:after="0" w:line="240" w:lineRule="auto"/>
      </w:pPr>
      <w:r>
        <w:separator/>
      </w:r>
    </w:p>
  </w:endnote>
  <w:endnote w:type="continuationSeparator" w:id="0">
    <w:p w14:paraId="3F3EEDB0" w14:textId="77777777" w:rsidR="005821E4" w:rsidRDefault="00582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da">
    <w:altName w:val="Calibri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33"/>
      <w:gridCol w:w="972"/>
      <w:gridCol w:w="4334"/>
    </w:tblGrid>
    <w:tr w:rsidR="00174E4F" w14:paraId="1ADAB8CE" w14:textId="77777777">
      <w:trPr>
        <w:trHeight w:val="151"/>
      </w:trPr>
      <w:tc>
        <w:tcPr>
          <w:tcW w:w="2250" w:type="pct"/>
          <w:tcBorders>
            <w:bottom w:val="single" w:sz="4" w:space="0" w:color="5B9BD5" w:themeColor="accent1"/>
          </w:tcBorders>
        </w:tcPr>
        <w:p w14:paraId="090358FF" w14:textId="77777777" w:rsidR="00174E4F" w:rsidRDefault="00174E4F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6079E8DB" w14:textId="77777777" w:rsidR="00174E4F" w:rsidRPr="00086D49" w:rsidRDefault="00174E4F" w:rsidP="00F24182">
          <w:pPr>
            <w:pStyle w:val="NoSpacing"/>
            <w:jc w:val="center"/>
            <w:rPr>
              <w:rFonts w:asciiTheme="majorHAnsi" w:hAnsiTheme="majorHAnsi"/>
              <w:b/>
              <w:sz w:val="16"/>
              <w:szCs w:val="16"/>
            </w:rPr>
          </w:pPr>
          <w:r w:rsidRPr="00086D49">
            <w:rPr>
              <w:rFonts w:asciiTheme="majorHAnsi" w:hAnsiTheme="majorHAnsi"/>
              <w:b/>
              <w:sz w:val="16"/>
              <w:szCs w:val="16"/>
            </w:rPr>
            <w:t xml:space="preserve">Página </w:t>
          </w:r>
          <w:r w:rsidR="00217532" w:rsidRPr="00086D49">
            <w:rPr>
              <w:b/>
              <w:sz w:val="16"/>
              <w:szCs w:val="16"/>
            </w:rPr>
            <w:fldChar w:fldCharType="begin"/>
          </w:r>
          <w:r w:rsidR="00341BF1" w:rsidRPr="00086D49">
            <w:rPr>
              <w:b/>
              <w:sz w:val="16"/>
              <w:szCs w:val="16"/>
            </w:rPr>
            <w:instrText xml:space="preserve"> PAGE  \* MERGEFORMAT </w:instrText>
          </w:r>
          <w:r w:rsidR="00217532" w:rsidRPr="00086D49">
            <w:rPr>
              <w:b/>
              <w:sz w:val="16"/>
              <w:szCs w:val="16"/>
            </w:rPr>
            <w:fldChar w:fldCharType="separate"/>
          </w:r>
          <w:r w:rsidR="009B130E" w:rsidRPr="009B130E">
            <w:rPr>
              <w:rFonts w:asciiTheme="majorHAnsi" w:hAnsiTheme="majorHAnsi"/>
              <w:b/>
              <w:noProof/>
              <w:sz w:val="16"/>
              <w:szCs w:val="16"/>
            </w:rPr>
            <w:t>7</w:t>
          </w:r>
          <w:r w:rsidR="00217532" w:rsidRPr="00086D49">
            <w:rPr>
              <w:b/>
              <w:sz w:val="16"/>
              <w:szCs w:val="16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5B9BD5" w:themeColor="accent1"/>
          </w:tcBorders>
        </w:tcPr>
        <w:p w14:paraId="3FE6F891" w14:textId="77777777" w:rsidR="00174E4F" w:rsidRDefault="00174E4F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174E4F" w14:paraId="79CE3AFA" w14:textId="77777777">
      <w:trPr>
        <w:trHeight w:val="150"/>
      </w:trPr>
      <w:tc>
        <w:tcPr>
          <w:tcW w:w="2250" w:type="pct"/>
          <w:tcBorders>
            <w:top w:val="single" w:sz="4" w:space="0" w:color="5B9BD5" w:themeColor="accent1"/>
          </w:tcBorders>
        </w:tcPr>
        <w:p w14:paraId="53F0806A" w14:textId="77777777" w:rsidR="00174E4F" w:rsidRDefault="00174E4F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4C7B4A95" w14:textId="77777777" w:rsidR="00174E4F" w:rsidRDefault="00174E4F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5B9BD5" w:themeColor="accent1"/>
          </w:tcBorders>
        </w:tcPr>
        <w:p w14:paraId="30E91B6F" w14:textId="77777777" w:rsidR="00174E4F" w:rsidRDefault="00174E4F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77B977DC" w14:textId="77777777" w:rsidR="00174E4F" w:rsidRDefault="00174E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4B5F3" w14:textId="77777777" w:rsidR="005821E4" w:rsidRDefault="005821E4">
      <w:pPr>
        <w:spacing w:after="0" w:line="240" w:lineRule="auto"/>
      </w:pPr>
      <w:r>
        <w:separator/>
      </w:r>
    </w:p>
  </w:footnote>
  <w:footnote w:type="continuationSeparator" w:id="0">
    <w:p w14:paraId="1B5806BF" w14:textId="77777777" w:rsidR="005821E4" w:rsidRDefault="00582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A6313" w14:textId="77777777" w:rsidR="00174E4F" w:rsidRDefault="00174E4F" w:rsidP="00B66E3E">
    <w:pPr>
      <w:pStyle w:val="Title"/>
      <w:rPr>
        <w:rFonts w:ascii="Calibri" w:hAnsi="Calibri" w:cs="Calibri"/>
        <w:color w:val="002060"/>
        <w:sz w:val="24"/>
        <w:szCs w:val="24"/>
        <w:lang w:val="es-DO"/>
      </w:rPr>
    </w:pPr>
    <w:r w:rsidRPr="00B66E3E">
      <w:rPr>
        <w:rFonts w:ascii="Calibri" w:hAnsi="Calibri" w:cs="Calibri"/>
        <w:b/>
        <w:color w:val="002060"/>
        <w:sz w:val="36"/>
        <w:szCs w:val="36"/>
        <w:lang w:val="es-DO"/>
      </w:rPr>
      <w:t>M&amp;F Consulting group</w:t>
    </w:r>
    <w:r w:rsidRPr="00B66E3E">
      <w:rPr>
        <w:rFonts w:ascii="Calibri" w:hAnsi="Calibri" w:cs="Calibri"/>
        <w:b/>
        <w:color w:val="002060"/>
        <w:sz w:val="36"/>
        <w:szCs w:val="36"/>
        <w:lang w:val="es-DO"/>
      </w:rPr>
      <w:br/>
    </w:r>
    <w:r>
      <w:rPr>
        <w:rFonts w:ascii="Calibri" w:hAnsi="Calibri" w:cs="Calibri"/>
        <w:color w:val="002060"/>
        <w:sz w:val="24"/>
        <w:szCs w:val="24"/>
        <w:lang w:val="es-DO"/>
      </w:rPr>
      <w:t>Manual de operaciones</w:t>
    </w:r>
    <w:r w:rsidR="00777CE6">
      <w:rPr>
        <w:rFonts w:ascii="Calibri" w:hAnsi="Calibri" w:cs="Calibri"/>
        <w:color w:val="002060"/>
        <w:sz w:val="24"/>
        <w:szCs w:val="24"/>
        <w:lang w:val="es-DO"/>
      </w:rPr>
      <w:t xml:space="preserve"> ACs XEROX</w:t>
    </w:r>
  </w:p>
  <w:p w14:paraId="0047B643" w14:textId="77777777" w:rsidR="00777CE6" w:rsidRPr="00777CE6" w:rsidRDefault="00777CE6" w:rsidP="00777CE6">
    <w:pPr>
      <w:rPr>
        <w:lang w:val="es-DO"/>
      </w:rPr>
    </w:pPr>
  </w:p>
  <w:p w14:paraId="5A27D119" w14:textId="77777777" w:rsidR="00174E4F" w:rsidRPr="00B66E3E" w:rsidRDefault="00174E4F">
    <w:pPr>
      <w:pStyle w:val="Header"/>
      <w:rPr>
        <w:lang w:val="es-D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32292"/>
    <w:multiLevelType w:val="hybridMultilevel"/>
    <w:tmpl w:val="F1FAA19A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E0A16"/>
    <w:multiLevelType w:val="hybridMultilevel"/>
    <w:tmpl w:val="AF62E4E2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017CD"/>
    <w:multiLevelType w:val="hybridMultilevel"/>
    <w:tmpl w:val="B2CA6BB8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2179B"/>
    <w:multiLevelType w:val="hybridMultilevel"/>
    <w:tmpl w:val="A5F4F02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3520A0"/>
    <w:multiLevelType w:val="hybridMultilevel"/>
    <w:tmpl w:val="A5262D26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C2261"/>
    <w:multiLevelType w:val="hybridMultilevel"/>
    <w:tmpl w:val="AF62E4E2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A54DB"/>
    <w:multiLevelType w:val="hybridMultilevel"/>
    <w:tmpl w:val="8B34C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12E5E"/>
    <w:multiLevelType w:val="hybridMultilevel"/>
    <w:tmpl w:val="AF62E4E2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11019"/>
    <w:multiLevelType w:val="hybridMultilevel"/>
    <w:tmpl w:val="AF62E4E2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A16D3"/>
    <w:multiLevelType w:val="hybridMultilevel"/>
    <w:tmpl w:val="AF62E4E2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61168"/>
    <w:multiLevelType w:val="hybridMultilevel"/>
    <w:tmpl w:val="ED56A6AE"/>
    <w:lvl w:ilvl="0" w:tplc="1C0A0013">
      <w:start w:val="1"/>
      <w:numFmt w:val="upperRoman"/>
      <w:lvlText w:val="%1."/>
      <w:lvlJc w:val="righ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76816"/>
    <w:multiLevelType w:val="hybridMultilevel"/>
    <w:tmpl w:val="C26C6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6EF290">
      <w:start w:val="7"/>
      <w:numFmt w:val="bullet"/>
      <w:lvlText w:val="•"/>
      <w:lvlJc w:val="left"/>
      <w:pPr>
        <w:ind w:left="2520" w:hanging="720"/>
      </w:pPr>
      <w:rPr>
        <w:rFonts w:ascii="Arial" w:eastAsiaTheme="majorEastAsia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F3F7B"/>
    <w:multiLevelType w:val="hybridMultilevel"/>
    <w:tmpl w:val="20C8F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462B0"/>
    <w:multiLevelType w:val="hybridMultilevel"/>
    <w:tmpl w:val="AF62E4E2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E75A0"/>
    <w:multiLevelType w:val="hybridMultilevel"/>
    <w:tmpl w:val="AF62E4E2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E26A0"/>
    <w:multiLevelType w:val="hybridMultilevel"/>
    <w:tmpl w:val="C45EE21A"/>
    <w:lvl w:ilvl="0" w:tplc="1C0A0013">
      <w:start w:val="1"/>
      <w:numFmt w:val="upperRoman"/>
      <w:lvlText w:val="%1."/>
      <w:lvlJc w:val="righ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42EE7"/>
    <w:multiLevelType w:val="hybridMultilevel"/>
    <w:tmpl w:val="267A7524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458DC"/>
    <w:multiLevelType w:val="hybridMultilevel"/>
    <w:tmpl w:val="7CE60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383545"/>
    <w:multiLevelType w:val="hybridMultilevel"/>
    <w:tmpl w:val="40D821EC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u w:val="none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94049"/>
    <w:multiLevelType w:val="hybridMultilevel"/>
    <w:tmpl w:val="D4F6778E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57090"/>
    <w:multiLevelType w:val="hybridMultilevel"/>
    <w:tmpl w:val="ED847688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B7728"/>
    <w:multiLevelType w:val="hybridMultilevel"/>
    <w:tmpl w:val="08342060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11ABC"/>
    <w:multiLevelType w:val="hybridMultilevel"/>
    <w:tmpl w:val="20441120"/>
    <w:lvl w:ilvl="0" w:tplc="76C612A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BB35F7"/>
    <w:multiLevelType w:val="hybridMultilevel"/>
    <w:tmpl w:val="2AB85C82"/>
    <w:lvl w:ilvl="0" w:tplc="1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7E5D71"/>
    <w:multiLevelType w:val="hybridMultilevel"/>
    <w:tmpl w:val="BFBE56B6"/>
    <w:lvl w:ilvl="0" w:tplc="DF622CE6">
      <w:start w:val="1"/>
      <w:numFmt w:val="bullet"/>
      <w:pStyle w:val="ListBullet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E76C85"/>
    <w:multiLevelType w:val="hybridMultilevel"/>
    <w:tmpl w:val="083C2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030E6E"/>
    <w:multiLevelType w:val="hybridMultilevel"/>
    <w:tmpl w:val="969EA03E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u w:val="none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F4121"/>
    <w:multiLevelType w:val="hybridMultilevel"/>
    <w:tmpl w:val="8B34C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B1914"/>
    <w:multiLevelType w:val="hybridMultilevel"/>
    <w:tmpl w:val="7CEE5748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052396"/>
    <w:multiLevelType w:val="hybridMultilevel"/>
    <w:tmpl w:val="AF62E4E2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3C1AAA"/>
    <w:multiLevelType w:val="hybridMultilevel"/>
    <w:tmpl w:val="08142C6E"/>
    <w:lvl w:ilvl="0" w:tplc="E7789A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131EB"/>
    <w:multiLevelType w:val="hybridMultilevel"/>
    <w:tmpl w:val="A290F248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22"/>
  </w:num>
  <w:num w:numId="4">
    <w:abstractNumId w:val="0"/>
  </w:num>
  <w:num w:numId="5">
    <w:abstractNumId w:val="28"/>
  </w:num>
  <w:num w:numId="6">
    <w:abstractNumId w:val="13"/>
  </w:num>
  <w:num w:numId="7">
    <w:abstractNumId w:val="9"/>
  </w:num>
  <w:num w:numId="8">
    <w:abstractNumId w:val="23"/>
  </w:num>
  <w:num w:numId="9">
    <w:abstractNumId w:val="29"/>
  </w:num>
  <w:num w:numId="10">
    <w:abstractNumId w:val="1"/>
  </w:num>
  <w:num w:numId="11">
    <w:abstractNumId w:val="7"/>
  </w:num>
  <w:num w:numId="12">
    <w:abstractNumId w:val="2"/>
  </w:num>
  <w:num w:numId="13">
    <w:abstractNumId w:val="20"/>
  </w:num>
  <w:num w:numId="14">
    <w:abstractNumId w:val="16"/>
  </w:num>
  <w:num w:numId="15">
    <w:abstractNumId w:val="19"/>
  </w:num>
  <w:num w:numId="16">
    <w:abstractNumId w:val="31"/>
  </w:num>
  <w:num w:numId="17">
    <w:abstractNumId w:val="8"/>
  </w:num>
  <w:num w:numId="18">
    <w:abstractNumId w:val="18"/>
  </w:num>
  <w:num w:numId="19">
    <w:abstractNumId w:val="26"/>
  </w:num>
  <w:num w:numId="20">
    <w:abstractNumId w:val="14"/>
  </w:num>
  <w:num w:numId="21">
    <w:abstractNumId w:val="27"/>
  </w:num>
  <w:num w:numId="22">
    <w:abstractNumId w:val="6"/>
  </w:num>
  <w:num w:numId="23">
    <w:abstractNumId w:val="15"/>
  </w:num>
  <w:num w:numId="24">
    <w:abstractNumId w:val="25"/>
  </w:num>
  <w:num w:numId="25">
    <w:abstractNumId w:val="30"/>
  </w:num>
  <w:num w:numId="26">
    <w:abstractNumId w:val="5"/>
  </w:num>
  <w:num w:numId="27">
    <w:abstractNumId w:val="4"/>
  </w:num>
  <w:num w:numId="28">
    <w:abstractNumId w:val="21"/>
  </w:num>
  <w:num w:numId="29">
    <w:abstractNumId w:val="12"/>
  </w:num>
  <w:num w:numId="30">
    <w:abstractNumId w:val="11"/>
  </w:num>
  <w:num w:numId="31">
    <w:abstractNumId w:val="17"/>
  </w:num>
  <w:num w:numId="32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FAB"/>
    <w:rsid w:val="000216DE"/>
    <w:rsid w:val="000221A5"/>
    <w:rsid w:val="00046AD0"/>
    <w:rsid w:val="00056DB7"/>
    <w:rsid w:val="00067CB9"/>
    <w:rsid w:val="000759FE"/>
    <w:rsid w:val="0007788F"/>
    <w:rsid w:val="00086D49"/>
    <w:rsid w:val="00090D91"/>
    <w:rsid w:val="000A0911"/>
    <w:rsid w:val="000B1491"/>
    <w:rsid w:val="000B2AF5"/>
    <w:rsid w:val="000D41B9"/>
    <w:rsid w:val="000D6AE8"/>
    <w:rsid w:val="000E08C5"/>
    <w:rsid w:val="000E5A4D"/>
    <w:rsid w:val="000F76DD"/>
    <w:rsid w:val="001101F2"/>
    <w:rsid w:val="00111C95"/>
    <w:rsid w:val="00122231"/>
    <w:rsid w:val="00122A3D"/>
    <w:rsid w:val="00127F3C"/>
    <w:rsid w:val="00132E92"/>
    <w:rsid w:val="001368CF"/>
    <w:rsid w:val="0014743F"/>
    <w:rsid w:val="0015530D"/>
    <w:rsid w:val="00166C10"/>
    <w:rsid w:val="00174E4F"/>
    <w:rsid w:val="00182789"/>
    <w:rsid w:val="001939AD"/>
    <w:rsid w:val="001955BF"/>
    <w:rsid w:val="001A3034"/>
    <w:rsid w:val="001A7865"/>
    <w:rsid w:val="001B3578"/>
    <w:rsid w:val="001C6E3A"/>
    <w:rsid w:val="001D43E5"/>
    <w:rsid w:val="001E0202"/>
    <w:rsid w:val="00206C3D"/>
    <w:rsid w:val="00217532"/>
    <w:rsid w:val="00230ECF"/>
    <w:rsid w:val="002355C7"/>
    <w:rsid w:val="00235A7D"/>
    <w:rsid w:val="00253882"/>
    <w:rsid w:val="002544E4"/>
    <w:rsid w:val="002601FF"/>
    <w:rsid w:val="002710B2"/>
    <w:rsid w:val="00272A46"/>
    <w:rsid w:val="00282840"/>
    <w:rsid w:val="0029570F"/>
    <w:rsid w:val="002962CA"/>
    <w:rsid w:val="002C475F"/>
    <w:rsid w:val="002D06E2"/>
    <w:rsid w:val="002E37FC"/>
    <w:rsid w:val="002E4067"/>
    <w:rsid w:val="002F523D"/>
    <w:rsid w:val="00301343"/>
    <w:rsid w:val="003057DB"/>
    <w:rsid w:val="00305D1D"/>
    <w:rsid w:val="003115A7"/>
    <w:rsid w:val="0032149B"/>
    <w:rsid w:val="003330D0"/>
    <w:rsid w:val="0033392E"/>
    <w:rsid w:val="0033409F"/>
    <w:rsid w:val="00341BF1"/>
    <w:rsid w:val="003565DA"/>
    <w:rsid w:val="0036318B"/>
    <w:rsid w:val="003669CA"/>
    <w:rsid w:val="00370A26"/>
    <w:rsid w:val="00373675"/>
    <w:rsid w:val="00376A0A"/>
    <w:rsid w:val="00381E36"/>
    <w:rsid w:val="003868F0"/>
    <w:rsid w:val="003A3847"/>
    <w:rsid w:val="003C07D4"/>
    <w:rsid w:val="003C42DC"/>
    <w:rsid w:val="003E7C56"/>
    <w:rsid w:val="004004EB"/>
    <w:rsid w:val="00410F64"/>
    <w:rsid w:val="00414B43"/>
    <w:rsid w:val="004218C8"/>
    <w:rsid w:val="00433CE8"/>
    <w:rsid w:val="004365D8"/>
    <w:rsid w:val="00437271"/>
    <w:rsid w:val="00441C98"/>
    <w:rsid w:val="0044220A"/>
    <w:rsid w:val="004423D7"/>
    <w:rsid w:val="004514CC"/>
    <w:rsid w:val="004638F9"/>
    <w:rsid w:val="00465935"/>
    <w:rsid w:val="004735B5"/>
    <w:rsid w:val="00486F75"/>
    <w:rsid w:val="0049095C"/>
    <w:rsid w:val="004A32D6"/>
    <w:rsid w:val="004C07D4"/>
    <w:rsid w:val="004C3C07"/>
    <w:rsid w:val="004C7904"/>
    <w:rsid w:val="004D1985"/>
    <w:rsid w:val="004D7512"/>
    <w:rsid w:val="004E7B22"/>
    <w:rsid w:val="004F5ECD"/>
    <w:rsid w:val="005124A9"/>
    <w:rsid w:val="00522874"/>
    <w:rsid w:val="00534E59"/>
    <w:rsid w:val="00537A45"/>
    <w:rsid w:val="00537F61"/>
    <w:rsid w:val="005640E8"/>
    <w:rsid w:val="005821E4"/>
    <w:rsid w:val="005B0E5D"/>
    <w:rsid w:val="005C2143"/>
    <w:rsid w:val="005C2225"/>
    <w:rsid w:val="005D1FAB"/>
    <w:rsid w:val="005E18FF"/>
    <w:rsid w:val="005F7CBB"/>
    <w:rsid w:val="00600AB6"/>
    <w:rsid w:val="006048ED"/>
    <w:rsid w:val="006106D4"/>
    <w:rsid w:val="0061703D"/>
    <w:rsid w:val="00617DEE"/>
    <w:rsid w:val="00634D87"/>
    <w:rsid w:val="0065510B"/>
    <w:rsid w:val="0066181E"/>
    <w:rsid w:val="00665BF1"/>
    <w:rsid w:val="00670856"/>
    <w:rsid w:val="0067132D"/>
    <w:rsid w:val="00672CC4"/>
    <w:rsid w:val="0067565A"/>
    <w:rsid w:val="00695FCE"/>
    <w:rsid w:val="006A0673"/>
    <w:rsid w:val="006A1FD1"/>
    <w:rsid w:val="006B625D"/>
    <w:rsid w:val="006D2DB6"/>
    <w:rsid w:val="006E57B1"/>
    <w:rsid w:val="00703344"/>
    <w:rsid w:val="007229A4"/>
    <w:rsid w:val="007231BB"/>
    <w:rsid w:val="007271D3"/>
    <w:rsid w:val="00737AFA"/>
    <w:rsid w:val="007445F7"/>
    <w:rsid w:val="007500AC"/>
    <w:rsid w:val="00777CE6"/>
    <w:rsid w:val="00781361"/>
    <w:rsid w:val="00785988"/>
    <w:rsid w:val="007B5E72"/>
    <w:rsid w:val="007C3769"/>
    <w:rsid w:val="007E5559"/>
    <w:rsid w:val="007F4209"/>
    <w:rsid w:val="00803331"/>
    <w:rsid w:val="00823C84"/>
    <w:rsid w:val="008264E2"/>
    <w:rsid w:val="00830407"/>
    <w:rsid w:val="00832048"/>
    <w:rsid w:val="00835A29"/>
    <w:rsid w:val="00894CA4"/>
    <w:rsid w:val="008A27DE"/>
    <w:rsid w:val="008A5AFF"/>
    <w:rsid w:val="008B0DD0"/>
    <w:rsid w:val="008B137F"/>
    <w:rsid w:val="008C1E80"/>
    <w:rsid w:val="008D0872"/>
    <w:rsid w:val="008D7B45"/>
    <w:rsid w:val="008E7C12"/>
    <w:rsid w:val="008F2EC2"/>
    <w:rsid w:val="0091008C"/>
    <w:rsid w:val="00922271"/>
    <w:rsid w:val="009438C2"/>
    <w:rsid w:val="0094469F"/>
    <w:rsid w:val="00946DD6"/>
    <w:rsid w:val="00946E79"/>
    <w:rsid w:val="009516C1"/>
    <w:rsid w:val="00957BF8"/>
    <w:rsid w:val="00962B2E"/>
    <w:rsid w:val="0097078C"/>
    <w:rsid w:val="009716EF"/>
    <w:rsid w:val="00971713"/>
    <w:rsid w:val="009934E8"/>
    <w:rsid w:val="0099506D"/>
    <w:rsid w:val="00996255"/>
    <w:rsid w:val="00996C6E"/>
    <w:rsid w:val="009A2AEA"/>
    <w:rsid w:val="009A3380"/>
    <w:rsid w:val="009A5835"/>
    <w:rsid w:val="009B130E"/>
    <w:rsid w:val="009B37FE"/>
    <w:rsid w:val="009C2973"/>
    <w:rsid w:val="009C33EC"/>
    <w:rsid w:val="009D2ABE"/>
    <w:rsid w:val="009E5FDE"/>
    <w:rsid w:val="009F0913"/>
    <w:rsid w:val="00A00BE9"/>
    <w:rsid w:val="00A23564"/>
    <w:rsid w:val="00A24716"/>
    <w:rsid w:val="00A26CCD"/>
    <w:rsid w:val="00A35A34"/>
    <w:rsid w:val="00A41F21"/>
    <w:rsid w:val="00A5571E"/>
    <w:rsid w:val="00A723AB"/>
    <w:rsid w:val="00A82A7B"/>
    <w:rsid w:val="00AA691A"/>
    <w:rsid w:val="00AB045C"/>
    <w:rsid w:val="00AB10D6"/>
    <w:rsid w:val="00AB68C3"/>
    <w:rsid w:val="00AE57D9"/>
    <w:rsid w:val="00AF025C"/>
    <w:rsid w:val="00B01E53"/>
    <w:rsid w:val="00B12616"/>
    <w:rsid w:val="00B30D87"/>
    <w:rsid w:val="00B427BC"/>
    <w:rsid w:val="00B57DB1"/>
    <w:rsid w:val="00B63F18"/>
    <w:rsid w:val="00B66E3E"/>
    <w:rsid w:val="00B72C79"/>
    <w:rsid w:val="00B800D3"/>
    <w:rsid w:val="00B832B4"/>
    <w:rsid w:val="00B8384C"/>
    <w:rsid w:val="00B93346"/>
    <w:rsid w:val="00BB418A"/>
    <w:rsid w:val="00BC40E0"/>
    <w:rsid w:val="00BD22CF"/>
    <w:rsid w:val="00BD5599"/>
    <w:rsid w:val="00BF726D"/>
    <w:rsid w:val="00C000FF"/>
    <w:rsid w:val="00C01DCF"/>
    <w:rsid w:val="00C02DD0"/>
    <w:rsid w:val="00C05647"/>
    <w:rsid w:val="00C13A1C"/>
    <w:rsid w:val="00C32182"/>
    <w:rsid w:val="00C36595"/>
    <w:rsid w:val="00C50879"/>
    <w:rsid w:val="00C56A22"/>
    <w:rsid w:val="00C661F7"/>
    <w:rsid w:val="00C82D52"/>
    <w:rsid w:val="00C905A7"/>
    <w:rsid w:val="00CA171A"/>
    <w:rsid w:val="00CA7AF8"/>
    <w:rsid w:val="00CB30D7"/>
    <w:rsid w:val="00CB3BA3"/>
    <w:rsid w:val="00CE07BE"/>
    <w:rsid w:val="00CF72BC"/>
    <w:rsid w:val="00D030FA"/>
    <w:rsid w:val="00D04EF2"/>
    <w:rsid w:val="00D21796"/>
    <w:rsid w:val="00D22ADD"/>
    <w:rsid w:val="00D23DC0"/>
    <w:rsid w:val="00D24F0A"/>
    <w:rsid w:val="00D304F1"/>
    <w:rsid w:val="00D35061"/>
    <w:rsid w:val="00D45DAB"/>
    <w:rsid w:val="00D61A55"/>
    <w:rsid w:val="00D80874"/>
    <w:rsid w:val="00D8666F"/>
    <w:rsid w:val="00D928DE"/>
    <w:rsid w:val="00DA4FED"/>
    <w:rsid w:val="00DB73ED"/>
    <w:rsid w:val="00DD4E96"/>
    <w:rsid w:val="00DD5E6E"/>
    <w:rsid w:val="00DD6BCA"/>
    <w:rsid w:val="00DE16DD"/>
    <w:rsid w:val="00DF3A01"/>
    <w:rsid w:val="00E00DEE"/>
    <w:rsid w:val="00E13045"/>
    <w:rsid w:val="00E21100"/>
    <w:rsid w:val="00E25945"/>
    <w:rsid w:val="00E548AD"/>
    <w:rsid w:val="00E568B1"/>
    <w:rsid w:val="00E56D7A"/>
    <w:rsid w:val="00E5725C"/>
    <w:rsid w:val="00E61485"/>
    <w:rsid w:val="00E6632C"/>
    <w:rsid w:val="00E70B9C"/>
    <w:rsid w:val="00E756E7"/>
    <w:rsid w:val="00E92566"/>
    <w:rsid w:val="00EB5A38"/>
    <w:rsid w:val="00ED6FF4"/>
    <w:rsid w:val="00EE7643"/>
    <w:rsid w:val="00F00890"/>
    <w:rsid w:val="00F00FCF"/>
    <w:rsid w:val="00F04347"/>
    <w:rsid w:val="00F049B1"/>
    <w:rsid w:val="00F24182"/>
    <w:rsid w:val="00F64572"/>
    <w:rsid w:val="00F662E6"/>
    <w:rsid w:val="00F67A97"/>
    <w:rsid w:val="00F72D1F"/>
    <w:rsid w:val="00F8341E"/>
    <w:rsid w:val="00F86BA9"/>
    <w:rsid w:val="00F90743"/>
    <w:rsid w:val="00FB6881"/>
    <w:rsid w:val="00FD0547"/>
    <w:rsid w:val="00FE2548"/>
    <w:rsid w:val="00FE3E7B"/>
    <w:rsid w:val="00FE67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47F14"/>
  <w15:docId w15:val="{F2236209-BCB0-42E9-892D-35A682C4C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szCs w:val="18"/>
        <w:lang w:val="en-US" w:eastAsia="ja-JP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8C5"/>
  </w:style>
  <w:style w:type="paragraph" w:styleId="Heading1">
    <w:name w:val="heading 1"/>
    <w:basedOn w:val="Normal"/>
    <w:next w:val="Normal"/>
    <w:link w:val="Heading1Char"/>
    <w:uiPriority w:val="9"/>
    <w:qFormat/>
    <w:rsid w:val="000E08C5"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8C5"/>
    <w:pPr>
      <w:keepNext/>
      <w:keepLines/>
      <w:spacing w:before="360" w:after="120" w:line="240" w:lineRule="auto"/>
      <w:outlineLvl w:val="1"/>
    </w:pPr>
    <w:rPr>
      <w:b/>
      <w:bCs/>
      <w:color w:val="5B9BD5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08C5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</w:rPr>
  </w:style>
  <w:style w:type="character" w:customStyle="1" w:styleId="TitleChar">
    <w:name w:val="Title Char"/>
    <w:basedOn w:val="DefaultParagraphFont"/>
    <w:link w:val="Title"/>
    <w:uiPriority w:val="10"/>
    <w:rsid w:val="000E08C5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</w:rPr>
  </w:style>
  <w:style w:type="table" w:styleId="TableGrid">
    <w:name w:val="Table Grid"/>
    <w:basedOn w:val="TableNormal"/>
    <w:uiPriority w:val="39"/>
    <w:rsid w:val="000E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0E08C5"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E08C5"/>
    <w:rPr>
      <w:b/>
      <w:bCs/>
      <w:color w:val="5B9BD5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E08C5"/>
    <w:rPr>
      <w:b/>
      <w:bCs/>
      <w:caps/>
      <w:color w:val="1F4E79" w:themeColor="accent1" w:themeShade="80"/>
      <w:sz w:val="28"/>
      <w:szCs w:val="28"/>
    </w:rPr>
  </w:style>
  <w:style w:type="table" w:customStyle="1" w:styleId="TipTable">
    <w:name w:val="Tip Table"/>
    <w:basedOn w:val="TableNormal"/>
    <w:uiPriority w:val="99"/>
    <w:rsid w:val="000E08C5"/>
    <w:pPr>
      <w:spacing w:after="0" w:line="240" w:lineRule="auto"/>
    </w:pPr>
    <w:tblPr>
      <w:tblCellMar>
        <w:top w:w="144" w:type="dxa"/>
        <w:left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ipText">
    <w:name w:val="Tip Text"/>
    <w:basedOn w:val="Normal"/>
    <w:uiPriority w:val="99"/>
    <w:rsid w:val="000E08C5"/>
    <w:pPr>
      <w:spacing w:after="160" w:line="264" w:lineRule="auto"/>
      <w:ind w:right="576"/>
    </w:pPr>
    <w:rPr>
      <w:i/>
      <w:iCs/>
      <w:color w:val="7F7F7F" w:themeColor="text1" w:themeTint="8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E08C5"/>
    <w:rPr>
      <w:color w:val="808080"/>
    </w:rPr>
  </w:style>
  <w:style w:type="paragraph" w:styleId="NoSpacing">
    <w:name w:val="No Spacing"/>
    <w:link w:val="NoSpacingChar"/>
    <w:uiPriority w:val="1"/>
    <w:qFormat/>
    <w:rsid w:val="000E08C5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0E08C5"/>
    <w:rPr>
      <w:b/>
      <w:bCs/>
      <w:color w:val="5B9BD5" w:themeColor="accent1"/>
      <w:sz w:val="24"/>
      <w:szCs w:val="24"/>
    </w:rPr>
  </w:style>
  <w:style w:type="paragraph" w:styleId="ListBullet">
    <w:name w:val="List Bullet"/>
    <w:basedOn w:val="Normal"/>
    <w:uiPriority w:val="1"/>
    <w:unhideWhenUsed/>
    <w:qFormat/>
    <w:rsid w:val="000E08C5"/>
    <w:pPr>
      <w:numPr>
        <w:numId w:val="1"/>
      </w:numPr>
      <w:spacing w:after="60"/>
    </w:pPr>
  </w:style>
  <w:style w:type="paragraph" w:styleId="Header">
    <w:name w:val="header"/>
    <w:basedOn w:val="Normal"/>
    <w:link w:val="HeaderChar"/>
    <w:uiPriority w:val="99"/>
    <w:unhideWhenUsed/>
    <w:rsid w:val="000E08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8C5"/>
  </w:style>
  <w:style w:type="paragraph" w:styleId="Footer">
    <w:name w:val="footer"/>
    <w:basedOn w:val="Normal"/>
    <w:link w:val="FooterChar"/>
    <w:uiPriority w:val="99"/>
    <w:unhideWhenUsed/>
    <w:rsid w:val="000E08C5"/>
    <w:pPr>
      <w:spacing w:before="200" w:after="0" w:line="240" w:lineRule="auto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E08C5"/>
    <w:rPr>
      <w:rFonts w:asciiTheme="majorHAnsi" w:eastAsiaTheme="majorEastAsia" w:hAnsiTheme="majorHAnsi" w:cstheme="majorBidi"/>
      <w:noProof/>
      <w:color w:val="1F4E79" w:themeColor="accent1" w:themeShade="80"/>
      <w:sz w:val="20"/>
      <w:szCs w:val="20"/>
    </w:rPr>
  </w:style>
  <w:style w:type="table" w:customStyle="1" w:styleId="GridTable4-Accent11">
    <w:name w:val="Grid Table 4 - Accent 11"/>
    <w:basedOn w:val="TableNormal"/>
    <w:uiPriority w:val="49"/>
    <w:rsid w:val="000E08C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GridLight1">
    <w:name w:val="Table Grid Light1"/>
    <w:basedOn w:val="TableNormal"/>
    <w:uiPriority w:val="40"/>
    <w:rsid w:val="000E08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roposalTable">
    <w:name w:val="Proposal Table"/>
    <w:basedOn w:val="TableNormal"/>
    <w:uiPriority w:val="99"/>
    <w:rsid w:val="000E08C5"/>
    <w:pPr>
      <w:spacing w:before="120" w:after="12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paragraph" w:styleId="FootnoteText">
    <w:name w:val="footnote text"/>
    <w:basedOn w:val="Normal"/>
    <w:link w:val="FootnoteTextChar"/>
    <w:uiPriority w:val="12"/>
    <w:unhideWhenUsed/>
    <w:qFormat/>
    <w:rsid w:val="000E08C5"/>
    <w:pPr>
      <w:spacing w:before="140" w:after="0" w:line="240" w:lineRule="auto"/>
    </w:pPr>
    <w:rPr>
      <w:i/>
      <w:iCs/>
      <w:sz w:val="14"/>
      <w:szCs w:val="14"/>
    </w:rPr>
  </w:style>
  <w:style w:type="character" w:customStyle="1" w:styleId="FootnoteTextChar">
    <w:name w:val="Footnote Text Char"/>
    <w:basedOn w:val="DefaultParagraphFont"/>
    <w:link w:val="FootnoteText"/>
    <w:uiPriority w:val="12"/>
    <w:rsid w:val="000E08C5"/>
    <w:rPr>
      <w:i/>
      <w:iCs/>
      <w:sz w:val="14"/>
      <w:szCs w:val="14"/>
    </w:rPr>
  </w:style>
  <w:style w:type="paragraph" w:customStyle="1" w:styleId="TableTextDecimal">
    <w:name w:val="Table Text Decimal"/>
    <w:basedOn w:val="Normal"/>
    <w:uiPriority w:val="12"/>
    <w:qFormat/>
    <w:rsid w:val="000E08C5"/>
    <w:pPr>
      <w:tabs>
        <w:tab w:val="decimal" w:pos="936"/>
      </w:tabs>
      <w:spacing w:before="120" w:after="120" w:line="240" w:lineRule="auto"/>
    </w:pPr>
  </w:style>
  <w:style w:type="paragraph" w:styleId="Signature">
    <w:name w:val="Signature"/>
    <w:basedOn w:val="Normal"/>
    <w:link w:val="SignatureChar"/>
    <w:uiPriority w:val="12"/>
    <w:unhideWhenUsed/>
    <w:qFormat/>
    <w:rsid w:val="000E08C5"/>
    <w:pPr>
      <w:spacing w:before="960"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12"/>
    <w:rsid w:val="000E08C5"/>
  </w:style>
  <w:style w:type="paragraph" w:styleId="BalloonText">
    <w:name w:val="Balloon Text"/>
    <w:basedOn w:val="Normal"/>
    <w:link w:val="BalloonTextChar"/>
    <w:uiPriority w:val="99"/>
    <w:semiHidden/>
    <w:unhideWhenUsed/>
    <w:rsid w:val="00C82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D52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E00DEE"/>
  </w:style>
  <w:style w:type="paragraph" w:styleId="ListParagraph">
    <w:name w:val="List Paragraph"/>
    <w:basedOn w:val="Normal"/>
    <w:uiPriority w:val="34"/>
    <w:unhideWhenUsed/>
    <w:qFormat/>
    <w:rsid w:val="003C42DC"/>
    <w:pPr>
      <w:ind w:left="720"/>
      <w:contextualSpacing/>
    </w:pPr>
  </w:style>
  <w:style w:type="table" w:customStyle="1" w:styleId="Cuadrculaclara1">
    <w:name w:val="Cuadrícula clara1"/>
    <w:basedOn w:val="TableNormal"/>
    <w:uiPriority w:val="62"/>
    <w:rsid w:val="00F049B1"/>
    <w:pPr>
      <w:spacing w:after="0" w:line="240" w:lineRule="auto"/>
    </w:pPr>
    <w:rPr>
      <w:color w:val="auto"/>
      <w:sz w:val="22"/>
      <w:szCs w:val="22"/>
      <w:lang w:val="es-DO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6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image" Target="media/image9.emf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emf"/><Relationship Id="rId2" Type="http://schemas.openxmlformats.org/officeDocument/2006/relationships/customXml" Target="../customXml/item2.xml"/><Relationship Id="rId16" Type="http://schemas.openxmlformats.org/officeDocument/2006/relationships/image" Target="media/image7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1.gif"/><Relationship Id="rId19" Type="http://schemas.openxmlformats.org/officeDocument/2006/relationships/image" Target="media/image10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emf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as\Downloads\TS102911896.dotx" TargetMode="External"/></Relationships>
</file>

<file path=word/theme/theme1.xml><?xml version="1.0" encoding="utf-8"?>
<a:theme xmlns:a="http://schemas.openxmlformats.org/drawingml/2006/main" name="Office Theme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2012-09-21T00:00:00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E60E510-BD16-4B02-823E-57408283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A5F263-DD13-4946-9D14-163FF9B06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TS102911896</Template>
  <TotalTime>0</TotalTime>
  <Pages>14</Pages>
  <Words>1823</Words>
  <Characters>10393</Characters>
  <Application>Microsoft Office Word</Application>
  <DocSecurity>0</DocSecurity>
  <Lines>86</Lines>
  <Paragraphs>24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19</vt:i4>
      </vt:variant>
    </vt:vector>
  </HeadingPairs>
  <TitlesOfParts>
    <vt:vector size="21" baseType="lpstr">
      <vt:lpstr>Propuesta de Servicios</vt:lpstr>
      <vt:lpstr/>
      <vt:lpstr>Overview</vt:lpstr>
      <vt:lpstr>    The Objective</vt:lpstr>
      <vt:lpstr>    The Opportunity</vt:lpstr>
      <vt:lpstr>    The Solution</vt:lpstr>
      <vt:lpstr>Our Proposal</vt:lpstr>
      <vt:lpstr>    Rationale</vt:lpstr>
      <vt:lpstr>    Execution Strategy</vt:lpstr>
      <vt:lpstr>    Technical/Project Approach</vt:lpstr>
      <vt:lpstr>    Resources</vt:lpstr>
      <vt:lpstr>    Project Deliverables</vt:lpstr>
      <vt:lpstr>    Timeline for Execution</vt:lpstr>
      <vt:lpstr>    Supplied Material</vt:lpstr>
      <vt:lpstr>Expected Results</vt:lpstr>
      <vt:lpstr>    Financial Benefits</vt:lpstr>
      <vt:lpstr>    Technical Benefits</vt:lpstr>
      <vt:lpstr>    Other Benefits</vt:lpstr>
      <vt:lpstr>Pricing</vt:lpstr>
      <vt:lpstr>Qualifications</vt:lpstr>
      <vt:lpstr>Conclusion</vt:lpstr>
    </vt:vector>
  </TitlesOfParts>
  <Company/>
  <LinksUpToDate>false</LinksUpToDate>
  <CharactersWithSpaces>12192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de Servicios</dc:title>
  <dc:creator>M&amp;F Consulting Group</dc:creator>
  <cp:lastModifiedBy>nicolas_made_medina@outlook.com</cp:lastModifiedBy>
  <cp:revision>2</cp:revision>
  <cp:lastPrinted>2015-02-13T15:46:00Z</cp:lastPrinted>
  <dcterms:created xsi:type="dcterms:W3CDTF">2020-06-03T21:54:00Z</dcterms:created>
  <dcterms:modified xsi:type="dcterms:W3CDTF">2020-06-03T21:54:00Z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TC029118969991</vt:lpwstr>
  </property>
</Properties>
</file>